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1C309" w14:textId="77777777" w:rsidR="00746635" w:rsidRPr="00AE39D1" w:rsidRDefault="00746635" w:rsidP="000A5AB6">
      <w:pPr>
        <w:pStyle w:val="Datums1"/>
        <w:spacing w:before="0"/>
        <w:rPr>
          <w:szCs w:val="24"/>
          <w:lang w:val="lv-LV"/>
        </w:rPr>
      </w:pPr>
    </w:p>
    <w:p w14:paraId="5334065C" w14:textId="75AB166A" w:rsidR="00CF337D" w:rsidRPr="00AE39D1" w:rsidRDefault="000A5AB6" w:rsidP="00CF337D">
      <w:pPr>
        <w:pStyle w:val="Datums1"/>
        <w:spacing w:before="0"/>
        <w:rPr>
          <w:szCs w:val="24"/>
          <w:lang w:val="lv-LV"/>
        </w:rPr>
      </w:pPr>
      <w:r w:rsidRPr="00AE39D1">
        <w:rPr>
          <w:szCs w:val="24"/>
          <w:lang w:val="lv-LV"/>
        </w:rPr>
        <w:t xml:space="preserve">Rīgā </w:t>
      </w:r>
      <w:r w:rsidR="008B50C5">
        <w:rPr>
          <w:szCs w:val="24"/>
          <w:lang w:val="lv-LV"/>
        </w:rPr>
        <w:t>24.05.2021. Nr.4.1-2_040e_101_21_409</w:t>
      </w:r>
    </w:p>
    <w:p w14:paraId="0DE4EC50" w14:textId="77777777" w:rsidR="000A5AB6" w:rsidRPr="00AE39D1" w:rsidRDefault="000A5AB6" w:rsidP="000A5AB6">
      <w:pPr>
        <w:pStyle w:val="Datums1"/>
        <w:spacing w:before="0"/>
        <w:rPr>
          <w:sz w:val="20"/>
          <w:lang w:val="lv-LV"/>
        </w:rPr>
      </w:pPr>
      <w:r w:rsidRPr="00AE39D1">
        <w:rPr>
          <w:b/>
          <w:bCs/>
          <w:sz w:val="20"/>
          <w:lang w:val="lv-LV"/>
        </w:rPr>
        <w:t>DATUMU SKATĪT DOKUMENTA PARAKSTA LAIKA ZĪMOGĀ</w:t>
      </w:r>
    </w:p>
    <w:p w14:paraId="32048C99" w14:textId="71E77D6E" w:rsidR="0092430A" w:rsidRPr="00AE39D1" w:rsidRDefault="000A5AB6" w:rsidP="009523E0">
      <w:pPr>
        <w:pStyle w:val="Registrnum"/>
        <w:rPr>
          <w:bCs/>
          <w:szCs w:val="24"/>
          <w:lang w:val="lv-LV"/>
        </w:rPr>
      </w:pPr>
      <w:r w:rsidRPr="00AE39D1">
        <w:rPr>
          <w:b/>
          <w:bCs/>
          <w:sz w:val="20"/>
          <w:lang w:val="lv-LV"/>
        </w:rPr>
        <w:t xml:space="preserve">REĢISTRĀCIJAS </w:t>
      </w:r>
      <w:r w:rsidR="00D216F1" w:rsidRPr="00AE39D1">
        <w:rPr>
          <w:b/>
          <w:bCs/>
          <w:sz w:val="20"/>
          <w:lang w:val="lv-LV"/>
        </w:rPr>
        <w:t xml:space="preserve">NUMURU SKATĪT DOKUMENTA  </w:t>
      </w:r>
      <w:r w:rsidR="005A50AB" w:rsidRPr="00AE39D1">
        <w:rPr>
          <w:b/>
          <w:bCs/>
          <w:sz w:val="20"/>
          <w:lang w:val="lv-LV"/>
        </w:rPr>
        <w:t>PIELIKUMĀ</w:t>
      </w:r>
    </w:p>
    <w:p w14:paraId="4FE6BE03" w14:textId="3A45896F" w:rsidR="00E70DBD" w:rsidRPr="00AE39D1" w:rsidRDefault="008D1FE3" w:rsidP="00E70DBD">
      <w:pPr>
        <w:pStyle w:val="Adrese"/>
        <w:jc w:val="right"/>
        <w:rPr>
          <w:b/>
          <w:szCs w:val="24"/>
          <w:lang w:val="lv-LV"/>
        </w:rPr>
      </w:pPr>
      <w:r w:rsidRPr="00AE39D1">
        <w:rPr>
          <w:b/>
          <w:szCs w:val="24"/>
          <w:lang w:val="lv-LV"/>
        </w:rPr>
        <w:t xml:space="preserve"> </w:t>
      </w:r>
      <w:r w:rsidR="00535B67" w:rsidRPr="00AE39D1">
        <w:rPr>
          <w:b/>
          <w:szCs w:val="24"/>
          <w:lang w:val="lv-LV"/>
        </w:rPr>
        <w:t>Tukuma</w:t>
      </w:r>
      <w:r w:rsidRPr="00AE39D1">
        <w:rPr>
          <w:b/>
          <w:szCs w:val="24"/>
          <w:lang w:val="lv-LV"/>
        </w:rPr>
        <w:t xml:space="preserve"> </w:t>
      </w:r>
      <w:r w:rsidR="00BA5C77" w:rsidRPr="00AE39D1">
        <w:rPr>
          <w:b/>
          <w:szCs w:val="24"/>
          <w:lang w:val="lv-LV"/>
        </w:rPr>
        <w:t xml:space="preserve">novada </w:t>
      </w:r>
      <w:r w:rsidR="00DD7FC8" w:rsidRPr="00AE39D1">
        <w:rPr>
          <w:b/>
          <w:szCs w:val="24"/>
          <w:lang w:val="lv-LV"/>
        </w:rPr>
        <w:t>dome</w:t>
      </w:r>
    </w:p>
    <w:p w14:paraId="2500C6D1" w14:textId="69BF830F" w:rsidR="00136EA6" w:rsidRPr="00AE39D1" w:rsidRDefault="00BA5C77" w:rsidP="00126513">
      <w:pPr>
        <w:pStyle w:val="Adrese"/>
        <w:jc w:val="right"/>
        <w:rPr>
          <w:szCs w:val="24"/>
          <w:lang w:val="lv-LV"/>
        </w:rPr>
      </w:pPr>
      <w:r w:rsidRPr="00AE39D1">
        <w:rPr>
          <w:szCs w:val="24"/>
          <w:lang w:val="lv-LV"/>
        </w:rPr>
        <w:t>Domes priekšsēdētāj</w:t>
      </w:r>
      <w:r w:rsidR="00535B67" w:rsidRPr="00AE39D1">
        <w:rPr>
          <w:szCs w:val="24"/>
          <w:lang w:val="lv-LV"/>
        </w:rPr>
        <w:t>a N. Reča kungam</w:t>
      </w:r>
    </w:p>
    <w:p w14:paraId="7313CA10" w14:textId="77777777" w:rsidR="00280A1B" w:rsidRPr="00AE39D1" w:rsidRDefault="00280A1B" w:rsidP="00126513">
      <w:pPr>
        <w:pStyle w:val="Adrese"/>
        <w:jc w:val="right"/>
        <w:rPr>
          <w:szCs w:val="24"/>
          <w:lang w:val="lv-LV"/>
        </w:rPr>
      </w:pPr>
    </w:p>
    <w:p w14:paraId="0DC5407E" w14:textId="7D4B0A22" w:rsidR="00280A1B" w:rsidRPr="00AE39D1" w:rsidRDefault="00280A1B" w:rsidP="00126513">
      <w:pPr>
        <w:pStyle w:val="Adrese"/>
        <w:jc w:val="right"/>
        <w:rPr>
          <w:b/>
          <w:bCs/>
          <w:szCs w:val="24"/>
          <w:lang w:val="lv-LV"/>
        </w:rPr>
      </w:pPr>
      <w:r w:rsidRPr="00AE39D1">
        <w:rPr>
          <w:b/>
          <w:bCs/>
          <w:szCs w:val="24"/>
          <w:lang w:val="lv-LV"/>
        </w:rPr>
        <w:t>Irlavas un Lestenes pagastu pārvalde</w:t>
      </w:r>
    </w:p>
    <w:p w14:paraId="42D0BE9A" w14:textId="10EB5FF0" w:rsidR="00280A1B" w:rsidRPr="00AE39D1" w:rsidRDefault="00280A1B" w:rsidP="00126513">
      <w:pPr>
        <w:pStyle w:val="Adrese"/>
        <w:jc w:val="right"/>
        <w:rPr>
          <w:szCs w:val="24"/>
          <w:lang w:val="lv-LV"/>
        </w:rPr>
      </w:pPr>
      <w:r w:rsidRPr="00AE39D1">
        <w:rPr>
          <w:szCs w:val="24"/>
          <w:lang w:val="lv-LV"/>
        </w:rPr>
        <w:t>Pārvaldes  vadītāja V. Janševska kungam</w:t>
      </w:r>
    </w:p>
    <w:p w14:paraId="21F8606D" w14:textId="50980B77" w:rsidR="00DB3787" w:rsidRPr="00AE39D1" w:rsidRDefault="00DB3787" w:rsidP="00126513">
      <w:pPr>
        <w:pStyle w:val="Adrese"/>
        <w:jc w:val="right"/>
        <w:rPr>
          <w:szCs w:val="24"/>
          <w:lang w:val="lv-LV"/>
        </w:rPr>
      </w:pPr>
    </w:p>
    <w:p w14:paraId="11A42AC6" w14:textId="1B0060E8" w:rsidR="00DB3787" w:rsidRPr="00AE39D1" w:rsidRDefault="00DB3787" w:rsidP="00DB3787">
      <w:pPr>
        <w:jc w:val="right"/>
        <w:rPr>
          <w:b/>
          <w:bCs/>
          <w:lang w:val="lv-LV"/>
        </w:rPr>
      </w:pPr>
      <w:r w:rsidRPr="00AE39D1">
        <w:rPr>
          <w:lang w:val="lv-LV"/>
        </w:rPr>
        <w:t xml:space="preserve">Informācijai - </w:t>
      </w:r>
      <w:r w:rsidRPr="00AE39D1">
        <w:rPr>
          <w:b/>
          <w:bCs/>
          <w:lang w:val="lv-LV"/>
        </w:rPr>
        <w:t xml:space="preserve">Zemkopības ministrija </w:t>
      </w:r>
    </w:p>
    <w:p w14:paraId="6209ABBE" w14:textId="77777777" w:rsidR="00DB3787" w:rsidRPr="00AE39D1" w:rsidRDefault="00DB3787" w:rsidP="00DB3787">
      <w:pPr>
        <w:jc w:val="right"/>
        <w:rPr>
          <w:lang w:val="lv-LV"/>
        </w:rPr>
      </w:pPr>
      <w:r w:rsidRPr="00AE39D1">
        <w:rPr>
          <w:lang w:val="lv-LV"/>
        </w:rPr>
        <w:t>Valsts sekretārei D. Lucauas kundzei</w:t>
      </w:r>
    </w:p>
    <w:p w14:paraId="73FCB436" w14:textId="77777777" w:rsidR="00DB3787" w:rsidRPr="00AE39D1" w:rsidRDefault="00DB3787" w:rsidP="00126513">
      <w:pPr>
        <w:pStyle w:val="Adrese"/>
        <w:jc w:val="right"/>
        <w:rPr>
          <w:szCs w:val="24"/>
          <w:lang w:val="lv-LV"/>
        </w:rPr>
      </w:pPr>
    </w:p>
    <w:p w14:paraId="06C8DA44" w14:textId="7615D5D7" w:rsidR="008311D7" w:rsidRPr="00AE39D1" w:rsidRDefault="008311D7" w:rsidP="00126513">
      <w:pPr>
        <w:pStyle w:val="Adrese"/>
        <w:jc w:val="right"/>
        <w:rPr>
          <w:szCs w:val="24"/>
          <w:lang w:val="lv-LV"/>
        </w:rPr>
      </w:pPr>
    </w:p>
    <w:p w14:paraId="47672794" w14:textId="57814641" w:rsidR="003F281D" w:rsidRPr="00AE39D1" w:rsidRDefault="00BA5C77" w:rsidP="00F944B8">
      <w:pPr>
        <w:pStyle w:val="Nosaukums1"/>
        <w:spacing w:before="0"/>
        <w:rPr>
          <w:b/>
          <w:sz w:val="24"/>
          <w:szCs w:val="24"/>
          <w:lang w:val="lv-LV"/>
        </w:rPr>
      </w:pPr>
      <w:r w:rsidRPr="00AE39D1">
        <w:rPr>
          <w:b/>
          <w:sz w:val="24"/>
          <w:szCs w:val="24"/>
          <w:lang w:val="lv-LV"/>
        </w:rPr>
        <w:t xml:space="preserve">Par </w:t>
      </w:r>
      <w:r w:rsidR="003F281D" w:rsidRPr="00AE39D1">
        <w:rPr>
          <w:b/>
          <w:sz w:val="24"/>
          <w:szCs w:val="24"/>
          <w:lang w:val="lv-LV"/>
        </w:rPr>
        <w:t>valsts nekustam</w:t>
      </w:r>
      <w:r w:rsidR="00324EC1" w:rsidRPr="00AE39D1">
        <w:rPr>
          <w:b/>
          <w:sz w:val="24"/>
          <w:szCs w:val="24"/>
          <w:lang w:val="lv-LV"/>
        </w:rPr>
        <w:t>ā</w:t>
      </w:r>
      <w:r w:rsidR="003F281D" w:rsidRPr="00AE39D1">
        <w:rPr>
          <w:b/>
          <w:sz w:val="24"/>
          <w:szCs w:val="24"/>
          <w:lang w:val="lv-LV"/>
        </w:rPr>
        <w:t xml:space="preserve"> īpašum</w:t>
      </w:r>
      <w:r w:rsidR="00324EC1" w:rsidRPr="00AE39D1">
        <w:rPr>
          <w:b/>
          <w:sz w:val="24"/>
          <w:szCs w:val="24"/>
          <w:lang w:val="lv-LV"/>
        </w:rPr>
        <w:t>a</w:t>
      </w:r>
      <w:r w:rsidR="003F281D" w:rsidRPr="00AE39D1">
        <w:rPr>
          <w:b/>
          <w:sz w:val="24"/>
          <w:szCs w:val="24"/>
          <w:lang w:val="lv-LV"/>
        </w:rPr>
        <w:t xml:space="preserve"> “</w:t>
      </w:r>
      <w:r w:rsidR="00324EC1" w:rsidRPr="00AE39D1">
        <w:rPr>
          <w:b/>
          <w:sz w:val="24"/>
          <w:szCs w:val="24"/>
          <w:lang w:val="lv-LV"/>
        </w:rPr>
        <w:t>Kaļķene</w:t>
      </w:r>
      <w:r w:rsidR="003F281D" w:rsidRPr="00AE39D1">
        <w:rPr>
          <w:b/>
          <w:sz w:val="24"/>
          <w:szCs w:val="24"/>
          <w:lang w:val="lv-LV"/>
        </w:rPr>
        <w:t>”</w:t>
      </w:r>
    </w:p>
    <w:p w14:paraId="10D0D098" w14:textId="2BD3D673" w:rsidR="003F281D" w:rsidRPr="00AE39D1" w:rsidRDefault="003F281D" w:rsidP="00F944B8">
      <w:pPr>
        <w:pStyle w:val="Nosaukums1"/>
        <w:spacing w:before="0"/>
        <w:rPr>
          <w:b/>
          <w:sz w:val="24"/>
          <w:szCs w:val="24"/>
          <w:lang w:val="lv-LV"/>
        </w:rPr>
      </w:pPr>
      <w:r w:rsidRPr="00AE39D1">
        <w:rPr>
          <w:b/>
          <w:sz w:val="24"/>
          <w:szCs w:val="24"/>
          <w:lang w:val="lv-LV"/>
        </w:rPr>
        <w:t xml:space="preserve">(kadastrs Nr. </w:t>
      </w:r>
      <w:r w:rsidR="00324EC1" w:rsidRPr="00AE39D1">
        <w:rPr>
          <w:b/>
          <w:sz w:val="24"/>
          <w:szCs w:val="24"/>
          <w:lang w:val="lv-LV"/>
        </w:rPr>
        <w:t>9054 002 0004</w:t>
      </w:r>
      <w:r w:rsidRPr="00AE39D1">
        <w:rPr>
          <w:b/>
          <w:sz w:val="24"/>
          <w:szCs w:val="24"/>
          <w:lang w:val="lv-LV"/>
        </w:rPr>
        <w:t xml:space="preserve">) </w:t>
      </w:r>
      <w:r w:rsidR="00324EC1" w:rsidRPr="00AE39D1">
        <w:rPr>
          <w:b/>
          <w:sz w:val="24"/>
          <w:szCs w:val="24"/>
          <w:lang w:val="lv-LV"/>
        </w:rPr>
        <w:t>Irlavas</w:t>
      </w:r>
      <w:r w:rsidRPr="00AE39D1">
        <w:rPr>
          <w:b/>
          <w:sz w:val="24"/>
          <w:szCs w:val="24"/>
          <w:lang w:val="lv-LV"/>
        </w:rPr>
        <w:t xml:space="preserve"> pagastā,</w:t>
      </w:r>
    </w:p>
    <w:p w14:paraId="661FA45C" w14:textId="28D2EFFF" w:rsidR="00136EA6" w:rsidRPr="00AE39D1" w:rsidRDefault="00324EC1" w:rsidP="00F944B8">
      <w:pPr>
        <w:pStyle w:val="Nosaukums1"/>
        <w:spacing w:before="0"/>
        <w:rPr>
          <w:b/>
          <w:sz w:val="24"/>
          <w:szCs w:val="24"/>
          <w:lang w:val="lv-LV"/>
        </w:rPr>
      </w:pPr>
      <w:r w:rsidRPr="00AE39D1">
        <w:rPr>
          <w:b/>
          <w:sz w:val="24"/>
          <w:szCs w:val="24"/>
          <w:lang w:val="lv-LV"/>
        </w:rPr>
        <w:t>Tukuma</w:t>
      </w:r>
      <w:r w:rsidR="003F281D" w:rsidRPr="00AE39D1">
        <w:rPr>
          <w:b/>
          <w:sz w:val="24"/>
          <w:szCs w:val="24"/>
          <w:lang w:val="lv-LV"/>
        </w:rPr>
        <w:t xml:space="preserve"> novadā </w:t>
      </w:r>
      <w:r w:rsidRPr="00AE39D1">
        <w:rPr>
          <w:b/>
          <w:sz w:val="24"/>
          <w:szCs w:val="24"/>
          <w:lang w:val="lv-LV"/>
        </w:rPr>
        <w:t>daļas atsavināšanu</w:t>
      </w:r>
      <w:r w:rsidR="003F281D" w:rsidRPr="00AE39D1">
        <w:rPr>
          <w:b/>
          <w:sz w:val="24"/>
          <w:szCs w:val="24"/>
          <w:lang w:val="lv-LV"/>
        </w:rPr>
        <w:t xml:space="preserve"> </w:t>
      </w:r>
    </w:p>
    <w:p w14:paraId="2A276F1D" w14:textId="1126613B" w:rsidR="008311D7" w:rsidRPr="00AE39D1" w:rsidRDefault="008311D7" w:rsidP="008311D7">
      <w:pPr>
        <w:pStyle w:val="Parastais"/>
        <w:rPr>
          <w:szCs w:val="24"/>
        </w:rPr>
      </w:pPr>
    </w:p>
    <w:p w14:paraId="36B16D20" w14:textId="27D605F6" w:rsidR="00497A79" w:rsidRPr="00AE39D1" w:rsidRDefault="00497A79" w:rsidP="00A908BC">
      <w:pPr>
        <w:widowControl/>
        <w:shd w:val="clear" w:color="auto" w:fill="FFFFFF"/>
        <w:rPr>
          <w:bCs/>
          <w:lang w:val="lv-LV"/>
        </w:rPr>
      </w:pPr>
      <w:r w:rsidRPr="00AE39D1">
        <w:rPr>
          <w:szCs w:val="24"/>
          <w:lang w:val="lv-LV"/>
        </w:rPr>
        <w:t xml:space="preserve">Akciju sabiedrība „Latvijas valsts meži” (turpmāk - LVM) saņēma Tukuma novada domes </w:t>
      </w:r>
      <w:r w:rsidR="00280A1B" w:rsidRPr="00AE39D1">
        <w:rPr>
          <w:szCs w:val="24"/>
          <w:lang w:val="lv-LV"/>
        </w:rPr>
        <w:t xml:space="preserve">Irlavas un Lestenes pagastu pārvaldes </w:t>
      </w:r>
      <w:r w:rsidRPr="00AE39D1">
        <w:rPr>
          <w:szCs w:val="24"/>
          <w:lang w:val="lv-LV"/>
        </w:rPr>
        <w:t xml:space="preserve">(turpmāk – Pašvaldība) 06.11.2019. vēstuli Nr. IL/1-24/19/67 “Par Studentkalna estrādi”, ar kuru </w:t>
      </w:r>
      <w:r w:rsidRPr="00AE39D1">
        <w:rPr>
          <w:bCs/>
          <w:lang w:val="lv-LV"/>
        </w:rPr>
        <w:t>Pašvaldība informē, ka labprāt slēgtu ilgtermiņa zemes nomas līgumu</w:t>
      </w:r>
      <w:r w:rsidR="00353CA6" w:rsidRPr="00AE39D1">
        <w:rPr>
          <w:bCs/>
          <w:lang w:val="lv-LV"/>
        </w:rPr>
        <w:t xml:space="preserve"> par zemes zem pašvaldībai piederošās būves ar kadastra apzīmējumu 9054 002 0236 001 un</w:t>
      </w:r>
      <w:r w:rsidR="00932EA2" w:rsidRPr="00AE39D1">
        <w:rPr>
          <w:bCs/>
          <w:lang w:val="lv-LV"/>
        </w:rPr>
        <w:t xml:space="preserve"> ar</w:t>
      </w:r>
      <w:r w:rsidR="00353CA6" w:rsidRPr="00AE39D1">
        <w:rPr>
          <w:bCs/>
          <w:lang w:val="lv-LV"/>
        </w:rPr>
        <w:t xml:space="preserve"> to saistīt</w:t>
      </w:r>
      <w:r w:rsidR="00932EA2" w:rsidRPr="00AE39D1">
        <w:rPr>
          <w:bCs/>
          <w:lang w:val="lv-LV"/>
        </w:rPr>
        <w:t>o zemes gabalu,</w:t>
      </w:r>
      <w:r w:rsidR="00E24886" w:rsidRPr="00AE39D1">
        <w:rPr>
          <w:bCs/>
          <w:lang w:val="lv-LV"/>
        </w:rPr>
        <w:t xml:space="preserve"> </w:t>
      </w:r>
      <w:r w:rsidRPr="00AE39D1">
        <w:rPr>
          <w:bCs/>
          <w:lang w:val="lv-LV"/>
        </w:rPr>
        <w:t>jo</w:t>
      </w:r>
      <w:r w:rsidR="00932EA2" w:rsidRPr="00AE39D1">
        <w:rPr>
          <w:bCs/>
          <w:lang w:val="lv-LV"/>
        </w:rPr>
        <w:t xml:space="preserve"> šobrīd</w:t>
      </w:r>
      <w:r w:rsidRPr="00AE39D1">
        <w:rPr>
          <w:bCs/>
          <w:lang w:val="lv-LV"/>
        </w:rPr>
        <w:t xml:space="preserve"> nav nepieciešamie līdzekļi zemes ierīcības projekta izstrādei</w:t>
      </w:r>
      <w:r w:rsidR="00453FBF" w:rsidRPr="00AE39D1">
        <w:rPr>
          <w:bCs/>
          <w:lang w:val="lv-LV"/>
        </w:rPr>
        <w:t>, lai īstenotu zemes atsavināšanas procesu</w:t>
      </w:r>
      <w:r w:rsidR="00932EA2" w:rsidRPr="00AE39D1">
        <w:rPr>
          <w:bCs/>
          <w:lang w:val="lv-LV"/>
        </w:rPr>
        <w:t>.</w:t>
      </w:r>
    </w:p>
    <w:p w14:paraId="3B97F718" w14:textId="4E0F0FFB" w:rsidR="00704A63" w:rsidRPr="00AE39D1" w:rsidRDefault="00704A63" w:rsidP="00A908BC">
      <w:pPr>
        <w:widowControl/>
        <w:shd w:val="clear" w:color="auto" w:fill="FFFFFF"/>
        <w:rPr>
          <w:szCs w:val="24"/>
          <w:lang w:val="lv-LV"/>
        </w:rPr>
      </w:pPr>
      <w:r w:rsidRPr="00AE39D1">
        <w:rPr>
          <w:szCs w:val="24"/>
          <w:lang w:val="lv-LV"/>
        </w:rPr>
        <w:t>LVM atvainojas par kavēšanos ar atbildes sniegšanu un sniedz sekojošu viedokli:</w:t>
      </w:r>
    </w:p>
    <w:p w14:paraId="580FA3C2" w14:textId="5037600A" w:rsidR="00DB3787" w:rsidRPr="00AE39D1" w:rsidRDefault="00E24886" w:rsidP="00A908BC">
      <w:pPr>
        <w:widowControl/>
        <w:shd w:val="clear" w:color="auto" w:fill="FFFFFF"/>
        <w:rPr>
          <w:szCs w:val="24"/>
          <w:lang w:val="lv-LV"/>
        </w:rPr>
      </w:pPr>
      <w:r w:rsidRPr="00AE39D1">
        <w:rPr>
          <w:noProof/>
          <w:lang w:val="lv-LV"/>
        </w:rPr>
        <mc:AlternateContent>
          <mc:Choice Requires="wpg">
            <w:drawing>
              <wp:anchor distT="0" distB="0" distL="114300" distR="114300" simplePos="0" relativeHeight="251664384" behindDoc="0" locked="0" layoutInCell="1" allowOverlap="1" wp14:anchorId="784A2899" wp14:editId="518379CC">
                <wp:simplePos x="0" y="0"/>
                <wp:positionH relativeFrom="margin">
                  <wp:align>right</wp:align>
                </wp:positionH>
                <wp:positionV relativeFrom="paragraph">
                  <wp:posOffset>74295</wp:posOffset>
                </wp:positionV>
                <wp:extent cx="2540000" cy="1652905"/>
                <wp:effectExtent l="0" t="0" r="0" b="4445"/>
                <wp:wrapSquare wrapText="bothSides"/>
                <wp:docPr id="10" name="Group 10"/>
                <wp:cNvGraphicFramePr/>
                <a:graphic xmlns:a="http://schemas.openxmlformats.org/drawingml/2006/main">
                  <a:graphicData uri="http://schemas.microsoft.com/office/word/2010/wordprocessingGroup">
                    <wpg:wgp>
                      <wpg:cNvGrpSpPr/>
                      <wpg:grpSpPr>
                        <a:xfrm>
                          <a:off x="0" y="0"/>
                          <a:ext cx="2540000" cy="1652905"/>
                          <a:chOff x="-51707" y="0"/>
                          <a:chExt cx="2540272" cy="1652954"/>
                        </a:xfrm>
                      </wpg:grpSpPr>
                      <pic:pic xmlns:pic="http://schemas.openxmlformats.org/drawingml/2006/picture">
                        <pic:nvPicPr>
                          <pic:cNvPr id="4" name="Picture 4" descr="A picture containing grass, tree, outdoor, day&#10;&#10;Description automatically generated"/>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88565" cy="1397000"/>
                          </a:xfrm>
                          <a:prstGeom prst="rect">
                            <a:avLst/>
                          </a:prstGeom>
                        </pic:spPr>
                      </pic:pic>
                      <wps:wsp>
                        <wps:cNvPr id="8" name="Text Box 8"/>
                        <wps:cNvSpPr txBox="1"/>
                        <wps:spPr>
                          <a:xfrm>
                            <a:off x="-51707" y="1397000"/>
                            <a:ext cx="2499360" cy="255954"/>
                          </a:xfrm>
                          <a:prstGeom prst="rect">
                            <a:avLst/>
                          </a:prstGeom>
                          <a:noFill/>
                          <a:ln w="6350">
                            <a:noFill/>
                          </a:ln>
                        </wps:spPr>
                        <wps:txbx>
                          <w:txbxContent>
                            <w:p w14:paraId="2118AF69" w14:textId="77777777" w:rsidR="00DB3787" w:rsidRPr="00642267" w:rsidRDefault="00DB3787" w:rsidP="00DB3787">
                              <w:pPr>
                                <w:ind w:firstLine="0"/>
                                <w:rPr>
                                  <w:sz w:val="18"/>
                                  <w:szCs w:val="18"/>
                                  <w:lang w:val="lv-LV"/>
                                </w:rPr>
                              </w:pPr>
                              <w:r w:rsidRPr="00642267">
                                <w:rPr>
                                  <w:sz w:val="18"/>
                                  <w:szCs w:val="18"/>
                                  <w:lang w:val="lv-LV"/>
                                </w:rPr>
                                <w:t xml:space="preserve">1. attēls. </w:t>
                              </w:r>
                              <w:r w:rsidRPr="00642267">
                                <w:rPr>
                                  <w:b/>
                                  <w:bCs/>
                                  <w:sz w:val="18"/>
                                  <w:szCs w:val="18"/>
                                  <w:lang w:val="lv-LV"/>
                                </w:rPr>
                                <w:t>Studentkalna estrāde.</w:t>
                              </w:r>
                              <w:r w:rsidRPr="00642267">
                                <w:rPr>
                                  <w:sz w:val="18"/>
                                  <w:szCs w:val="18"/>
                                  <w:lang w:val="lv-LV"/>
                                </w:rPr>
                                <w:t xml:space="preserve"> Avots; LVM.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84A2899" id="Group 10" o:spid="_x0000_s1026" style="position:absolute;left:0;text-align:left;margin-left:148.8pt;margin-top:5.85pt;width:200pt;height:130.15pt;z-index:251664384;mso-position-horizontal:right;mso-position-horizontal-relative:margin;mso-width-relative:margin;mso-height-relative:margin" coordorigin="-517" coordsize="25402,1652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alt="A picture containing grass, tree, outdoor, day&#10;&#10;Description automatically generated" style="position:absolute;width:24885;height:139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">
                  <v:imagedata r:id="rId9" o:title="A picture containing grass, tree, outdoor, day&#10;&#10;Description automatically generated"/>
                </v:shape>
                <v:shapetype id="_x0000_t202" coordsize="21600,21600" o:spt="202" path="m,l,21600r21600,l21600,xe">
                  <v:stroke joinstyle="miter"/>
                  <v:path gradientshapeok="t" o:connecttype="rect"/>
                </v:shapetype>
                <v:shape id="Text Box 8" o:spid="_x0000_s1028" type="#_x0000_t202" style="position:absolute;left:-517;top:13970;width:24993;height:2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" filled="f" stroked="f" strokeweight=".5pt">
                  <v:textbox>
                    <w:txbxContent>
                      <w:p w14:paraId="2118AF69" w14:textId="77777777" w:rsidR="00DB3787" w:rsidRPr="00642267" w:rsidRDefault="00DB3787" w:rsidP="00DB3787">
                        <w:pPr>
                          <w:ind w:firstLine="0"/>
                          <w:rPr>
                            <w:sz w:val="18"/>
                            <w:szCs w:val="18"/>
                            <w:lang w:val="lv-LV"/>
                          </w:rPr>
                        </w:pPr>
                        <w:r w:rsidRPr="00642267">
                          <w:rPr>
                            <w:sz w:val="18"/>
                            <w:szCs w:val="18"/>
                            <w:lang w:val="lv-LV"/>
                          </w:rPr>
                          <w:t xml:space="preserve">1. attēls. </w:t>
                        </w:r>
                        <w:r w:rsidRPr="00642267">
                          <w:rPr>
                            <w:b/>
                            <w:bCs/>
                            <w:sz w:val="18"/>
                            <w:szCs w:val="18"/>
                            <w:lang w:val="lv-LV"/>
                          </w:rPr>
                          <w:t>Studentkalna estrāde.</w:t>
                        </w:r>
                        <w:r w:rsidRPr="00642267">
                          <w:rPr>
                            <w:sz w:val="18"/>
                            <w:szCs w:val="18"/>
                            <w:lang w:val="lv-LV"/>
                          </w:rPr>
                          <w:t xml:space="preserve"> Avots; LVM.</w:t>
                        </w:r>
                      </w:p>
                    </w:txbxContent>
                  </v:textbox>
                </v:shape>
                <w10:wrap type="square" anchorx="margin"/>
              </v:group>
            </w:pict>
          </mc:Fallback>
        </mc:AlternateContent>
      </w:r>
      <w:r w:rsidR="00497A79" w:rsidRPr="00AE39D1">
        <w:rPr>
          <w:szCs w:val="24"/>
          <w:lang w:val="lv-LV"/>
        </w:rPr>
        <w:t xml:space="preserve">LVM </w:t>
      </w:r>
      <w:r w:rsidR="002D7A1B" w:rsidRPr="00AE39D1">
        <w:rPr>
          <w:szCs w:val="24"/>
          <w:lang w:val="lv-LV"/>
        </w:rPr>
        <w:t xml:space="preserve">veicot </w:t>
      </w:r>
      <w:r w:rsidR="00316D6E" w:rsidRPr="00AE39D1">
        <w:rPr>
          <w:szCs w:val="24"/>
          <w:lang w:val="lv-LV"/>
        </w:rPr>
        <w:t xml:space="preserve">valsts </w:t>
      </w:r>
      <w:r w:rsidR="002D7A1B" w:rsidRPr="00AE39D1">
        <w:rPr>
          <w:szCs w:val="24"/>
          <w:lang w:val="lv-LV"/>
        </w:rPr>
        <w:t>nekustamā īpašuma “</w:t>
      </w:r>
      <w:r w:rsidR="00A908BC" w:rsidRPr="00AE39D1">
        <w:rPr>
          <w:szCs w:val="24"/>
          <w:lang w:val="lv-LV"/>
        </w:rPr>
        <w:t>Kaļķene</w:t>
      </w:r>
      <w:r w:rsidR="002D7A1B" w:rsidRPr="00AE39D1">
        <w:rPr>
          <w:szCs w:val="24"/>
          <w:lang w:val="lv-LV"/>
        </w:rPr>
        <w:t>”</w:t>
      </w:r>
      <w:r w:rsidRPr="00AE39D1">
        <w:rPr>
          <w:szCs w:val="24"/>
          <w:lang w:val="lv-LV"/>
        </w:rPr>
        <w:t xml:space="preserve"> (</w:t>
      </w:r>
      <w:r w:rsidR="002D7A1B" w:rsidRPr="00AE39D1">
        <w:rPr>
          <w:szCs w:val="24"/>
          <w:lang w:val="lv-LV"/>
        </w:rPr>
        <w:t>kadastra Nr.</w:t>
      </w:r>
      <w:r w:rsidR="008241DD" w:rsidRPr="00AE39D1">
        <w:rPr>
          <w:szCs w:val="24"/>
          <w:lang w:val="lv-LV"/>
        </w:rPr>
        <w:t> </w:t>
      </w:r>
      <w:r w:rsidR="00A908BC" w:rsidRPr="00AE39D1">
        <w:rPr>
          <w:szCs w:val="24"/>
          <w:lang w:val="lv-LV"/>
        </w:rPr>
        <w:t>9054 002 0004</w:t>
      </w:r>
      <w:r w:rsidRPr="00AE39D1">
        <w:rPr>
          <w:szCs w:val="24"/>
          <w:lang w:val="lv-LV"/>
        </w:rPr>
        <w:t>)</w:t>
      </w:r>
      <w:r w:rsidR="002D7A1B" w:rsidRPr="00AE39D1">
        <w:rPr>
          <w:szCs w:val="24"/>
          <w:lang w:val="lv-LV"/>
        </w:rPr>
        <w:t xml:space="preserve"> </w:t>
      </w:r>
      <w:r w:rsidR="00A908BC" w:rsidRPr="00AE39D1">
        <w:rPr>
          <w:szCs w:val="24"/>
          <w:lang w:val="lv-LV"/>
        </w:rPr>
        <w:t>Irlavas</w:t>
      </w:r>
      <w:r w:rsidR="002D7A1B" w:rsidRPr="00AE39D1">
        <w:rPr>
          <w:szCs w:val="24"/>
          <w:lang w:val="lv-LV"/>
        </w:rPr>
        <w:t xml:space="preserve"> pagastā, </w:t>
      </w:r>
      <w:r w:rsidR="00A908BC" w:rsidRPr="00AE39D1">
        <w:rPr>
          <w:szCs w:val="24"/>
          <w:lang w:val="lv-LV"/>
        </w:rPr>
        <w:t>Tukuma</w:t>
      </w:r>
      <w:r w:rsidR="002D7A1B" w:rsidRPr="00AE39D1">
        <w:rPr>
          <w:szCs w:val="24"/>
          <w:lang w:val="lv-LV"/>
        </w:rPr>
        <w:t xml:space="preserve"> novadā zemes vienības ar kadastra apzīmējumu </w:t>
      </w:r>
      <w:r w:rsidR="00A908BC" w:rsidRPr="00AE39D1">
        <w:rPr>
          <w:szCs w:val="24"/>
          <w:lang w:val="lv-LV"/>
        </w:rPr>
        <w:t xml:space="preserve">9054 002 0236 </w:t>
      </w:r>
      <w:r w:rsidR="001E08DF" w:rsidRPr="00AE39D1">
        <w:rPr>
          <w:szCs w:val="24"/>
          <w:lang w:val="lv-LV"/>
        </w:rPr>
        <w:t xml:space="preserve">telpisko datu izvērtēšanu, </w:t>
      </w:r>
      <w:r w:rsidR="008241DD" w:rsidRPr="00AE39D1">
        <w:rPr>
          <w:szCs w:val="24"/>
          <w:lang w:val="lv-LV"/>
        </w:rPr>
        <w:t xml:space="preserve">konstatējusi, ka </w:t>
      </w:r>
      <w:r w:rsidR="001E08DF" w:rsidRPr="00AE39D1">
        <w:rPr>
          <w:szCs w:val="24"/>
          <w:lang w:val="lv-LV"/>
        </w:rPr>
        <w:t xml:space="preserve">zemes vienības </w:t>
      </w:r>
      <w:r w:rsidR="00A908BC" w:rsidRPr="00AE39D1">
        <w:rPr>
          <w:szCs w:val="24"/>
          <w:lang w:val="lv-LV"/>
        </w:rPr>
        <w:t>centrālajā daļā atrodas Tukuma novada pašvaldībai piederoša būve “Studentkalna estrāde”</w:t>
      </w:r>
      <w:r w:rsidR="0029784E" w:rsidRPr="00AE39D1">
        <w:rPr>
          <w:szCs w:val="24"/>
          <w:lang w:val="lv-LV"/>
        </w:rPr>
        <w:t xml:space="preserve"> </w:t>
      </w:r>
      <w:r w:rsidR="00A908BC" w:rsidRPr="00AE39D1">
        <w:rPr>
          <w:szCs w:val="24"/>
          <w:lang w:val="lv-LV"/>
        </w:rPr>
        <w:t xml:space="preserve"> ar kadastra apzīmējumu 9054 002 0236 001 </w:t>
      </w:r>
      <w:r w:rsidR="00750F8F" w:rsidRPr="00AE39D1">
        <w:rPr>
          <w:szCs w:val="24"/>
          <w:lang w:val="lv-LV"/>
        </w:rPr>
        <w:t xml:space="preserve">(turpmāk – Pašvaldības būve) </w:t>
      </w:r>
      <w:r w:rsidR="00A908BC" w:rsidRPr="00AE39D1">
        <w:rPr>
          <w:szCs w:val="24"/>
          <w:lang w:val="lv-LV"/>
        </w:rPr>
        <w:t>un ap to ~</w:t>
      </w:r>
      <w:r w:rsidR="0054542F" w:rsidRPr="00AE39D1">
        <w:rPr>
          <w:szCs w:val="24"/>
          <w:lang w:val="lv-LV"/>
        </w:rPr>
        <w:t xml:space="preserve">0,42 ha </w:t>
      </w:r>
      <w:r w:rsidR="00B2025C" w:rsidRPr="00AE39D1">
        <w:rPr>
          <w:szCs w:val="24"/>
          <w:lang w:val="lv-LV"/>
        </w:rPr>
        <w:t xml:space="preserve">platībā </w:t>
      </w:r>
      <w:r w:rsidR="0054542F" w:rsidRPr="00AE39D1">
        <w:rPr>
          <w:szCs w:val="24"/>
          <w:lang w:val="lv-LV"/>
        </w:rPr>
        <w:t xml:space="preserve">izvietota ar būvi saistīta labiekārtojuma </w:t>
      </w:r>
      <w:r w:rsidR="00DB3787" w:rsidRPr="00AE39D1">
        <w:rPr>
          <w:szCs w:val="24"/>
          <w:lang w:val="lv-LV"/>
        </w:rPr>
        <w:t>infrastruktūra</w:t>
      </w:r>
      <w:r w:rsidR="0054542F" w:rsidRPr="00AE39D1">
        <w:rPr>
          <w:szCs w:val="24"/>
          <w:lang w:val="lv-LV"/>
        </w:rPr>
        <w:t>. Pašvaldība</w:t>
      </w:r>
      <w:r w:rsidR="00750F8F" w:rsidRPr="00AE39D1">
        <w:rPr>
          <w:szCs w:val="24"/>
          <w:lang w:val="lv-LV"/>
        </w:rPr>
        <w:t xml:space="preserve">s būve </w:t>
      </w:r>
      <w:r w:rsidR="00DB3787" w:rsidRPr="00AE39D1">
        <w:rPr>
          <w:szCs w:val="24"/>
          <w:lang w:val="lv-LV"/>
        </w:rPr>
        <w:t xml:space="preserve">14.03.2006. </w:t>
      </w:r>
      <w:r w:rsidR="0054542F" w:rsidRPr="00AE39D1">
        <w:rPr>
          <w:szCs w:val="24"/>
          <w:lang w:val="lv-LV"/>
        </w:rPr>
        <w:t>ir ierakstīt</w:t>
      </w:r>
      <w:r w:rsidR="00CD3387" w:rsidRPr="00AE39D1">
        <w:rPr>
          <w:szCs w:val="24"/>
          <w:lang w:val="lv-LV"/>
        </w:rPr>
        <w:t xml:space="preserve">a </w:t>
      </w:r>
      <w:r w:rsidR="0054542F" w:rsidRPr="00AE39D1">
        <w:rPr>
          <w:szCs w:val="24"/>
          <w:lang w:val="lv-LV"/>
        </w:rPr>
        <w:t>Tukuma novada zemesgrāmatu nodaļas Irlavas pagasta zemesgrāmatas nodalījumā Nr.</w:t>
      </w:r>
      <w:r w:rsidR="00DB3787" w:rsidRPr="00AE39D1">
        <w:rPr>
          <w:szCs w:val="24"/>
          <w:lang w:val="lv-LV"/>
        </w:rPr>
        <w:t> </w:t>
      </w:r>
      <w:r w:rsidR="0054542F" w:rsidRPr="00AE39D1">
        <w:rPr>
          <w:szCs w:val="24"/>
          <w:lang w:val="lv-LV"/>
        </w:rPr>
        <w:t>1000 0020 9305</w:t>
      </w:r>
      <w:r w:rsidR="00B2025C" w:rsidRPr="00AE39D1">
        <w:rPr>
          <w:szCs w:val="24"/>
          <w:lang w:val="lv-LV"/>
        </w:rPr>
        <w:t xml:space="preserve"> uz Pašvaldības vārda</w:t>
      </w:r>
      <w:r w:rsidR="0054542F" w:rsidRPr="00AE39D1">
        <w:rPr>
          <w:szCs w:val="24"/>
          <w:lang w:val="lv-LV"/>
        </w:rPr>
        <w:t>. Minēt</w:t>
      </w:r>
      <w:r w:rsidR="00CD3387" w:rsidRPr="00AE39D1">
        <w:rPr>
          <w:szCs w:val="24"/>
          <w:lang w:val="lv-LV"/>
        </w:rPr>
        <w:t>ā</w:t>
      </w:r>
      <w:r w:rsidR="0054542F" w:rsidRPr="00AE39D1">
        <w:rPr>
          <w:szCs w:val="24"/>
          <w:lang w:val="lv-LV"/>
        </w:rPr>
        <w:t xml:space="preserve"> zemesgrāmatas nodalījum</w:t>
      </w:r>
      <w:r w:rsidR="00CD3387" w:rsidRPr="00AE39D1">
        <w:rPr>
          <w:szCs w:val="24"/>
          <w:lang w:val="lv-LV"/>
        </w:rPr>
        <w:t>a</w:t>
      </w:r>
      <w:r w:rsidR="0054542F" w:rsidRPr="00AE39D1">
        <w:rPr>
          <w:szCs w:val="24"/>
          <w:lang w:val="lv-LV"/>
        </w:rPr>
        <w:t xml:space="preserve"> I</w:t>
      </w:r>
      <w:r w:rsidR="007966CE" w:rsidRPr="00AE39D1">
        <w:rPr>
          <w:szCs w:val="24"/>
          <w:lang w:val="lv-LV"/>
        </w:rPr>
        <w:t> </w:t>
      </w:r>
      <w:r w:rsidR="0054542F" w:rsidRPr="00AE39D1">
        <w:rPr>
          <w:szCs w:val="24"/>
          <w:lang w:val="lv-LV"/>
        </w:rPr>
        <w:t>daļas 1.</w:t>
      </w:r>
      <w:r w:rsidR="007966CE" w:rsidRPr="00AE39D1">
        <w:rPr>
          <w:szCs w:val="24"/>
          <w:lang w:val="lv-LV"/>
        </w:rPr>
        <w:t> </w:t>
      </w:r>
      <w:r w:rsidR="0054542F" w:rsidRPr="00AE39D1">
        <w:rPr>
          <w:szCs w:val="24"/>
          <w:lang w:val="lv-LV"/>
        </w:rPr>
        <w:t xml:space="preserve">iedaļā ierakstīta </w:t>
      </w:r>
      <w:r w:rsidR="00273894" w:rsidRPr="00AE39D1">
        <w:rPr>
          <w:szCs w:val="24"/>
          <w:lang w:val="lv-LV"/>
        </w:rPr>
        <w:t>atzīme</w:t>
      </w:r>
      <w:r w:rsidR="0054542F" w:rsidRPr="00AE39D1">
        <w:rPr>
          <w:szCs w:val="24"/>
          <w:lang w:val="lv-LV"/>
        </w:rPr>
        <w:t xml:space="preserve">, ka </w:t>
      </w:r>
      <w:r w:rsidR="007966CE" w:rsidRPr="00AE39D1">
        <w:rPr>
          <w:szCs w:val="24"/>
          <w:lang w:val="lv-LV"/>
        </w:rPr>
        <w:t>būve ir</w:t>
      </w:r>
      <w:r w:rsidR="0054542F" w:rsidRPr="00AE39D1">
        <w:rPr>
          <w:szCs w:val="24"/>
          <w:lang w:val="lv-LV"/>
        </w:rPr>
        <w:t xml:space="preserve"> saistīta ar zemes vienīb</w:t>
      </w:r>
      <w:r w:rsidR="00273894" w:rsidRPr="00AE39D1">
        <w:rPr>
          <w:szCs w:val="24"/>
          <w:lang w:val="lv-LV"/>
        </w:rPr>
        <w:t>u</w:t>
      </w:r>
      <w:r w:rsidR="0054542F" w:rsidRPr="00AE39D1">
        <w:rPr>
          <w:szCs w:val="24"/>
          <w:lang w:val="lv-LV"/>
        </w:rPr>
        <w:t xml:space="preserve"> ar kadastra apzīmējumu 9054 502 0009</w:t>
      </w:r>
      <w:r w:rsidR="0038277F" w:rsidRPr="00AE39D1">
        <w:rPr>
          <w:szCs w:val="24"/>
          <w:lang w:val="lv-LV"/>
        </w:rPr>
        <w:t xml:space="preserve"> ~0,4239 ha platībā un ka zemes īpašumtiesības nav noskaidrotas. Atbilstoši LVM pieejamai informācijai, secināts, ka zemesgrāmatas nodalījumā ir veikts kļūdains ieraksts, proti, zemes vienības kadastra apzīmējuma vietā ierakstīts Pašvaldības būves īpašuma kadastra numurs. Atbilstoši 07.11.2005. </w:t>
      </w:r>
      <w:r w:rsidR="007C79A1" w:rsidRPr="00AE39D1">
        <w:rPr>
          <w:szCs w:val="24"/>
          <w:lang w:val="lv-LV"/>
        </w:rPr>
        <w:t>Pašvaldības būves piesaistes robežplānam, zemesgrāmatas nodalījumā bija jābūt ierakstam, ka Pašvaldības būvju īpašums saistīts ar zemes vienību ar kadastra apzīmējumu 9054 002 0236.</w:t>
      </w:r>
      <w:r w:rsidR="0062769B" w:rsidRPr="00AE39D1">
        <w:rPr>
          <w:szCs w:val="24"/>
          <w:lang w:val="lv-LV"/>
        </w:rPr>
        <w:t xml:space="preserve"> Atbilstoši pašvaldībai tiesības vērsties zemesgrāmatā un lūgt labot kļūdu.</w:t>
      </w:r>
    </w:p>
    <w:p w14:paraId="6D8AE827" w14:textId="77C558A2" w:rsidR="006A4BB2" w:rsidRPr="00AE39D1" w:rsidRDefault="006A4BB2" w:rsidP="00CD3387">
      <w:pPr>
        <w:widowControl/>
        <w:shd w:val="clear" w:color="auto" w:fill="FFFFFF"/>
        <w:rPr>
          <w:lang w:val="lv-LV"/>
        </w:rPr>
      </w:pPr>
      <w:r w:rsidRPr="00AE39D1">
        <w:rPr>
          <w:rFonts w:eastAsia="Times New Roman"/>
          <w:szCs w:val="24"/>
          <w:lang w:val="lv-LV" w:eastAsia="lv-LV"/>
        </w:rPr>
        <w:t>Spēkā esošā Tukuma novada teritorijas plānojuma</w:t>
      </w:r>
      <w:r w:rsidR="004640FD" w:rsidRPr="00AE39D1">
        <w:rPr>
          <w:rFonts w:eastAsia="Times New Roman"/>
          <w:szCs w:val="24"/>
          <w:lang w:val="lv-LV" w:eastAsia="lv-LV"/>
        </w:rPr>
        <w:t xml:space="preserve"> (turpmāk – TP)</w:t>
      </w:r>
      <w:r w:rsidRPr="00AE39D1">
        <w:rPr>
          <w:rFonts w:eastAsia="Times New Roman"/>
          <w:szCs w:val="24"/>
          <w:lang w:val="lv-LV" w:eastAsia="lv-LV"/>
        </w:rPr>
        <w:t xml:space="preserve"> Teritorijas izmantošanas un apbūves noteikumu </w:t>
      </w:r>
      <w:r w:rsidR="004640FD" w:rsidRPr="00AE39D1">
        <w:rPr>
          <w:rFonts w:eastAsia="Times New Roman"/>
          <w:szCs w:val="24"/>
          <w:lang w:val="lv-LV" w:eastAsia="lv-LV"/>
        </w:rPr>
        <w:t xml:space="preserve">(turpmāk – TIAN) </w:t>
      </w:r>
      <w:r w:rsidRPr="00AE39D1">
        <w:rPr>
          <w:rFonts w:eastAsia="Times New Roman"/>
          <w:szCs w:val="24"/>
          <w:lang w:val="lv-LV" w:eastAsia="lv-LV"/>
        </w:rPr>
        <w:t xml:space="preserve">189. punkts nosaka, ka atļauts veidot jaunu zemes vienību, </w:t>
      </w:r>
      <w:r w:rsidRPr="00AE39D1">
        <w:rPr>
          <w:lang w:val="lv-LV"/>
        </w:rPr>
        <w:t xml:space="preserve">kurai [..] zemes ierīcības projektā noteiktas tiešas piekļūšanas iespējas no ceļa vai ielas, vai kura ir pieejama </w:t>
      </w:r>
      <w:r w:rsidRPr="00AE39D1">
        <w:rPr>
          <w:lang w:val="lv-LV"/>
        </w:rPr>
        <w:lastRenderedPageBreak/>
        <w:t>pa ne mazāk kā 4,5 m platu servitūta ceļu (piebrauktuvi), ja zemes vienība tieši nerobežojas ar ceļu, ielu vai laukumu.</w:t>
      </w:r>
    </w:p>
    <w:p w14:paraId="68E63310" w14:textId="45A246B4" w:rsidR="00472429" w:rsidRPr="00AE39D1" w:rsidRDefault="00472429" w:rsidP="00CD3387">
      <w:pPr>
        <w:widowControl/>
        <w:shd w:val="clear" w:color="auto" w:fill="FFFFFF"/>
        <w:rPr>
          <w:rFonts w:eastAsia="Times New Roman"/>
          <w:szCs w:val="24"/>
          <w:lang w:val="lv-LV" w:eastAsia="lv-LV"/>
        </w:rPr>
      </w:pPr>
      <w:r w:rsidRPr="00AE39D1">
        <w:rPr>
          <w:lang w:val="lv-LV"/>
        </w:rPr>
        <w:t xml:space="preserve">Esošajā situācijā Pašvaldības būvei piekļuve nav nodrošināta no valsts vai pašvaldības ceļa vai ielas, bet gan no  zemes vienības ar kadastra apzīmējumu </w:t>
      </w:r>
      <w:r w:rsidRPr="00AE39D1">
        <w:rPr>
          <w:szCs w:val="24"/>
          <w:lang w:val="lv-LV"/>
        </w:rPr>
        <w:t xml:space="preserve">9054 002 0236 DA/D daļā esošas </w:t>
      </w:r>
      <w:r w:rsidR="00D5425E" w:rsidRPr="00AE39D1">
        <w:rPr>
          <w:szCs w:val="24"/>
          <w:lang w:val="lv-LV"/>
        </w:rPr>
        <w:t>dab</w:t>
      </w:r>
      <w:r w:rsidR="00453FBF" w:rsidRPr="00AE39D1">
        <w:rPr>
          <w:szCs w:val="24"/>
          <w:lang w:val="lv-LV"/>
        </w:rPr>
        <w:t>i</w:t>
      </w:r>
      <w:r w:rsidR="00D5425E" w:rsidRPr="00AE39D1">
        <w:rPr>
          <w:szCs w:val="24"/>
          <w:lang w:val="lv-LV"/>
        </w:rPr>
        <w:t xml:space="preserve">skas </w:t>
      </w:r>
      <w:r w:rsidRPr="00AE39D1">
        <w:rPr>
          <w:szCs w:val="24"/>
          <w:lang w:val="lv-LV"/>
        </w:rPr>
        <w:t xml:space="preserve">brauktuves. </w:t>
      </w:r>
    </w:p>
    <w:p w14:paraId="7DB485AA" w14:textId="21419F59" w:rsidR="00CD3387" w:rsidRPr="00AE39D1" w:rsidRDefault="00CD3387" w:rsidP="00CD3387">
      <w:pPr>
        <w:widowControl/>
        <w:shd w:val="clear" w:color="auto" w:fill="FFFFFF"/>
        <w:rPr>
          <w:szCs w:val="24"/>
          <w:lang w:val="lv-LV"/>
        </w:rPr>
      </w:pPr>
      <w:r w:rsidRPr="00AE39D1">
        <w:rPr>
          <w:rFonts w:eastAsia="Times New Roman"/>
          <w:szCs w:val="24"/>
          <w:lang w:val="lv-LV" w:eastAsia="lv-LV"/>
        </w:rPr>
        <w:t>Pamatojoties uz likuma „Par valsts un pašvaldību zemes īpašuma tiesībām un to nostiprināšanu zemesgrāmatās” 2. panta pirmo daļu un 8. panta ceturto daļu, n</w:t>
      </w:r>
      <w:r w:rsidRPr="00AE39D1">
        <w:rPr>
          <w:szCs w:val="24"/>
          <w:lang w:val="lv-LV"/>
        </w:rPr>
        <w:t>ekustamais īpašums “Kaļķene” ar kadastra Nr. 9054 002 0004, Irlavas pagastā, Tukuma novadā</w:t>
      </w:r>
      <w:r w:rsidR="006B59A9" w:rsidRPr="00AE39D1">
        <w:rPr>
          <w:szCs w:val="24"/>
          <w:lang w:val="lv-LV"/>
        </w:rPr>
        <w:t>, kas sastāv no 9 zemes vienībām, tai skaitā zemes vienība ar kadastra apzīmējumu 9054 002 0236 18,1ha platībā,</w:t>
      </w:r>
      <w:r w:rsidRPr="00AE39D1">
        <w:rPr>
          <w:szCs w:val="24"/>
          <w:lang w:val="lv-LV"/>
        </w:rPr>
        <w:t xml:space="preserve"> ir ierakstīts Irlavas pagasta zemesgrāmatu nodalījumā Nr. 100000468915 uz valsts vārda Zemkopības ministrijas personā </w:t>
      </w:r>
      <w:r w:rsidRPr="00AE39D1">
        <w:rPr>
          <w:rFonts w:eastAsia="Times New Roman"/>
          <w:szCs w:val="24"/>
          <w:lang w:val="lv-LV" w:eastAsia="lv-LV"/>
        </w:rPr>
        <w:t>(pamats: Latvijas Valsts vēstures arhīva izziņa Nr. 5-JP-1041/3 par zemes piederību Meža departamentam uz 1939.</w:t>
      </w:r>
      <w:r w:rsidR="002E3FD1" w:rsidRPr="00AE39D1">
        <w:rPr>
          <w:rFonts w:eastAsia="Times New Roman"/>
          <w:szCs w:val="24"/>
          <w:lang w:val="lv-LV" w:eastAsia="lv-LV"/>
        </w:rPr>
        <w:t> </w:t>
      </w:r>
      <w:r w:rsidRPr="00AE39D1">
        <w:rPr>
          <w:rFonts w:eastAsia="Times New Roman"/>
          <w:szCs w:val="24"/>
          <w:lang w:val="lv-LV" w:eastAsia="lv-LV"/>
        </w:rPr>
        <w:t>gadu).</w:t>
      </w:r>
    </w:p>
    <w:p w14:paraId="5F221CD7" w14:textId="26A2E8CA" w:rsidR="00497A79" w:rsidRPr="00AE39D1" w:rsidRDefault="00497A79" w:rsidP="00497A79">
      <w:pPr>
        <w:pStyle w:val="Nosaukums1"/>
        <w:spacing w:before="0"/>
        <w:ind w:right="40" w:firstLine="720"/>
        <w:jc w:val="both"/>
        <w:rPr>
          <w:rFonts w:eastAsia="Calibri"/>
          <w:sz w:val="24"/>
          <w:szCs w:val="24"/>
          <w:lang w:val="lv-LV"/>
        </w:rPr>
      </w:pPr>
      <w:r w:rsidRPr="00AE39D1">
        <w:rPr>
          <w:rFonts w:eastAsia="Calibri"/>
          <w:sz w:val="24"/>
          <w:szCs w:val="24"/>
          <w:lang w:val="lv-LV"/>
        </w:rPr>
        <w:t xml:space="preserve">Ņemot </w:t>
      </w:r>
      <w:r w:rsidRPr="00AE39D1">
        <w:rPr>
          <w:sz w:val="24"/>
          <w:szCs w:val="24"/>
          <w:lang w:val="lv-LV" w:eastAsia="lv-LV"/>
        </w:rPr>
        <w:t>vērā Pašvaldības 06.11.2019. vēstulē minēt</w:t>
      </w:r>
      <w:r w:rsidR="002E3FD1" w:rsidRPr="00AE39D1">
        <w:rPr>
          <w:sz w:val="24"/>
          <w:szCs w:val="24"/>
          <w:lang w:val="lv-LV" w:eastAsia="lv-LV"/>
        </w:rPr>
        <w:t>o</w:t>
      </w:r>
      <w:r w:rsidRPr="00AE39D1">
        <w:rPr>
          <w:sz w:val="24"/>
          <w:szCs w:val="24"/>
          <w:lang w:val="lv-LV" w:eastAsia="lv-LV"/>
        </w:rPr>
        <w:t xml:space="preserve">, LVM </w:t>
      </w:r>
      <w:r w:rsidR="00750F8F" w:rsidRPr="00AE39D1">
        <w:rPr>
          <w:sz w:val="24"/>
          <w:szCs w:val="24"/>
          <w:lang w:val="lv-LV" w:eastAsia="lv-LV"/>
        </w:rPr>
        <w:t xml:space="preserve">no zemes vienības ar kadastra apzīmējumu 9054 002 0236 </w:t>
      </w:r>
      <w:r w:rsidRPr="00AE39D1">
        <w:rPr>
          <w:sz w:val="24"/>
          <w:szCs w:val="24"/>
          <w:lang w:val="lv-LV" w:eastAsia="lv-LV"/>
        </w:rPr>
        <w:t>izdalīja</w:t>
      </w:r>
      <w:r w:rsidRPr="00AE39D1">
        <w:rPr>
          <w:rFonts w:eastAsia="Calibri"/>
          <w:sz w:val="24"/>
          <w:szCs w:val="24"/>
          <w:lang w:val="lv-LV"/>
        </w:rPr>
        <w:t xml:space="preserve"> atsevišķu meža zemes nogabalu</w:t>
      </w:r>
      <w:r w:rsidR="00750F8F" w:rsidRPr="00AE39D1">
        <w:rPr>
          <w:rFonts w:eastAsia="Calibri"/>
          <w:sz w:val="24"/>
          <w:szCs w:val="24"/>
          <w:lang w:val="lv-LV"/>
        </w:rPr>
        <w:t xml:space="preserve"> ar aptuveno platību 0,42 ha</w:t>
      </w:r>
      <w:r w:rsidRPr="00AE39D1">
        <w:rPr>
          <w:rFonts w:eastAsia="Calibri"/>
          <w:sz w:val="24"/>
          <w:szCs w:val="24"/>
          <w:lang w:val="lv-LV"/>
        </w:rPr>
        <w:t xml:space="preserve">, kurā ietilpst </w:t>
      </w:r>
      <w:r w:rsidR="00750F8F" w:rsidRPr="00AE39D1">
        <w:rPr>
          <w:rFonts w:eastAsia="Calibri"/>
          <w:sz w:val="24"/>
          <w:szCs w:val="24"/>
          <w:lang w:val="lv-LV"/>
        </w:rPr>
        <w:t xml:space="preserve">Pašvaldības </w:t>
      </w:r>
      <w:r w:rsidRPr="00AE39D1">
        <w:rPr>
          <w:rFonts w:eastAsia="Calibri"/>
          <w:sz w:val="24"/>
          <w:szCs w:val="24"/>
          <w:lang w:val="lv-LV"/>
        </w:rPr>
        <w:t>bū</w:t>
      </w:r>
      <w:r w:rsidR="00750F8F" w:rsidRPr="00AE39D1">
        <w:rPr>
          <w:rFonts w:eastAsia="Calibri"/>
          <w:sz w:val="24"/>
          <w:szCs w:val="24"/>
          <w:lang w:val="lv-LV"/>
        </w:rPr>
        <w:t>ve un ar to</w:t>
      </w:r>
      <w:r w:rsidRPr="00AE39D1">
        <w:rPr>
          <w:rFonts w:eastAsia="Calibri"/>
          <w:sz w:val="24"/>
          <w:szCs w:val="24"/>
          <w:lang w:val="lv-LV"/>
        </w:rPr>
        <w:t xml:space="preserve"> saistītais zemes gabals. Minētajā nogabalā LVM saimniecisko darbību neveic un arī turpmāk to nebūs iespējams izmantot valsts meža īpašuma apsaimniekošanai</w:t>
      </w:r>
      <w:r w:rsidR="00F81E36" w:rsidRPr="00AE39D1">
        <w:rPr>
          <w:rFonts w:eastAsia="Calibri"/>
          <w:sz w:val="24"/>
          <w:szCs w:val="24"/>
          <w:lang w:val="lv-LV"/>
        </w:rPr>
        <w:t>, attiecīgi</w:t>
      </w:r>
      <w:r w:rsidRPr="00AE39D1">
        <w:rPr>
          <w:rFonts w:eastAsia="Calibri"/>
          <w:sz w:val="24"/>
          <w:szCs w:val="24"/>
          <w:lang w:val="lv-LV"/>
        </w:rPr>
        <w:t xml:space="preserve"> </w:t>
      </w:r>
      <w:r w:rsidR="00F81E36" w:rsidRPr="00AE39D1">
        <w:rPr>
          <w:rFonts w:eastAsia="Calibri"/>
          <w:sz w:val="24"/>
          <w:szCs w:val="24"/>
          <w:lang w:val="lv-LV"/>
        </w:rPr>
        <w:t>zemes vienības daļa nav nepieciešama valsts funkciju (valsts meža apsaimniekošana un aizsardzība) īstenošanai.</w:t>
      </w:r>
    </w:p>
    <w:p w14:paraId="6D24E236" w14:textId="34455B66" w:rsidR="0029784E" w:rsidRPr="00AE39D1" w:rsidRDefault="0029784E" w:rsidP="0029784E">
      <w:pPr>
        <w:rPr>
          <w:rFonts w:eastAsia="Times New Roman"/>
          <w:szCs w:val="24"/>
          <w:highlight w:val="yellow"/>
          <w:lang w:val="lv-LV"/>
        </w:rPr>
      </w:pPr>
      <w:r w:rsidRPr="00AE39D1">
        <w:rPr>
          <w:szCs w:val="24"/>
          <w:lang w:val="lv-LV"/>
        </w:rPr>
        <w:t xml:space="preserve">Atbilstoši spēkā esošajam </w:t>
      </w:r>
      <w:r w:rsidR="00642267" w:rsidRPr="00AE39D1">
        <w:rPr>
          <w:szCs w:val="24"/>
          <w:lang w:val="lv-LV"/>
        </w:rPr>
        <w:t>Tukuma</w:t>
      </w:r>
      <w:r w:rsidRPr="00AE39D1">
        <w:rPr>
          <w:szCs w:val="24"/>
          <w:lang w:val="lv-LV"/>
        </w:rPr>
        <w:t xml:space="preserve"> novada teritorijas plānojuma</w:t>
      </w:r>
      <w:r w:rsidR="001C5B57" w:rsidRPr="00AE39D1">
        <w:rPr>
          <w:szCs w:val="24"/>
          <w:lang w:val="lv-LV"/>
        </w:rPr>
        <w:t>m</w:t>
      </w:r>
      <w:r w:rsidRPr="00AE39D1">
        <w:rPr>
          <w:szCs w:val="24"/>
          <w:lang w:val="lv-LV"/>
        </w:rPr>
        <w:t>,  zemes vienība</w:t>
      </w:r>
      <w:r w:rsidR="00642267" w:rsidRPr="00AE39D1">
        <w:rPr>
          <w:szCs w:val="24"/>
          <w:lang w:val="lv-LV"/>
        </w:rPr>
        <w:t xml:space="preserve">i ar kadastra apzīmējumu 9054 002 0236 </w:t>
      </w:r>
      <w:r w:rsidRPr="00AE39D1">
        <w:rPr>
          <w:rFonts w:eastAsia="Times New Roman"/>
          <w:szCs w:val="24"/>
          <w:lang w:val="lv-LV"/>
        </w:rPr>
        <w:t>kā plānotā atļautā izmantošana noteikta “</w:t>
      </w:r>
      <w:r w:rsidR="00642267" w:rsidRPr="00AE39D1">
        <w:rPr>
          <w:rFonts w:eastAsia="Times New Roman"/>
          <w:szCs w:val="24"/>
          <w:lang w:val="lv-LV"/>
        </w:rPr>
        <w:t>Dabas un apstādījumu teritorija</w:t>
      </w:r>
      <w:r w:rsidRPr="00AE39D1">
        <w:rPr>
          <w:rFonts w:eastAsia="Times New Roman"/>
          <w:szCs w:val="24"/>
          <w:lang w:val="lv-LV"/>
        </w:rPr>
        <w:t>” (</w:t>
      </w:r>
      <w:r w:rsidR="00642267" w:rsidRPr="00AE39D1">
        <w:rPr>
          <w:rFonts w:eastAsia="Times New Roman"/>
          <w:szCs w:val="24"/>
          <w:lang w:val="lv-LV"/>
        </w:rPr>
        <w:t>DA</w:t>
      </w:r>
      <w:r w:rsidRPr="00AE39D1">
        <w:rPr>
          <w:rFonts w:eastAsia="Times New Roman"/>
          <w:szCs w:val="24"/>
          <w:lang w:val="lv-LV"/>
        </w:rPr>
        <w:t>)</w:t>
      </w:r>
      <w:r w:rsidR="00642267" w:rsidRPr="00AE39D1">
        <w:rPr>
          <w:rFonts w:eastAsia="Times New Roman"/>
          <w:szCs w:val="24"/>
          <w:lang w:val="lv-LV"/>
        </w:rPr>
        <w:t xml:space="preserve"> un</w:t>
      </w:r>
      <w:r w:rsidR="006B59A9" w:rsidRPr="00AE39D1">
        <w:rPr>
          <w:rFonts w:eastAsia="Times New Roman"/>
          <w:szCs w:val="24"/>
          <w:lang w:val="lv-LV"/>
        </w:rPr>
        <w:t xml:space="preserve"> tā</w:t>
      </w:r>
      <w:r w:rsidR="00642267" w:rsidRPr="00AE39D1">
        <w:rPr>
          <w:rFonts w:eastAsia="Times New Roman"/>
          <w:szCs w:val="24"/>
          <w:lang w:val="lv-LV"/>
        </w:rPr>
        <w:t xml:space="preserve"> noteikta kā </w:t>
      </w:r>
      <w:r w:rsidR="00B2025C" w:rsidRPr="00AE39D1">
        <w:rPr>
          <w:rFonts w:eastAsia="Times New Roman"/>
          <w:szCs w:val="24"/>
          <w:lang w:val="lv-LV"/>
        </w:rPr>
        <w:t>“V</w:t>
      </w:r>
      <w:r w:rsidR="00642267" w:rsidRPr="00AE39D1">
        <w:rPr>
          <w:lang w:val="lv-LV"/>
        </w:rPr>
        <w:t>ietējās nozīmes kultūrvēsturiskā un dabas teritorija</w:t>
      </w:r>
      <w:r w:rsidR="00B2025C" w:rsidRPr="00AE39D1">
        <w:rPr>
          <w:lang w:val="lv-LV"/>
        </w:rPr>
        <w:t>” (TIN4)</w:t>
      </w:r>
      <w:r w:rsidR="003C04D3" w:rsidRPr="00AE39D1">
        <w:rPr>
          <w:lang w:val="lv-LV"/>
        </w:rPr>
        <w:t>.</w:t>
      </w:r>
      <w:r w:rsidRPr="00AE39D1">
        <w:rPr>
          <w:rFonts w:eastAsia="Times New Roman"/>
          <w:szCs w:val="24"/>
          <w:lang w:val="lv-LV"/>
        </w:rPr>
        <w:t xml:space="preserve"> </w:t>
      </w:r>
      <w:r w:rsidR="003C04D3" w:rsidRPr="00AE39D1">
        <w:rPr>
          <w:rFonts w:eastAsia="Times New Roman"/>
          <w:szCs w:val="24"/>
          <w:lang w:val="lv-LV"/>
        </w:rPr>
        <w:t>D</w:t>
      </w:r>
      <w:r w:rsidR="003C04D3" w:rsidRPr="00AE39D1">
        <w:rPr>
          <w:lang w:val="lv-LV"/>
        </w:rPr>
        <w:t>abas un apstādījumu teritorija (DA) ir funkcionālā zona, ko nosaka, lai nodrošinātu rekreācijas, tūrisma, kvalitatīvas dabas un kultūrvides un līdzīgu funkciju īstenošanu dabas teritorijās</w:t>
      </w:r>
      <w:r w:rsidR="00B2025C" w:rsidRPr="00AE39D1">
        <w:rPr>
          <w:lang w:val="lv-LV"/>
        </w:rPr>
        <w:t>. Savukārt TIN4 teritorijās saglabājama raksturīgā vide – reljefs, apstādījumu, apzaļumojuma un apbūves raksturs, koku grupas un alejas, savvaļas puķu audzes, kā arī raksturīgie skatu punkti uz kultūrvēsturiskajiem objektiem un dabas ainavām.</w:t>
      </w:r>
    </w:p>
    <w:p w14:paraId="605822B5" w14:textId="5D7E1BCD" w:rsidR="00642267" w:rsidRPr="00AE39D1" w:rsidRDefault="001C5AC3" w:rsidP="004D5732">
      <w:pPr>
        <w:ind w:firstLine="709"/>
        <w:rPr>
          <w:i/>
          <w:iCs/>
          <w:szCs w:val="24"/>
          <w:lang w:val="lv-LV"/>
        </w:rPr>
      </w:pPr>
      <w:r w:rsidRPr="00AE39D1">
        <w:rPr>
          <w:noProof/>
          <w:lang w:val="lv-LV"/>
        </w:rPr>
        <mc:AlternateContent>
          <mc:Choice Requires="wpg">
            <w:drawing>
              <wp:anchor distT="0" distB="0" distL="114300" distR="114300" simplePos="0" relativeHeight="251662336" behindDoc="0" locked="0" layoutInCell="1" allowOverlap="1" wp14:anchorId="15A3E179" wp14:editId="4D01EB6E">
                <wp:simplePos x="0" y="0"/>
                <wp:positionH relativeFrom="margin">
                  <wp:align>right</wp:align>
                </wp:positionH>
                <wp:positionV relativeFrom="paragraph">
                  <wp:posOffset>77470</wp:posOffset>
                </wp:positionV>
                <wp:extent cx="2510155" cy="2654935"/>
                <wp:effectExtent l="0" t="0" r="4445" b="0"/>
                <wp:wrapSquare wrapText="bothSides"/>
                <wp:docPr id="9" name="Group 9"/>
                <wp:cNvGraphicFramePr/>
                <a:graphic xmlns:a="http://schemas.openxmlformats.org/drawingml/2006/main">
                  <a:graphicData uri="http://schemas.microsoft.com/office/word/2010/wordprocessingGroup">
                    <wpg:wgp>
                      <wpg:cNvGrpSpPr/>
                      <wpg:grpSpPr>
                        <a:xfrm>
                          <a:off x="0" y="0"/>
                          <a:ext cx="2510155" cy="2654935"/>
                          <a:chOff x="0" y="0"/>
                          <a:chExt cx="2510155" cy="2655639"/>
                        </a:xfrm>
                      </wpg:grpSpPr>
                      <pic:pic xmlns:pic="http://schemas.openxmlformats.org/drawingml/2006/picture">
                        <pic:nvPicPr>
                          <pic:cNvPr id="5" name="Picture 5"/>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25400" y="0"/>
                            <a:ext cx="2484755" cy="2005965"/>
                          </a:xfrm>
                          <a:prstGeom prst="rect">
                            <a:avLst/>
                          </a:prstGeom>
                        </pic:spPr>
                      </pic:pic>
                      <wps:wsp>
                        <wps:cNvPr id="2" name="Text Box 2"/>
                        <wps:cNvSpPr txBox="1"/>
                        <wps:spPr>
                          <a:xfrm>
                            <a:off x="0" y="2025650"/>
                            <a:ext cx="2473960" cy="629989"/>
                          </a:xfrm>
                          <a:prstGeom prst="rect">
                            <a:avLst/>
                          </a:prstGeom>
                          <a:noFill/>
                          <a:ln w="6350">
                            <a:noFill/>
                          </a:ln>
                        </wps:spPr>
                        <wps:txbx>
                          <w:txbxContent>
                            <w:p w14:paraId="0A8BDEE9" w14:textId="2C066B2D" w:rsidR="00FC5EEB" w:rsidRPr="00642267" w:rsidRDefault="00FC5EEB" w:rsidP="00FC5EEB">
                              <w:pPr>
                                <w:ind w:firstLine="0"/>
                                <w:rPr>
                                  <w:sz w:val="18"/>
                                  <w:szCs w:val="16"/>
                                  <w:lang w:val="lv-LV"/>
                                </w:rPr>
                              </w:pPr>
                              <w:r w:rsidRPr="00642267">
                                <w:rPr>
                                  <w:sz w:val="18"/>
                                  <w:szCs w:val="16"/>
                                  <w:lang w:val="lv-LV"/>
                                </w:rPr>
                                <w:t xml:space="preserve">2. attēls. </w:t>
                              </w:r>
                              <w:r w:rsidRPr="00642267">
                                <w:rPr>
                                  <w:b/>
                                  <w:bCs/>
                                  <w:sz w:val="18"/>
                                  <w:szCs w:val="16"/>
                                  <w:lang w:val="lv-LV"/>
                                </w:rPr>
                                <w:t>Zemes vienības ar kadastra apzīmējumu 9054 002 0236 plānotā (atļautā) izmantošana.</w:t>
                              </w:r>
                              <w:r w:rsidRPr="00642267">
                                <w:rPr>
                                  <w:sz w:val="18"/>
                                  <w:szCs w:val="16"/>
                                  <w:lang w:val="lv-LV"/>
                                </w:rPr>
                                <w:t xml:space="preserve"> Avots: Spēkā esošais Tukuma novada teritorijas plānojums.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15A3E179" id="Group 9" o:spid="_x0000_s1029" style="position:absolute;left:0;text-align:left;margin-left:146.45pt;margin-top:6.1pt;width:197.65pt;height:209.05pt;z-index:251662336;mso-position-horizontal:right;mso-position-horizontal-relative:margin;mso-height-relative:margin" coordsize="25101,2655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">
                <v:shape id="Picture 5" o:spid="_x0000_s1030" type="#_x0000_t75" style="position:absolute;left:254;width:24847;height:200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">
                  <v:imagedata r:id="rId11" o:title=""/>
                </v:shape>
                <v:shape id="Text Box 2" o:spid="_x0000_s1031" type="#_x0000_t202" style="position:absolute;top:20256;width:24739;height:6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14:paraId="0A8BDEE9" w14:textId="2C066B2D" w:rsidR="00FC5EEB" w:rsidRPr="00642267" w:rsidRDefault="00FC5EEB" w:rsidP="00FC5EEB">
                        <w:pPr>
                          <w:ind w:firstLine="0"/>
                          <w:rPr>
                            <w:sz w:val="18"/>
                            <w:szCs w:val="16"/>
                            <w:lang w:val="lv-LV"/>
                          </w:rPr>
                        </w:pPr>
                        <w:r w:rsidRPr="00642267">
                          <w:rPr>
                            <w:sz w:val="18"/>
                            <w:szCs w:val="16"/>
                            <w:lang w:val="lv-LV"/>
                          </w:rPr>
                          <w:t xml:space="preserve">2. attēls. </w:t>
                        </w:r>
                        <w:r w:rsidRPr="00642267">
                          <w:rPr>
                            <w:b/>
                            <w:bCs/>
                            <w:sz w:val="18"/>
                            <w:szCs w:val="16"/>
                            <w:lang w:val="lv-LV"/>
                          </w:rPr>
                          <w:t>Zemes vienības ar kadastra apzīmējumu 9054 002 0236 plānotā (atļautā) izmantošana.</w:t>
                        </w:r>
                        <w:r w:rsidRPr="00642267">
                          <w:rPr>
                            <w:sz w:val="18"/>
                            <w:szCs w:val="16"/>
                            <w:lang w:val="lv-LV"/>
                          </w:rPr>
                          <w:t xml:space="preserve"> Avots: Spēkā esošais Tukuma novada teritorijas plānojums.</w:t>
                        </w:r>
                      </w:p>
                    </w:txbxContent>
                  </v:textbox>
                </v:shape>
                <w10:wrap type="square" anchorx="margin"/>
              </v:group>
            </w:pict>
          </mc:Fallback>
        </mc:AlternateContent>
      </w:r>
      <w:r w:rsidR="00642267" w:rsidRPr="00AE39D1">
        <w:rPr>
          <w:szCs w:val="24"/>
          <w:lang w:val="lv-LV"/>
        </w:rPr>
        <w:t>Atbilstoši likuma “Par pašvaldībām” 15. panta</w:t>
      </w:r>
      <w:r w:rsidR="00F81E36" w:rsidRPr="00AE39D1">
        <w:rPr>
          <w:szCs w:val="24"/>
          <w:lang w:val="lv-LV"/>
        </w:rPr>
        <w:t xml:space="preserve"> pirmās daļas noteikumiem</w:t>
      </w:r>
      <w:r w:rsidR="00642267" w:rsidRPr="00AE39D1">
        <w:rPr>
          <w:szCs w:val="24"/>
          <w:lang w:val="lv-LV"/>
        </w:rPr>
        <w:t xml:space="preserve">, viena no pašvaldības autonomajām funkcijām ir: </w:t>
      </w:r>
      <w:r w:rsidR="00642267" w:rsidRPr="00AE39D1">
        <w:rPr>
          <w:i/>
          <w:iCs/>
          <w:szCs w:val="24"/>
          <w:lang w:val="lv-LV"/>
        </w:rPr>
        <w:t xml:space="preserve">2) gādāt par savas administratīvās teritorijas labiekārtošanu un sanitāro tīrību </w:t>
      </w:r>
      <w:r w:rsidR="00642267" w:rsidRPr="00AE39D1">
        <w:rPr>
          <w:i/>
          <w:iCs/>
          <w:szCs w:val="24"/>
          <w:u w:val="single"/>
          <w:lang w:val="lv-LV"/>
        </w:rPr>
        <w:t>(ielu, ceļu un laukumu būvniecība</w:t>
      </w:r>
      <w:r w:rsidR="00642267" w:rsidRPr="00AE39D1">
        <w:rPr>
          <w:i/>
          <w:iCs/>
          <w:szCs w:val="24"/>
          <w:lang w:val="lv-LV"/>
        </w:rPr>
        <w:t xml:space="preserve">, rekonstruēšana un uzturēšana; ielu, laukumu un citu publiskai lietošanai paredzēto teritoriju apgaismošana; </w:t>
      </w:r>
      <w:r w:rsidR="00642267" w:rsidRPr="00AE39D1">
        <w:rPr>
          <w:i/>
          <w:iCs/>
          <w:szCs w:val="24"/>
          <w:u w:val="single"/>
          <w:lang w:val="lv-LV"/>
        </w:rPr>
        <w:t>parku, skvēru un zaļo zonu ierīkošana un uzturēšana</w:t>
      </w:r>
      <w:r w:rsidR="00642267" w:rsidRPr="00AE39D1">
        <w:rPr>
          <w:i/>
          <w:iCs/>
          <w:szCs w:val="24"/>
          <w:lang w:val="lv-LV"/>
        </w:rPr>
        <w:t>; [..])</w:t>
      </w:r>
      <w:r w:rsidR="00F81E36" w:rsidRPr="00AE39D1">
        <w:rPr>
          <w:szCs w:val="24"/>
          <w:lang w:val="lv-LV"/>
        </w:rPr>
        <w:t xml:space="preserve">, kā arī </w:t>
      </w:r>
      <w:r w:rsidR="00F81E36" w:rsidRPr="00AE39D1">
        <w:rPr>
          <w:i/>
          <w:iCs/>
          <w:szCs w:val="24"/>
          <w:lang w:val="lv-LV"/>
        </w:rPr>
        <w:t>rūpēties par kultūru un sekmēt tradicionālo kultūras vērtību saglabāšanu un tautas jaunrades attīstību [..] (</w:t>
      </w:r>
      <w:r w:rsidR="00B95B68" w:rsidRPr="00AE39D1">
        <w:rPr>
          <w:i/>
          <w:iCs/>
          <w:szCs w:val="24"/>
          <w:lang w:val="lv-LV"/>
        </w:rPr>
        <w:t xml:space="preserve">likuma </w:t>
      </w:r>
      <w:r w:rsidR="00F81E36" w:rsidRPr="00AE39D1">
        <w:rPr>
          <w:i/>
          <w:iCs/>
          <w:szCs w:val="24"/>
          <w:lang w:val="lv-LV"/>
        </w:rPr>
        <w:t>15.panta pirmās daļas 5.punkts)</w:t>
      </w:r>
      <w:r w:rsidR="00A65F85" w:rsidRPr="00AE39D1">
        <w:rPr>
          <w:i/>
          <w:iCs/>
          <w:szCs w:val="24"/>
          <w:lang w:val="lv-LV"/>
        </w:rPr>
        <w:t>.</w:t>
      </w:r>
    </w:p>
    <w:p w14:paraId="53512394" w14:textId="2697CD95" w:rsidR="004D5732" w:rsidRPr="00AE39D1" w:rsidRDefault="004D5732" w:rsidP="004D5732">
      <w:pPr>
        <w:rPr>
          <w:szCs w:val="24"/>
          <w:lang w:val="lv-LV"/>
        </w:rPr>
      </w:pPr>
      <w:r w:rsidRPr="00AE39D1">
        <w:rPr>
          <w:szCs w:val="24"/>
          <w:lang w:val="lv-LV"/>
        </w:rPr>
        <w:t>Ņemot vērā augstāk minēt</w:t>
      </w:r>
      <w:r w:rsidR="00F81E36" w:rsidRPr="00AE39D1">
        <w:rPr>
          <w:szCs w:val="24"/>
          <w:lang w:val="lv-LV"/>
        </w:rPr>
        <w:t>o</w:t>
      </w:r>
      <w:r w:rsidRPr="00AE39D1">
        <w:rPr>
          <w:szCs w:val="24"/>
          <w:lang w:val="lv-LV"/>
        </w:rPr>
        <w:t>, LVM iesk</w:t>
      </w:r>
      <w:r w:rsidR="00F81E36" w:rsidRPr="00AE39D1">
        <w:rPr>
          <w:szCs w:val="24"/>
          <w:lang w:val="lv-LV"/>
        </w:rPr>
        <w:t>a</w:t>
      </w:r>
      <w:r w:rsidRPr="00AE39D1">
        <w:rPr>
          <w:szCs w:val="24"/>
          <w:lang w:val="lv-LV"/>
        </w:rPr>
        <w:t>tā, atbilstošākais risinājums būtu zemes vienības ar kadastra apzīmējumu 9054 002 0236 daļas</w:t>
      </w:r>
      <w:r w:rsidR="00AD0CE2" w:rsidRPr="00AE39D1">
        <w:rPr>
          <w:szCs w:val="24"/>
          <w:lang w:val="lv-LV"/>
        </w:rPr>
        <w:t xml:space="preserve"> </w:t>
      </w:r>
      <w:bookmarkStart w:id="0" w:name="_Hlk71719746"/>
      <w:r w:rsidR="00F81E36" w:rsidRPr="00AE39D1">
        <w:rPr>
          <w:szCs w:val="24"/>
          <w:lang w:val="lv-LV"/>
        </w:rPr>
        <w:t>~</w:t>
      </w:r>
      <w:r w:rsidR="00AD0CE2" w:rsidRPr="00AE39D1">
        <w:rPr>
          <w:szCs w:val="24"/>
          <w:lang w:val="lv-LV"/>
        </w:rPr>
        <w:t>0,</w:t>
      </w:r>
      <w:r w:rsidR="00A3723B" w:rsidRPr="00AE39D1">
        <w:rPr>
          <w:szCs w:val="24"/>
          <w:lang w:val="lv-LV"/>
        </w:rPr>
        <w:t>42</w:t>
      </w:r>
      <w:r w:rsidR="00AD0CE2" w:rsidRPr="00AE39D1">
        <w:rPr>
          <w:szCs w:val="24"/>
          <w:lang w:val="lv-LV"/>
        </w:rPr>
        <w:t> ha platībā</w:t>
      </w:r>
      <w:r w:rsidR="006A4BB2" w:rsidRPr="00AE39D1">
        <w:rPr>
          <w:szCs w:val="24"/>
          <w:lang w:val="lv-LV"/>
        </w:rPr>
        <w:t>, kas ietver</w:t>
      </w:r>
      <w:r w:rsidR="00A3723B" w:rsidRPr="00AE39D1">
        <w:rPr>
          <w:szCs w:val="24"/>
          <w:lang w:val="lv-LV"/>
        </w:rPr>
        <w:t xml:space="preserve"> zemi zem Pašvaldības būves un ar to funkcionāli saistīto platību</w:t>
      </w:r>
      <w:r w:rsidR="00472429" w:rsidRPr="00AE39D1">
        <w:rPr>
          <w:szCs w:val="24"/>
          <w:lang w:val="lv-LV"/>
        </w:rPr>
        <w:t xml:space="preserve"> (turpmāk – Atsavināmā platība</w:t>
      </w:r>
      <w:r w:rsidR="003B6EDB" w:rsidRPr="00AE39D1">
        <w:rPr>
          <w:szCs w:val="24"/>
          <w:lang w:val="lv-LV"/>
        </w:rPr>
        <w:t xml:space="preserve"> būves īpašumam</w:t>
      </w:r>
      <w:r w:rsidR="00472429" w:rsidRPr="00AE39D1">
        <w:rPr>
          <w:szCs w:val="24"/>
          <w:lang w:val="lv-LV"/>
        </w:rPr>
        <w:t>),</w:t>
      </w:r>
      <w:r w:rsidR="00AD0CE2" w:rsidRPr="00AE39D1">
        <w:rPr>
          <w:szCs w:val="24"/>
          <w:lang w:val="lv-LV"/>
        </w:rPr>
        <w:t xml:space="preserve"> </w:t>
      </w:r>
      <w:bookmarkEnd w:id="0"/>
      <w:r w:rsidR="00053DC7" w:rsidRPr="00AE39D1">
        <w:rPr>
          <w:szCs w:val="24"/>
          <w:lang w:val="lv-LV"/>
        </w:rPr>
        <w:t xml:space="preserve">atsavināšana </w:t>
      </w:r>
      <w:bookmarkStart w:id="1" w:name="_Hlk71723378"/>
      <w:r w:rsidR="00F81E36" w:rsidRPr="00AE39D1">
        <w:rPr>
          <w:szCs w:val="24"/>
          <w:lang w:val="lv-LV"/>
        </w:rPr>
        <w:t>par labu Pašvaldībai p</w:t>
      </w:r>
      <w:r w:rsidR="00053DC7" w:rsidRPr="00AE39D1">
        <w:rPr>
          <w:szCs w:val="24"/>
          <w:lang w:val="lv-LV"/>
        </w:rPr>
        <w:t>ašvaldības autonom</w:t>
      </w:r>
      <w:r w:rsidR="00F81E36" w:rsidRPr="00AE39D1">
        <w:rPr>
          <w:szCs w:val="24"/>
          <w:lang w:val="lv-LV"/>
        </w:rPr>
        <w:t>o</w:t>
      </w:r>
      <w:r w:rsidR="00053DC7" w:rsidRPr="00AE39D1">
        <w:rPr>
          <w:szCs w:val="24"/>
          <w:lang w:val="lv-LV"/>
        </w:rPr>
        <w:t xml:space="preserve"> funkcij</w:t>
      </w:r>
      <w:r w:rsidR="00F81E36" w:rsidRPr="00AE39D1">
        <w:rPr>
          <w:szCs w:val="24"/>
          <w:lang w:val="lv-LV"/>
        </w:rPr>
        <w:t>u īstenošanai</w:t>
      </w:r>
      <w:r w:rsidR="00B0741F" w:rsidRPr="00AE39D1">
        <w:rPr>
          <w:szCs w:val="24"/>
          <w:lang w:val="lv-LV"/>
        </w:rPr>
        <w:t xml:space="preserve">, lai nodrošinātu </w:t>
      </w:r>
      <w:r w:rsidR="00F81E36" w:rsidRPr="00AE39D1">
        <w:rPr>
          <w:szCs w:val="24"/>
          <w:lang w:val="lv-LV"/>
        </w:rPr>
        <w:t>likuma “Par pašvaldībām” 15. panta pirm</w:t>
      </w:r>
      <w:r w:rsidR="00B0741F" w:rsidRPr="00AE39D1">
        <w:rPr>
          <w:szCs w:val="24"/>
          <w:lang w:val="lv-LV"/>
        </w:rPr>
        <w:t>ajā</w:t>
      </w:r>
      <w:r w:rsidR="00AE39D1">
        <w:rPr>
          <w:szCs w:val="24"/>
          <w:lang w:val="lv-LV"/>
        </w:rPr>
        <w:t xml:space="preserve"> </w:t>
      </w:r>
      <w:r w:rsidR="00F81E36" w:rsidRPr="00AE39D1">
        <w:rPr>
          <w:szCs w:val="24"/>
          <w:lang w:val="lv-LV"/>
        </w:rPr>
        <w:t>daļ</w:t>
      </w:r>
      <w:r w:rsidR="00B0741F" w:rsidRPr="00AE39D1">
        <w:rPr>
          <w:szCs w:val="24"/>
          <w:lang w:val="lv-LV"/>
        </w:rPr>
        <w:t>ā noteikto autonom</w:t>
      </w:r>
      <w:r w:rsidR="00AD6F6C" w:rsidRPr="00AE39D1">
        <w:rPr>
          <w:szCs w:val="24"/>
          <w:lang w:val="lv-LV"/>
        </w:rPr>
        <w:t>o</w:t>
      </w:r>
      <w:r w:rsidR="00B0741F" w:rsidRPr="00AE39D1">
        <w:rPr>
          <w:szCs w:val="24"/>
          <w:lang w:val="lv-LV"/>
        </w:rPr>
        <w:t xml:space="preserve">  funkciju</w:t>
      </w:r>
      <w:r w:rsidR="00F81E36" w:rsidRPr="00AE39D1">
        <w:rPr>
          <w:szCs w:val="24"/>
          <w:lang w:val="lv-LV"/>
        </w:rPr>
        <w:t xml:space="preserve">. </w:t>
      </w:r>
      <w:r w:rsidR="00053DC7" w:rsidRPr="00AE39D1">
        <w:rPr>
          <w:szCs w:val="24"/>
          <w:lang w:val="lv-LV"/>
        </w:rPr>
        <w:t xml:space="preserve">Vienlaikus tiktu </w:t>
      </w:r>
      <w:r w:rsidRPr="00AE39D1">
        <w:rPr>
          <w:szCs w:val="24"/>
          <w:lang w:val="lv-LV"/>
        </w:rPr>
        <w:t>nodrošināts Civillikuma 968. pantā nostiprinātais zemes un ēku vienotības princips, kas paredz, ka uz zemes uzcelta un cieši ar to savienota ēka ir atzīstama par zemes daļu.</w:t>
      </w:r>
      <w:r w:rsidR="00F81E36" w:rsidRPr="00AE39D1">
        <w:rPr>
          <w:szCs w:val="24"/>
          <w:lang w:val="lv-LV"/>
        </w:rPr>
        <w:t xml:space="preserve"> Lūdzu Pašvaldību izvērtēt minēto risinājumu.</w:t>
      </w:r>
      <w:bookmarkEnd w:id="1"/>
      <w:r w:rsidR="00F537C7" w:rsidRPr="00AE39D1">
        <w:rPr>
          <w:szCs w:val="24"/>
          <w:lang w:val="lv-LV"/>
        </w:rPr>
        <w:t xml:space="preserve"> </w:t>
      </w:r>
      <w:r w:rsidR="00F91BA4" w:rsidRPr="00AE39D1">
        <w:rPr>
          <w:szCs w:val="24"/>
          <w:lang w:val="lv-LV"/>
        </w:rPr>
        <w:t xml:space="preserve">Atsavināšana būtu virzāma pamatojoties uz </w:t>
      </w:r>
      <w:r w:rsidR="00F537C7" w:rsidRPr="00AE39D1">
        <w:rPr>
          <w:szCs w:val="24"/>
          <w:lang w:val="lv-LV"/>
        </w:rPr>
        <w:t>Publiskas personas</w:t>
      </w:r>
      <w:r w:rsidR="00F91BA4" w:rsidRPr="00AE39D1">
        <w:rPr>
          <w:szCs w:val="24"/>
          <w:lang w:val="lv-LV"/>
        </w:rPr>
        <w:t xml:space="preserve"> mantas</w:t>
      </w:r>
      <w:r w:rsidR="00F537C7" w:rsidRPr="00AE39D1">
        <w:rPr>
          <w:szCs w:val="24"/>
          <w:lang w:val="lv-LV"/>
        </w:rPr>
        <w:t xml:space="preserve"> atsavināšanas likum</w:t>
      </w:r>
      <w:r w:rsidR="00F91BA4" w:rsidRPr="00AE39D1">
        <w:rPr>
          <w:szCs w:val="24"/>
          <w:lang w:val="lv-LV"/>
        </w:rPr>
        <w:t xml:space="preserve">a </w:t>
      </w:r>
      <w:hyperlink r:id="rId12" w:anchor="p42" w:tgtFrame="_blank" w:history="1">
        <w:r w:rsidR="00F91BA4" w:rsidRPr="00AE39D1">
          <w:rPr>
            <w:szCs w:val="24"/>
            <w:lang w:val="lv-LV"/>
          </w:rPr>
          <w:t>42. panta</w:t>
        </w:r>
      </w:hyperlink>
      <w:r w:rsidR="00F91BA4" w:rsidRPr="00AE39D1">
        <w:rPr>
          <w:szCs w:val="24"/>
          <w:lang w:val="lv-LV"/>
        </w:rPr>
        <w:t> pirmo daļu un </w:t>
      </w:r>
      <w:hyperlink r:id="rId13" w:anchor="p43" w:tgtFrame="_blank" w:history="1">
        <w:r w:rsidR="00F91BA4" w:rsidRPr="00AE39D1">
          <w:rPr>
            <w:szCs w:val="24"/>
            <w:lang w:val="lv-LV"/>
          </w:rPr>
          <w:t>43. pantu</w:t>
        </w:r>
      </w:hyperlink>
      <w:r w:rsidR="00F537C7" w:rsidRPr="00AE39D1">
        <w:rPr>
          <w:szCs w:val="24"/>
          <w:lang w:val="lv-LV"/>
        </w:rPr>
        <w:t xml:space="preserve">. </w:t>
      </w:r>
    </w:p>
    <w:p w14:paraId="743ABD5B" w14:textId="2729C459" w:rsidR="004640FD" w:rsidRPr="00AE39D1" w:rsidRDefault="004640FD" w:rsidP="004640FD">
      <w:pPr>
        <w:rPr>
          <w:szCs w:val="24"/>
          <w:lang w:val="lv-LV"/>
        </w:rPr>
      </w:pPr>
      <w:r w:rsidRPr="00AE39D1">
        <w:rPr>
          <w:szCs w:val="24"/>
          <w:lang w:val="lv-LV"/>
        </w:rPr>
        <w:t>Ņemot vērā TP TIAN prasības</w:t>
      </w:r>
      <w:r w:rsidR="00472429" w:rsidRPr="00AE39D1">
        <w:rPr>
          <w:szCs w:val="24"/>
          <w:lang w:val="lv-LV"/>
        </w:rPr>
        <w:t xml:space="preserve"> un </w:t>
      </w:r>
      <w:r w:rsidR="00AD6F6C" w:rsidRPr="00AE39D1">
        <w:rPr>
          <w:szCs w:val="24"/>
          <w:lang w:val="lv-LV"/>
        </w:rPr>
        <w:t xml:space="preserve">apstākli, </w:t>
      </w:r>
      <w:r w:rsidR="00472429" w:rsidRPr="00AE39D1">
        <w:rPr>
          <w:szCs w:val="24"/>
          <w:lang w:val="lv-LV"/>
        </w:rPr>
        <w:t>ka esošajā situācijā Atsavināmajai platībai nav nodrošināta piekļuve no valsts vai pašvaldības ceļa vai ielas,</w:t>
      </w:r>
      <w:r w:rsidRPr="00AE39D1">
        <w:rPr>
          <w:szCs w:val="24"/>
          <w:lang w:val="lv-LV"/>
        </w:rPr>
        <w:t xml:space="preserve"> ir nepieciešams </w:t>
      </w:r>
      <w:r w:rsidR="00F4692A" w:rsidRPr="00AE39D1">
        <w:rPr>
          <w:szCs w:val="24"/>
          <w:lang w:val="lv-LV"/>
        </w:rPr>
        <w:t xml:space="preserve">par labu Pašvaldībai </w:t>
      </w:r>
      <w:r w:rsidRPr="00AE39D1">
        <w:rPr>
          <w:szCs w:val="24"/>
          <w:lang w:val="lv-LV"/>
        </w:rPr>
        <w:lastRenderedPageBreak/>
        <w:t>atsavināt arī zemes vienības ar kadastra apzīmējumu 9054 002 0236 daļ</w:t>
      </w:r>
      <w:r w:rsidR="00472429" w:rsidRPr="00AE39D1">
        <w:rPr>
          <w:szCs w:val="24"/>
          <w:lang w:val="lv-LV"/>
        </w:rPr>
        <w:t>u ~0,1 ha platībā</w:t>
      </w:r>
      <w:r w:rsidR="00F91BA4" w:rsidRPr="00AE39D1">
        <w:rPr>
          <w:szCs w:val="24"/>
          <w:lang w:val="lv-LV"/>
        </w:rPr>
        <w:t xml:space="preserve"> (turpmāk - Atsavināmā platība </w:t>
      </w:r>
      <w:r w:rsidR="00481E49" w:rsidRPr="00AE39D1">
        <w:rPr>
          <w:szCs w:val="24"/>
          <w:lang w:val="lv-LV"/>
        </w:rPr>
        <w:t>piekļuves nodrošināšanai</w:t>
      </w:r>
      <w:r w:rsidR="00F91BA4" w:rsidRPr="00AE39D1">
        <w:rPr>
          <w:szCs w:val="24"/>
          <w:lang w:val="lv-LV"/>
        </w:rPr>
        <w:t>)</w:t>
      </w:r>
      <w:r w:rsidR="00481E49" w:rsidRPr="00AE39D1">
        <w:rPr>
          <w:szCs w:val="24"/>
          <w:lang w:val="lv-LV"/>
        </w:rPr>
        <w:t>,</w:t>
      </w:r>
      <w:r w:rsidR="00472429" w:rsidRPr="00AE39D1">
        <w:rPr>
          <w:szCs w:val="24"/>
          <w:lang w:val="lv-LV"/>
        </w:rPr>
        <w:t xml:space="preserve"> </w:t>
      </w:r>
      <w:r w:rsidR="00AD6F6C" w:rsidRPr="00AE39D1">
        <w:rPr>
          <w:szCs w:val="24"/>
          <w:lang w:val="lv-LV"/>
        </w:rPr>
        <w:t>uz kuras</w:t>
      </w:r>
      <w:r w:rsidR="00472429" w:rsidRPr="00AE39D1">
        <w:rPr>
          <w:szCs w:val="24"/>
          <w:lang w:val="lv-LV"/>
        </w:rPr>
        <w:t xml:space="preserve"> atrodas </w:t>
      </w:r>
      <w:r w:rsidR="00D5425E" w:rsidRPr="00AE39D1">
        <w:rPr>
          <w:szCs w:val="24"/>
          <w:lang w:val="lv-LV"/>
        </w:rPr>
        <w:t>dabisk</w:t>
      </w:r>
      <w:r w:rsidR="00AD6F6C" w:rsidRPr="00AE39D1">
        <w:rPr>
          <w:szCs w:val="24"/>
          <w:lang w:val="lv-LV"/>
        </w:rPr>
        <w:t>ā</w:t>
      </w:r>
      <w:r w:rsidR="00D5425E" w:rsidRPr="00AE39D1">
        <w:rPr>
          <w:szCs w:val="24"/>
          <w:lang w:val="lv-LV"/>
        </w:rPr>
        <w:t xml:space="preserve"> </w:t>
      </w:r>
      <w:r w:rsidR="00472429" w:rsidRPr="00AE39D1">
        <w:rPr>
          <w:szCs w:val="24"/>
          <w:lang w:val="lv-LV"/>
        </w:rPr>
        <w:t xml:space="preserve">brauktuve, kas nodrošina piekļuvi </w:t>
      </w:r>
      <w:r w:rsidR="00F91BA4" w:rsidRPr="00AE39D1">
        <w:rPr>
          <w:szCs w:val="24"/>
          <w:lang w:val="lv-LV"/>
        </w:rPr>
        <w:t>A</w:t>
      </w:r>
      <w:r w:rsidR="00472429" w:rsidRPr="00AE39D1">
        <w:rPr>
          <w:szCs w:val="24"/>
          <w:lang w:val="lv-LV"/>
        </w:rPr>
        <w:t>tsavināma</w:t>
      </w:r>
      <w:r w:rsidR="00F91BA4" w:rsidRPr="00AE39D1">
        <w:rPr>
          <w:szCs w:val="24"/>
          <w:lang w:val="lv-LV"/>
        </w:rPr>
        <w:t xml:space="preserve">jai </w:t>
      </w:r>
      <w:r w:rsidR="00472429" w:rsidRPr="00AE39D1">
        <w:rPr>
          <w:szCs w:val="24"/>
          <w:lang w:val="lv-LV"/>
        </w:rPr>
        <w:t>platībai</w:t>
      </w:r>
      <w:r w:rsidR="00F91BA4" w:rsidRPr="00AE39D1">
        <w:rPr>
          <w:szCs w:val="24"/>
          <w:lang w:val="lv-LV"/>
        </w:rPr>
        <w:t xml:space="preserve"> būvju īpašumam</w:t>
      </w:r>
      <w:r w:rsidR="00472429" w:rsidRPr="00AE39D1">
        <w:rPr>
          <w:szCs w:val="24"/>
          <w:lang w:val="lv-LV"/>
        </w:rPr>
        <w:t xml:space="preserve"> (skatīt pielikumā Nr. 5 esošo shēmu)</w:t>
      </w:r>
      <w:r w:rsidR="00481E49" w:rsidRPr="00AE39D1">
        <w:rPr>
          <w:szCs w:val="24"/>
          <w:lang w:val="lv-LV"/>
        </w:rPr>
        <w:t>.</w:t>
      </w:r>
      <w:r w:rsidRPr="00AE39D1">
        <w:rPr>
          <w:szCs w:val="24"/>
          <w:lang w:val="lv-LV"/>
        </w:rPr>
        <w:t xml:space="preserve"> </w:t>
      </w:r>
      <w:r w:rsidR="00F537C7" w:rsidRPr="00AE39D1">
        <w:rPr>
          <w:szCs w:val="24"/>
          <w:lang w:val="lv-LV"/>
        </w:rPr>
        <w:t>Atsavināšana</w:t>
      </w:r>
      <w:r w:rsidR="00481E49" w:rsidRPr="00AE39D1">
        <w:rPr>
          <w:szCs w:val="24"/>
          <w:lang w:val="lv-LV"/>
        </w:rPr>
        <w:t xml:space="preserve"> Atsavināmajai platībai piekļuves nodrošināšanai</w:t>
      </w:r>
      <w:r w:rsidR="00F537C7" w:rsidRPr="00AE39D1">
        <w:rPr>
          <w:szCs w:val="24"/>
          <w:lang w:val="lv-LV"/>
        </w:rPr>
        <w:t xml:space="preserve"> būtu virzāma pamatojoties uz Meža likuma 44. panta 4. daļa</w:t>
      </w:r>
      <w:r w:rsidR="00F91BA4" w:rsidRPr="00AE39D1">
        <w:rPr>
          <w:szCs w:val="24"/>
          <w:lang w:val="lv-LV"/>
        </w:rPr>
        <w:t>s</w:t>
      </w:r>
      <w:r w:rsidR="00F537C7" w:rsidRPr="00AE39D1">
        <w:rPr>
          <w:szCs w:val="24"/>
          <w:lang w:val="lv-LV"/>
        </w:rPr>
        <w:t xml:space="preserve"> 2. punktu. </w:t>
      </w:r>
    </w:p>
    <w:p w14:paraId="6B7BFE4B" w14:textId="6B85F15B" w:rsidR="001C5AC3" w:rsidRPr="00AE39D1" w:rsidRDefault="00136180" w:rsidP="004640FD">
      <w:pPr>
        <w:rPr>
          <w:szCs w:val="24"/>
          <w:lang w:val="lv-LV"/>
        </w:rPr>
      </w:pPr>
      <w:r w:rsidRPr="00AE39D1">
        <w:rPr>
          <w:rFonts w:eastAsia="SimSun"/>
          <w:szCs w:val="24"/>
          <w:lang w:val="lv-LV"/>
        </w:rPr>
        <w:t xml:space="preserve">Tā kā </w:t>
      </w:r>
      <w:r w:rsidR="00316D6E" w:rsidRPr="00AE39D1">
        <w:rPr>
          <w:rFonts w:eastAsia="SimSun"/>
          <w:szCs w:val="24"/>
          <w:lang w:val="lv-LV"/>
        </w:rPr>
        <w:t>n</w:t>
      </w:r>
      <w:r w:rsidRPr="00AE39D1">
        <w:rPr>
          <w:rFonts w:eastAsia="SimSun"/>
          <w:szCs w:val="24"/>
          <w:lang w:val="lv-LV"/>
        </w:rPr>
        <w:t>ekustamais īpašums “</w:t>
      </w:r>
      <w:r w:rsidR="00FC5EEB" w:rsidRPr="00AE39D1">
        <w:rPr>
          <w:rFonts w:eastAsia="SimSun"/>
          <w:szCs w:val="24"/>
          <w:lang w:val="lv-LV"/>
        </w:rPr>
        <w:t>Kaļķene</w:t>
      </w:r>
      <w:r w:rsidRPr="00AE39D1">
        <w:rPr>
          <w:rFonts w:eastAsia="SimSun"/>
          <w:szCs w:val="24"/>
          <w:lang w:val="lv-LV"/>
        </w:rPr>
        <w:t>” ir reģistrēts zemesgrāmatā, atsavinām</w:t>
      </w:r>
      <w:r w:rsidR="00481E49" w:rsidRPr="00AE39D1">
        <w:rPr>
          <w:rFonts w:eastAsia="SimSun"/>
          <w:szCs w:val="24"/>
          <w:lang w:val="lv-LV"/>
        </w:rPr>
        <w:t>o</w:t>
      </w:r>
      <w:r w:rsidR="009523E0" w:rsidRPr="00AE39D1">
        <w:rPr>
          <w:rFonts w:eastAsia="SimSun"/>
          <w:szCs w:val="24"/>
          <w:lang w:val="lv-LV"/>
        </w:rPr>
        <w:t xml:space="preserve"> </w:t>
      </w:r>
      <w:r w:rsidR="00AD6F6C" w:rsidRPr="00AE39D1">
        <w:rPr>
          <w:rFonts w:eastAsia="SimSun"/>
          <w:szCs w:val="24"/>
          <w:lang w:val="lv-LV"/>
        </w:rPr>
        <w:t>platīb</w:t>
      </w:r>
      <w:r w:rsidR="00481E49" w:rsidRPr="00AE39D1">
        <w:rPr>
          <w:rFonts w:eastAsia="SimSun"/>
          <w:szCs w:val="24"/>
          <w:lang w:val="lv-LV"/>
        </w:rPr>
        <w:t xml:space="preserve">u </w:t>
      </w:r>
      <w:r w:rsidRPr="00AE39D1">
        <w:rPr>
          <w:rFonts w:eastAsia="SimSun"/>
          <w:szCs w:val="24"/>
          <w:lang w:val="lv-LV"/>
        </w:rPr>
        <w:t xml:space="preserve">izdalīšanai </w:t>
      </w:r>
      <w:r w:rsidR="00316D6E" w:rsidRPr="00AE39D1">
        <w:rPr>
          <w:rFonts w:eastAsia="SimSun"/>
          <w:szCs w:val="24"/>
          <w:lang w:val="lv-LV"/>
        </w:rPr>
        <w:t xml:space="preserve">no zemes vienības ar kadastra apzīmējumu </w:t>
      </w:r>
      <w:r w:rsidR="00FC5EEB" w:rsidRPr="00AE39D1">
        <w:rPr>
          <w:rFonts w:eastAsia="SimSun"/>
          <w:szCs w:val="24"/>
          <w:lang w:val="lv-LV"/>
        </w:rPr>
        <w:t>9054 002 0236</w:t>
      </w:r>
      <w:r w:rsidR="00316D6E" w:rsidRPr="00AE39D1">
        <w:rPr>
          <w:rFonts w:eastAsia="SimSun"/>
          <w:szCs w:val="24"/>
          <w:lang w:val="lv-LV"/>
        </w:rPr>
        <w:t xml:space="preserve">, kuras kopplatība ir </w:t>
      </w:r>
      <w:r w:rsidR="00FC5EEB" w:rsidRPr="00AE39D1">
        <w:rPr>
          <w:rFonts w:eastAsia="SimSun"/>
          <w:szCs w:val="24"/>
          <w:lang w:val="lv-LV"/>
        </w:rPr>
        <w:t>18,1</w:t>
      </w:r>
      <w:r w:rsidR="00053DC7" w:rsidRPr="00AE39D1">
        <w:rPr>
          <w:rFonts w:eastAsia="SimSun"/>
          <w:szCs w:val="24"/>
          <w:lang w:val="lv-LV"/>
        </w:rPr>
        <w:t> </w:t>
      </w:r>
      <w:r w:rsidR="00316D6E" w:rsidRPr="00AE39D1">
        <w:rPr>
          <w:rFonts w:eastAsia="SimSun"/>
          <w:szCs w:val="24"/>
          <w:lang w:val="lv-LV"/>
        </w:rPr>
        <w:t xml:space="preserve">ha, </w:t>
      </w:r>
      <w:r w:rsidRPr="00AE39D1">
        <w:rPr>
          <w:rFonts w:eastAsia="SimSun"/>
          <w:szCs w:val="24"/>
          <w:lang w:val="lv-LV"/>
        </w:rPr>
        <w:t xml:space="preserve">nepieciešams izstrādāt </w:t>
      </w:r>
      <w:r w:rsidR="009523E0" w:rsidRPr="00AE39D1">
        <w:rPr>
          <w:rFonts w:eastAsia="SimSun"/>
          <w:szCs w:val="24"/>
          <w:lang w:val="lv-LV"/>
        </w:rPr>
        <w:t>Z</w:t>
      </w:r>
      <w:r w:rsidRPr="00AE39D1">
        <w:rPr>
          <w:rFonts w:eastAsia="SimSun"/>
          <w:szCs w:val="24"/>
          <w:lang w:val="lv-LV"/>
        </w:rPr>
        <w:t xml:space="preserve">emes ierīcības projektu. </w:t>
      </w:r>
      <w:r w:rsidR="001C5AC3" w:rsidRPr="00AE39D1">
        <w:rPr>
          <w:lang w:val="lv-LV"/>
        </w:rPr>
        <w:t>LVM piedāvā</w:t>
      </w:r>
      <w:r w:rsidR="002E3FD1" w:rsidRPr="00AE39D1">
        <w:rPr>
          <w:lang w:val="lv-LV"/>
        </w:rPr>
        <w:t xml:space="preserve"> </w:t>
      </w:r>
      <w:r w:rsidR="001C5AC3" w:rsidRPr="00AE39D1">
        <w:rPr>
          <w:lang w:val="lv-LV"/>
        </w:rPr>
        <w:t>sadalīšanas darbus</w:t>
      </w:r>
      <w:r w:rsidR="00572BD2" w:rsidRPr="00AE39D1">
        <w:rPr>
          <w:lang w:val="lv-LV"/>
        </w:rPr>
        <w:t xml:space="preserve">, tai skaitā meža inventarizācijas datu aktualizāciju gan atsavināmajam, gan paliekošajam zemesgabalam, </w:t>
      </w:r>
      <w:r w:rsidR="001C5AC3" w:rsidRPr="00AE39D1">
        <w:rPr>
          <w:lang w:val="lv-LV"/>
        </w:rPr>
        <w:t>veikt</w:t>
      </w:r>
      <w:r w:rsidR="00572BD2" w:rsidRPr="00AE39D1">
        <w:rPr>
          <w:lang w:val="lv-LV"/>
        </w:rPr>
        <w:t xml:space="preserve"> sākotnēji</w:t>
      </w:r>
      <w:r w:rsidR="001C5AC3" w:rsidRPr="00AE39D1">
        <w:rPr>
          <w:lang w:val="lv-LV"/>
        </w:rPr>
        <w:t xml:space="preserve"> par LVM līdzekļiem un izmantojot LVM resursus</w:t>
      </w:r>
      <w:r w:rsidR="00572BD2" w:rsidRPr="00AE39D1">
        <w:rPr>
          <w:lang w:val="lv-LV"/>
        </w:rPr>
        <w:t>.</w:t>
      </w:r>
      <w:r w:rsidR="001C5AC3" w:rsidRPr="00AE39D1">
        <w:rPr>
          <w:lang w:val="lv-LV"/>
        </w:rPr>
        <w:t xml:space="preserve"> </w:t>
      </w:r>
      <w:r w:rsidR="00572BD2" w:rsidRPr="00AE39D1">
        <w:rPr>
          <w:lang w:val="lv-LV"/>
        </w:rPr>
        <w:t>Pēc minēto darbu pabeigšanas un atsavināmā zemes gabala</w:t>
      </w:r>
      <w:r w:rsidR="00A2345C" w:rsidRPr="00AE39D1">
        <w:rPr>
          <w:lang w:val="lv-LV"/>
        </w:rPr>
        <w:t>/-u</w:t>
      </w:r>
      <w:r w:rsidR="00572BD2" w:rsidRPr="00AE39D1">
        <w:rPr>
          <w:lang w:val="lv-LV"/>
        </w:rPr>
        <w:t xml:space="preserve"> reģistrēšanas zemesgrāmatā atsevišķā zemesgrāmatas nodalījumā,</w:t>
      </w:r>
      <w:r w:rsidR="001C5AC3" w:rsidRPr="00AE39D1">
        <w:rPr>
          <w:lang w:val="lv-LV"/>
        </w:rPr>
        <w:t xml:space="preserve"> </w:t>
      </w:r>
      <w:r w:rsidR="00572BD2" w:rsidRPr="00AE39D1">
        <w:rPr>
          <w:lang w:val="lv-LV"/>
        </w:rPr>
        <w:t xml:space="preserve">LVM iesniegs rēķinu </w:t>
      </w:r>
      <w:r w:rsidR="00D37B72" w:rsidRPr="00AE39D1">
        <w:rPr>
          <w:lang w:val="lv-LV"/>
        </w:rPr>
        <w:t xml:space="preserve">Pašvaldībai </w:t>
      </w:r>
      <w:r w:rsidR="00572BD2" w:rsidRPr="00AE39D1">
        <w:rPr>
          <w:lang w:val="lv-LV"/>
        </w:rPr>
        <w:t xml:space="preserve">par minēto </w:t>
      </w:r>
      <w:r w:rsidR="001C5AC3" w:rsidRPr="00AE39D1">
        <w:rPr>
          <w:lang w:val="lv-LV"/>
        </w:rPr>
        <w:t>izdevum</w:t>
      </w:r>
      <w:r w:rsidR="00572BD2" w:rsidRPr="00AE39D1">
        <w:rPr>
          <w:lang w:val="lv-LV"/>
        </w:rPr>
        <w:t>u</w:t>
      </w:r>
      <w:r w:rsidR="00D37B72" w:rsidRPr="00AE39D1">
        <w:rPr>
          <w:lang w:val="lv-LV"/>
        </w:rPr>
        <w:t xml:space="preserve"> solidāru apmaksu. </w:t>
      </w:r>
      <w:r w:rsidR="00B95B68" w:rsidRPr="00AE39D1">
        <w:rPr>
          <w:lang w:val="lv-LV"/>
        </w:rPr>
        <w:t xml:space="preserve">LVM </w:t>
      </w:r>
      <w:r w:rsidR="008278BD" w:rsidRPr="00AE39D1">
        <w:rPr>
          <w:lang w:val="lv-LV"/>
        </w:rPr>
        <w:t xml:space="preserve">ir gatava ierosināt </w:t>
      </w:r>
      <w:r w:rsidR="00B95B68" w:rsidRPr="00AE39D1">
        <w:rPr>
          <w:lang w:val="lv-LV"/>
        </w:rPr>
        <w:t>zemes ierīcības projekt</w:t>
      </w:r>
      <w:r w:rsidR="008278BD" w:rsidRPr="00AE39D1">
        <w:rPr>
          <w:lang w:val="lv-LV"/>
        </w:rPr>
        <w:t>a</w:t>
      </w:r>
      <w:r w:rsidR="00B95B68" w:rsidRPr="00AE39D1">
        <w:rPr>
          <w:lang w:val="lv-LV"/>
        </w:rPr>
        <w:t xml:space="preserve"> </w:t>
      </w:r>
      <w:r w:rsidR="008278BD" w:rsidRPr="00AE39D1">
        <w:rPr>
          <w:lang w:val="lv-LV"/>
        </w:rPr>
        <w:t>izstrādi</w:t>
      </w:r>
      <w:r w:rsidR="00B95B68" w:rsidRPr="00AE39D1">
        <w:rPr>
          <w:lang w:val="lv-LV"/>
        </w:rPr>
        <w:t xml:space="preserve"> pēc</w:t>
      </w:r>
      <w:r w:rsidR="008278BD" w:rsidRPr="00AE39D1">
        <w:rPr>
          <w:lang w:val="lv-LV"/>
        </w:rPr>
        <w:t xml:space="preserve"> Pašvaldības garantijas vēstules saņemšanas par augstāk minēto izdevumu segšanu.</w:t>
      </w:r>
      <w:r w:rsidR="00B95B68" w:rsidRPr="00AE39D1">
        <w:rPr>
          <w:lang w:val="lv-LV"/>
        </w:rPr>
        <w:t xml:space="preserve"> </w:t>
      </w:r>
      <w:r w:rsidR="008278BD" w:rsidRPr="00AE39D1">
        <w:rPr>
          <w:lang w:val="lv-LV"/>
        </w:rPr>
        <w:t>Pozitīva Pašvaldības lēmuma gadījumā, lūdzam vērsties pie zemes īpašnieka</w:t>
      </w:r>
      <w:r w:rsidR="00924CA7" w:rsidRPr="00AE39D1">
        <w:rPr>
          <w:lang w:val="lv-LV"/>
        </w:rPr>
        <w:t xml:space="preserve"> </w:t>
      </w:r>
      <w:r w:rsidR="008278BD" w:rsidRPr="00AE39D1">
        <w:rPr>
          <w:lang w:val="lv-LV"/>
        </w:rPr>
        <w:t>- Zemkopības ministrijas ar zemes atsavināšanas ierosinājumu</w:t>
      </w:r>
      <w:r w:rsidR="00A2345C" w:rsidRPr="00AE39D1">
        <w:rPr>
          <w:lang w:val="lv-LV"/>
        </w:rPr>
        <w:t xml:space="preserve"> gan būves uzturēšanai, gan piekļuves n</w:t>
      </w:r>
      <w:r w:rsidR="00AE39D1" w:rsidRPr="00AE39D1">
        <w:rPr>
          <w:lang w:val="lv-LV"/>
        </w:rPr>
        <w:t>od</w:t>
      </w:r>
      <w:r w:rsidR="00A2345C" w:rsidRPr="00AE39D1">
        <w:rPr>
          <w:lang w:val="lv-LV"/>
        </w:rPr>
        <w:t>rošināšanai</w:t>
      </w:r>
      <w:r w:rsidR="00676B1D" w:rsidRPr="00AE39D1">
        <w:rPr>
          <w:lang w:val="lv-LV"/>
        </w:rPr>
        <w:t>, informējot arī LVM.</w:t>
      </w:r>
    </w:p>
    <w:p w14:paraId="2E1F981A" w14:textId="4619F44A" w:rsidR="00AD0CE2" w:rsidRPr="00AE39D1" w:rsidRDefault="00AD0CE2" w:rsidP="000C7E2A">
      <w:pPr>
        <w:pStyle w:val="naisf14pt"/>
        <w:rPr>
          <w:rFonts w:eastAsia="SimSun"/>
          <w:sz w:val="24"/>
          <w:lang w:eastAsia="en-US"/>
        </w:rPr>
      </w:pPr>
      <w:r w:rsidRPr="00AE39D1">
        <w:rPr>
          <w:rFonts w:eastAsia="SimSun"/>
          <w:sz w:val="24"/>
          <w:lang w:eastAsia="en-US"/>
        </w:rPr>
        <w:t>Jautājumu gadījumā par atsavināšanas procesu lūdzam sazināties ar LVM Nekustamo īpašumu pārvaldes Zemes aprites vadītāju Unu Liepiņu, u.liepina@lvm.lv, mob. tālr. 26485896.</w:t>
      </w:r>
    </w:p>
    <w:p w14:paraId="327DFFE9" w14:textId="77777777" w:rsidR="00734D6A" w:rsidRPr="00AE39D1" w:rsidRDefault="00734D6A" w:rsidP="00734D6A">
      <w:pPr>
        <w:rPr>
          <w:sz w:val="21"/>
          <w:szCs w:val="21"/>
          <w:lang w:val="lv-LV"/>
        </w:rPr>
      </w:pPr>
    </w:p>
    <w:p w14:paraId="76293EE7" w14:textId="77777777" w:rsidR="00704A63" w:rsidRPr="00AE39D1" w:rsidRDefault="00704A63" w:rsidP="00734D6A">
      <w:pPr>
        <w:rPr>
          <w:rFonts w:eastAsia="SimSun"/>
          <w:szCs w:val="24"/>
          <w:lang w:val="lv-LV"/>
        </w:rPr>
      </w:pPr>
      <w:r w:rsidRPr="00AE39D1">
        <w:rPr>
          <w:rFonts w:eastAsia="SimSun"/>
          <w:szCs w:val="24"/>
          <w:lang w:val="lv-LV"/>
        </w:rPr>
        <w:t xml:space="preserve">Papildus lūdzam vērst uzmanību uz sekojošo: </w:t>
      </w:r>
    </w:p>
    <w:p w14:paraId="26C7D0BF" w14:textId="7A1F6D13" w:rsidR="00734D6A" w:rsidRPr="00AE39D1" w:rsidRDefault="00B95B68" w:rsidP="00734D6A">
      <w:pPr>
        <w:rPr>
          <w:rFonts w:eastAsia="SimSun"/>
          <w:szCs w:val="24"/>
          <w:lang w:val="lv-LV"/>
        </w:rPr>
      </w:pPr>
      <w:r w:rsidRPr="00AE39D1">
        <w:rPr>
          <w:rFonts w:eastAsia="SimSun"/>
          <w:szCs w:val="24"/>
          <w:lang w:val="lv-LV"/>
        </w:rPr>
        <w:t>Starp LVM un Pašvaldību šobrīd nav spēkā esošu zemes nomas līgumu būves uzturēšanai. Rīkojoties a</w:t>
      </w:r>
      <w:r w:rsidR="00734D6A" w:rsidRPr="00AE39D1">
        <w:rPr>
          <w:rFonts w:eastAsia="SimSun"/>
          <w:szCs w:val="24"/>
          <w:lang w:val="lv-LV"/>
        </w:rPr>
        <w:t>tbilstoši Ministru kabineta 19.06.2018. noteikumu Nr. 350 “Publiskas personas zemes nomas un apbūves tiesības noteikumi” (turpmāk – MK noteikumi Nr. 350) 7., 9., 14., 15. punktu noteikumiem</w:t>
      </w:r>
      <w:r w:rsidRPr="00AE39D1">
        <w:rPr>
          <w:rFonts w:eastAsia="SimSun"/>
          <w:szCs w:val="24"/>
          <w:lang w:val="lv-LV"/>
        </w:rPr>
        <w:t>,</w:t>
      </w:r>
      <w:r w:rsidR="00734D6A" w:rsidRPr="00AE39D1">
        <w:rPr>
          <w:rFonts w:eastAsia="SimSun"/>
          <w:szCs w:val="24"/>
          <w:lang w:val="lv-LV"/>
        </w:rPr>
        <w:t xml:space="preserve"> Būvju īpašniekam ir pienākums maksāt zemes nomas maksu par būvju uzturēšanai izmantotās zemes nomu arī tad, ja nav noslēgts nomas līgums.  Zemes nomas maksa ir nosakāma MK noteikumu Nr.</w:t>
      </w:r>
      <w:r w:rsidR="002E3FD1" w:rsidRPr="00AE39D1">
        <w:rPr>
          <w:rFonts w:eastAsia="SimSun"/>
          <w:szCs w:val="24"/>
          <w:lang w:val="lv-LV"/>
        </w:rPr>
        <w:t> </w:t>
      </w:r>
      <w:r w:rsidR="00734D6A" w:rsidRPr="00AE39D1">
        <w:rPr>
          <w:rFonts w:eastAsia="SimSun"/>
          <w:szCs w:val="24"/>
          <w:lang w:val="lv-LV"/>
        </w:rPr>
        <w:t>350 17. un 5. punktos noteiktajā kārtībā. Pamatojoties uz iepriekšminēto un rīkojoties saskaņā ar MK</w:t>
      </w:r>
      <w:r w:rsidR="002E3FD1" w:rsidRPr="00AE39D1">
        <w:rPr>
          <w:rFonts w:eastAsia="SimSun"/>
          <w:szCs w:val="24"/>
          <w:lang w:val="lv-LV"/>
        </w:rPr>
        <w:t> </w:t>
      </w:r>
      <w:r w:rsidR="00734D6A" w:rsidRPr="00AE39D1">
        <w:rPr>
          <w:rFonts w:eastAsia="SimSun"/>
          <w:szCs w:val="24"/>
          <w:lang w:val="lv-LV"/>
        </w:rPr>
        <w:t>noteikumu Nr. 350 9. punktu, LVM</w:t>
      </w:r>
      <w:r w:rsidR="00676B1D" w:rsidRPr="00AE39D1">
        <w:rPr>
          <w:rFonts w:eastAsia="SimSun"/>
          <w:szCs w:val="24"/>
          <w:lang w:val="lv-LV"/>
        </w:rPr>
        <w:t xml:space="preserve"> vienlaikus</w:t>
      </w:r>
      <w:r w:rsidR="00734D6A" w:rsidRPr="00AE39D1">
        <w:rPr>
          <w:rFonts w:eastAsia="SimSun"/>
          <w:szCs w:val="24"/>
          <w:lang w:val="lv-LV"/>
        </w:rPr>
        <w:t xml:space="preserve"> iesniedz</w:t>
      </w:r>
      <w:r w:rsidR="00F4692A" w:rsidRPr="00AE39D1">
        <w:rPr>
          <w:rFonts w:eastAsia="SimSun"/>
          <w:szCs w:val="24"/>
          <w:lang w:val="lv-LV"/>
        </w:rPr>
        <w:t xml:space="preserve"> Pašvaldībai</w:t>
      </w:r>
      <w:r w:rsidR="00734D6A" w:rsidRPr="00AE39D1">
        <w:rPr>
          <w:rFonts w:eastAsia="SimSun"/>
          <w:szCs w:val="24"/>
          <w:lang w:val="lv-LV"/>
        </w:rPr>
        <w:t xml:space="preserve"> šo maksāšanas paziņojumu par valsts meža zemes nomu, nosakot sekojošu maksāšanas kārtību:</w:t>
      </w:r>
    </w:p>
    <w:p w14:paraId="24E3E499" w14:textId="77777777" w:rsidR="00734D6A" w:rsidRPr="00AE39D1" w:rsidRDefault="00734D6A" w:rsidP="00734D6A">
      <w:pPr>
        <w:rPr>
          <w:rFonts w:eastAsia="SimSun"/>
          <w:szCs w:val="24"/>
          <w:lang w:val="lv-LV"/>
        </w:rPr>
      </w:pPr>
    </w:p>
    <w:tbl>
      <w:tblPr>
        <w:tblStyle w:val="TableGrid"/>
        <w:tblW w:w="9918" w:type="dxa"/>
        <w:tblLook w:val="04A0" w:firstRow="1" w:lastRow="0" w:firstColumn="1" w:lastColumn="0" w:noHBand="0" w:noVBand="1"/>
      </w:tblPr>
      <w:tblGrid>
        <w:gridCol w:w="3303"/>
        <w:gridCol w:w="1795"/>
        <w:gridCol w:w="1303"/>
        <w:gridCol w:w="3517"/>
      </w:tblGrid>
      <w:tr w:rsidR="00734D6A" w:rsidRPr="008B50C5" w14:paraId="6442167F" w14:textId="77777777" w:rsidTr="002E3FD1">
        <w:tc>
          <w:tcPr>
            <w:tcW w:w="3303" w:type="dxa"/>
          </w:tcPr>
          <w:p w14:paraId="7D71689B" w14:textId="77777777" w:rsidR="00734D6A" w:rsidRPr="00AE39D1" w:rsidRDefault="00734D6A" w:rsidP="00734D6A">
            <w:pPr>
              <w:spacing w:before="60"/>
              <w:ind w:firstLine="30"/>
              <w:jc w:val="left"/>
              <w:rPr>
                <w:rFonts w:ascii="Times New Roman" w:hAnsi="Times New Roman"/>
                <w:sz w:val="21"/>
                <w:szCs w:val="21"/>
                <w:lang w:val="lv-LV"/>
              </w:rPr>
            </w:pPr>
            <w:r w:rsidRPr="00AE39D1">
              <w:rPr>
                <w:rFonts w:ascii="Times New Roman" w:hAnsi="Times New Roman"/>
                <w:sz w:val="21"/>
                <w:szCs w:val="21"/>
                <w:lang w:val="lv-LV"/>
              </w:rPr>
              <w:t xml:space="preserve">Iznomātā zemes gabala platība </w:t>
            </w:r>
          </w:p>
          <w:p w14:paraId="02C6F3D4" w14:textId="77777777" w:rsidR="00734D6A" w:rsidRPr="00AE39D1" w:rsidRDefault="00734D6A" w:rsidP="00734D6A">
            <w:pPr>
              <w:spacing w:before="60"/>
              <w:ind w:firstLine="30"/>
              <w:jc w:val="left"/>
              <w:rPr>
                <w:rFonts w:ascii="Times New Roman" w:hAnsi="Times New Roman"/>
                <w:sz w:val="21"/>
                <w:szCs w:val="21"/>
                <w:lang w:val="lv-LV"/>
              </w:rPr>
            </w:pPr>
            <w:r w:rsidRPr="00AE39D1">
              <w:rPr>
                <w:rFonts w:ascii="Times New Roman" w:hAnsi="Times New Roman"/>
                <w:sz w:val="21"/>
                <w:szCs w:val="21"/>
                <w:lang w:val="lv-LV"/>
              </w:rPr>
              <w:t>un zemes vienības kadastra apzīmējums</w:t>
            </w:r>
          </w:p>
        </w:tc>
        <w:tc>
          <w:tcPr>
            <w:tcW w:w="1795" w:type="dxa"/>
          </w:tcPr>
          <w:p w14:paraId="2584C6B0" w14:textId="103749BA" w:rsidR="00734D6A" w:rsidRPr="00AE39D1" w:rsidRDefault="00734D6A" w:rsidP="006036DC">
            <w:pPr>
              <w:spacing w:before="60"/>
              <w:ind w:firstLine="148"/>
              <w:rPr>
                <w:rFonts w:ascii="Times New Roman" w:hAnsi="Times New Roman"/>
                <w:sz w:val="21"/>
                <w:szCs w:val="21"/>
                <w:lang w:val="lv-LV"/>
              </w:rPr>
            </w:pPr>
            <w:r w:rsidRPr="00AE39D1">
              <w:rPr>
                <w:rFonts w:ascii="Times New Roman" w:hAnsi="Times New Roman"/>
                <w:sz w:val="21"/>
                <w:szCs w:val="21"/>
                <w:lang w:val="lv-LV"/>
              </w:rPr>
              <w:t>0</w:t>
            </w:r>
            <w:r w:rsidR="002E3FD1" w:rsidRPr="00AE39D1">
              <w:rPr>
                <w:rFonts w:ascii="Times New Roman" w:hAnsi="Times New Roman"/>
                <w:sz w:val="21"/>
                <w:szCs w:val="21"/>
                <w:lang w:val="lv-LV"/>
              </w:rPr>
              <w:t>,</w:t>
            </w:r>
            <w:r w:rsidRPr="00AE39D1">
              <w:rPr>
                <w:rFonts w:ascii="Times New Roman" w:hAnsi="Times New Roman"/>
                <w:sz w:val="21"/>
                <w:szCs w:val="21"/>
                <w:lang w:val="lv-LV"/>
              </w:rPr>
              <w:t>42 ha</w:t>
            </w:r>
          </w:p>
          <w:p w14:paraId="7BD8B94F" w14:textId="3CDCE261" w:rsidR="00734D6A" w:rsidRPr="00AE39D1" w:rsidRDefault="00734D6A" w:rsidP="006036DC">
            <w:pPr>
              <w:spacing w:before="60"/>
              <w:ind w:firstLine="148"/>
              <w:rPr>
                <w:rFonts w:ascii="Times New Roman" w:hAnsi="Times New Roman"/>
                <w:sz w:val="21"/>
                <w:szCs w:val="21"/>
                <w:lang w:val="lv-LV"/>
              </w:rPr>
            </w:pPr>
            <w:r w:rsidRPr="00AE39D1">
              <w:rPr>
                <w:rFonts w:ascii="Times New Roman" w:hAnsi="Times New Roman"/>
                <w:sz w:val="21"/>
                <w:szCs w:val="21"/>
                <w:lang w:val="lv-LV"/>
              </w:rPr>
              <w:t>9054 002 0236</w:t>
            </w:r>
          </w:p>
        </w:tc>
        <w:tc>
          <w:tcPr>
            <w:tcW w:w="4820" w:type="dxa"/>
            <w:gridSpan w:val="2"/>
          </w:tcPr>
          <w:p w14:paraId="4449F4D3" w14:textId="718ED7BC" w:rsidR="00734D6A" w:rsidRPr="00AE39D1" w:rsidRDefault="00734D6A" w:rsidP="00734D6A">
            <w:pPr>
              <w:spacing w:before="60"/>
              <w:ind w:firstLine="0"/>
              <w:rPr>
                <w:rFonts w:ascii="Times New Roman" w:hAnsi="Times New Roman"/>
                <w:sz w:val="21"/>
                <w:szCs w:val="21"/>
                <w:lang w:val="lv-LV"/>
              </w:rPr>
            </w:pPr>
            <w:r w:rsidRPr="00AE39D1">
              <w:rPr>
                <w:rFonts w:ascii="Times New Roman" w:hAnsi="Times New Roman"/>
                <w:sz w:val="21"/>
                <w:szCs w:val="21"/>
                <w:lang w:val="lv-LV"/>
              </w:rPr>
              <w:t>Zemes gabals atrodas Irlavas pagastā, Tukuma novadā, uz nekustamā īpašuma „</w:t>
            </w:r>
            <w:r w:rsidR="002E3FD1" w:rsidRPr="00AE39D1">
              <w:rPr>
                <w:rFonts w:ascii="Times New Roman" w:hAnsi="Times New Roman"/>
                <w:sz w:val="21"/>
                <w:szCs w:val="21"/>
                <w:lang w:val="lv-LV"/>
              </w:rPr>
              <w:t>Kaļķene</w:t>
            </w:r>
            <w:r w:rsidRPr="00AE39D1">
              <w:rPr>
                <w:rFonts w:ascii="Times New Roman" w:hAnsi="Times New Roman"/>
                <w:sz w:val="21"/>
                <w:szCs w:val="21"/>
                <w:lang w:val="lv-LV"/>
              </w:rPr>
              <w:t>”</w:t>
            </w:r>
            <w:r w:rsidRPr="00AE39D1">
              <w:rPr>
                <w:rFonts w:ascii="Times New Roman" w:hAnsi="Times New Roman"/>
                <w:color w:val="FF0000"/>
                <w:sz w:val="21"/>
                <w:szCs w:val="21"/>
                <w:lang w:val="lv-LV"/>
              </w:rPr>
              <w:t xml:space="preserve"> </w:t>
            </w:r>
            <w:r w:rsidRPr="00AE39D1">
              <w:rPr>
                <w:rFonts w:ascii="Times New Roman" w:hAnsi="Times New Roman"/>
                <w:sz w:val="21"/>
                <w:szCs w:val="21"/>
                <w:lang w:val="lv-LV"/>
              </w:rPr>
              <w:t xml:space="preserve">sastāvā esošas zemes vienības ar kadastra apzīmējumu </w:t>
            </w:r>
            <w:r w:rsidR="002E3FD1" w:rsidRPr="00AE39D1">
              <w:rPr>
                <w:rFonts w:ascii="Times New Roman" w:hAnsi="Times New Roman"/>
                <w:sz w:val="21"/>
                <w:szCs w:val="21"/>
                <w:lang w:val="lv-LV"/>
              </w:rPr>
              <w:t>9054 002 0236.</w:t>
            </w:r>
          </w:p>
        </w:tc>
      </w:tr>
      <w:tr w:rsidR="00734D6A" w:rsidRPr="008B50C5" w14:paraId="72415BF7" w14:textId="77777777" w:rsidTr="002E3FD1">
        <w:tc>
          <w:tcPr>
            <w:tcW w:w="3303" w:type="dxa"/>
          </w:tcPr>
          <w:p w14:paraId="5665E9CA" w14:textId="77777777" w:rsidR="00734D6A" w:rsidRPr="00AE39D1" w:rsidRDefault="00734D6A" w:rsidP="00734D6A">
            <w:pPr>
              <w:spacing w:before="120"/>
              <w:ind w:firstLine="0"/>
              <w:rPr>
                <w:rFonts w:ascii="Times New Roman" w:hAnsi="Times New Roman"/>
                <w:sz w:val="21"/>
                <w:szCs w:val="21"/>
                <w:lang w:val="lv-LV"/>
              </w:rPr>
            </w:pPr>
            <w:r w:rsidRPr="00AE39D1">
              <w:rPr>
                <w:rFonts w:ascii="Times New Roman" w:hAnsi="Times New Roman"/>
                <w:sz w:val="21"/>
                <w:szCs w:val="21"/>
                <w:lang w:val="lv-LV"/>
              </w:rPr>
              <w:t>Gada nomas maksa un citu saistīto maksājumu apmērs</w:t>
            </w:r>
          </w:p>
        </w:tc>
        <w:tc>
          <w:tcPr>
            <w:tcW w:w="1795" w:type="dxa"/>
          </w:tcPr>
          <w:p w14:paraId="4DBB29D7" w14:textId="04CD17AB" w:rsidR="00734D6A" w:rsidRPr="00AE39D1" w:rsidRDefault="00734D6A" w:rsidP="002E3FD1">
            <w:pPr>
              <w:spacing w:before="120"/>
              <w:ind w:firstLine="0"/>
              <w:rPr>
                <w:rFonts w:ascii="Times New Roman" w:hAnsi="Times New Roman"/>
                <w:sz w:val="21"/>
                <w:szCs w:val="21"/>
                <w:lang w:val="lv-LV"/>
              </w:rPr>
            </w:pPr>
            <w:r w:rsidRPr="00AE39D1">
              <w:rPr>
                <w:rFonts w:ascii="Times New Roman" w:hAnsi="Times New Roman"/>
                <w:sz w:val="21"/>
                <w:szCs w:val="21"/>
                <w:lang w:val="lv-LV"/>
              </w:rPr>
              <w:t>28</w:t>
            </w:r>
            <w:r w:rsidR="002E3FD1" w:rsidRPr="00AE39D1">
              <w:rPr>
                <w:rFonts w:ascii="Times New Roman" w:hAnsi="Times New Roman"/>
                <w:sz w:val="21"/>
                <w:szCs w:val="21"/>
                <w:lang w:val="lv-LV"/>
              </w:rPr>
              <w:t>,</w:t>
            </w:r>
            <w:r w:rsidRPr="00AE39D1">
              <w:rPr>
                <w:rFonts w:ascii="Times New Roman" w:hAnsi="Times New Roman"/>
                <w:sz w:val="21"/>
                <w:szCs w:val="21"/>
                <w:lang w:val="lv-LV"/>
              </w:rPr>
              <w:t>00</w:t>
            </w:r>
            <w:r w:rsidR="002E3FD1" w:rsidRPr="00AE39D1">
              <w:rPr>
                <w:rFonts w:ascii="Times New Roman" w:hAnsi="Times New Roman"/>
                <w:sz w:val="21"/>
                <w:szCs w:val="21"/>
                <w:lang w:val="lv-LV"/>
              </w:rPr>
              <w:t> </w:t>
            </w:r>
            <w:r w:rsidRPr="00AE39D1">
              <w:rPr>
                <w:rFonts w:ascii="Times New Roman" w:hAnsi="Times New Roman"/>
                <w:sz w:val="21"/>
                <w:szCs w:val="21"/>
                <w:lang w:val="lv-LV"/>
              </w:rPr>
              <w:t>EUR + nodokļi:</w:t>
            </w:r>
          </w:p>
          <w:p w14:paraId="2040F60C" w14:textId="32039A57" w:rsidR="00734D6A" w:rsidRPr="00AE39D1" w:rsidRDefault="00734D6A" w:rsidP="002E3FD1">
            <w:pPr>
              <w:spacing w:before="120"/>
              <w:ind w:firstLine="0"/>
              <w:rPr>
                <w:rFonts w:ascii="Times New Roman" w:hAnsi="Times New Roman"/>
                <w:sz w:val="21"/>
                <w:szCs w:val="21"/>
                <w:lang w:val="lv-LV"/>
              </w:rPr>
            </w:pPr>
            <w:r w:rsidRPr="00AE39D1">
              <w:rPr>
                <w:rFonts w:ascii="Times New Roman" w:hAnsi="Times New Roman"/>
                <w:sz w:val="21"/>
                <w:szCs w:val="21"/>
                <w:lang w:val="lv-LV"/>
              </w:rPr>
              <w:t xml:space="preserve">NĪN – </w:t>
            </w:r>
            <w:r w:rsidR="000E7A6E" w:rsidRPr="00AE39D1">
              <w:rPr>
                <w:rFonts w:ascii="Times New Roman" w:hAnsi="Times New Roman"/>
                <w:sz w:val="21"/>
                <w:szCs w:val="21"/>
                <w:lang w:val="lv-LV"/>
              </w:rPr>
              <w:t xml:space="preserve"> 0,17 </w:t>
            </w:r>
            <w:r w:rsidRPr="00AE39D1">
              <w:rPr>
                <w:rFonts w:ascii="Times New Roman" w:hAnsi="Times New Roman"/>
                <w:sz w:val="21"/>
                <w:szCs w:val="21"/>
                <w:lang w:val="lv-LV"/>
              </w:rPr>
              <w:t>EUR</w:t>
            </w:r>
          </w:p>
          <w:p w14:paraId="772BF523" w14:textId="160A6534" w:rsidR="00734D6A" w:rsidRPr="00AE39D1" w:rsidRDefault="00734D6A" w:rsidP="002E3FD1">
            <w:pPr>
              <w:spacing w:before="120"/>
              <w:ind w:firstLine="0"/>
              <w:rPr>
                <w:rFonts w:ascii="Times New Roman" w:hAnsi="Times New Roman"/>
                <w:sz w:val="21"/>
                <w:szCs w:val="21"/>
                <w:lang w:val="lv-LV"/>
              </w:rPr>
            </w:pPr>
            <w:r w:rsidRPr="00AE39D1">
              <w:rPr>
                <w:rFonts w:ascii="Times New Roman" w:hAnsi="Times New Roman"/>
                <w:sz w:val="21"/>
                <w:szCs w:val="21"/>
                <w:lang w:val="lv-LV"/>
              </w:rPr>
              <w:t xml:space="preserve">PVN – </w:t>
            </w:r>
            <w:r w:rsidR="000E7A6E" w:rsidRPr="00AE39D1">
              <w:rPr>
                <w:rFonts w:ascii="Times New Roman" w:hAnsi="Times New Roman"/>
                <w:sz w:val="21"/>
                <w:szCs w:val="21"/>
                <w:lang w:val="lv-LV"/>
              </w:rPr>
              <w:t>5</w:t>
            </w:r>
            <w:r w:rsidR="002E3FD1" w:rsidRPr="00AE39D1">
              <w:rPr>
                <w:rFonts w:ascii="Times New Roman" w:hAnsi="Times New Roman"/>
                <w:sz w:val="21"/>
                <w:szCs w:val="21"/>
                <w:lang w:val="lv-LV"/>
              </w:rPr>
              <w:t>,</w:t>
            </w:r>
            <w:r w:rsidR="000E7A6E" w:rsidRPr="00AE39D1">
              <w:rPr>
                <w:rFonts w:ascii="Times New Roman" w:hAnsi="Times New Roman"/>
                <w:sz w:val="21"/>
                <w:szCs w:val="21"/>
                <w:lang w:val="lv-LV"/>
              </w:rPr>
              <w:t xml:space="preserve">92 </w:t>
            </w:r>
            <w:r w:rsidRPr="00AE39D1">
              <w:rPr>
                <w:rFonts w:ascii="Times New Roman" w:hAnsi="Times New Roman"/>
                <w:sz w:val="21"/>
                <w:szCs w:val="21"/>
                <w:lang w:val="lv-LV"/>
              </w:rPr>
              <w:t>EUR</w:t>
            </w:r>
          </w:p>
        </w:tc>
        <w:tc>
          <w:tcPr>
            <w:tcW w:w="4820" w:type="dxa"/>
            <w:gridSpan w:val="2"/>
          </w:tcPr>
          <w:p w14:paraId="6C682431" w14:textId="77777777" w:rsidR="00734D6A" w:rsidRPr="00AE39D1" w:rsidRDefault="00734D6A" w:rsidP="00734D6A">
            <w:pPr>
              <w:spacing w:before="120"/>
              <w:ind w:firstLine="0"/>
              <w:rPr>
                <w:rFonts w:ascii="Times New Roman" w:hAnsi="Times New Roman"/>
                <w:sz w:val="21"/>
                <w:szCs w:val="21"/>
                <w:lang w:val="lv-LV"/>
              </w:rPr>
            </w:pPr>
            <w:r w:rsidRPr="00AE39D1">
              <w:rPr>
                <w:rFonts w:ascii="Times New Roman" w:hAnsi="Times New Roman"/>
                <w:sz w:val="21"/>
                <w:szCs w:val="21"/>
                <w:lang w:val="lv-LV"/>
              </w:rPr>
              <w:t xml:space="preserve">Nomas maksa tiek noteikta atbilstoši MK noteikumu Nr. 350 17. un 5. punktam. Papildus nomas maksai jāmaksā uz zemes gabalu attiecināmais nekustamā īpašuma nodoklis un pievienotās vērtības nodoklis atbilstoši spēkā esošām nodokļu likmēm. </w:t>
            </w:r>
          </w:p>
        </w:tc>
      </w:tr>
      <w:tr w:rsidR="00734D6A" w:rsidRPr="00AE39D1" w14:paraId="05C937E6" w14:textId="77777777" w:rsidTr="002E3FD1">
        <w:tc>
          <w:tcPr>
            <w:tcW w:w="3303" w:type="dxa"/>
          </w:tcPr>
          <w:p w14:paraId="50720FC9" w14:textId="77777777" w:rsidR="00734D6A" w:rsidRPr="00AE39D1" w:rsidRDefault="00734D6A" w:rsidP="002E3FD1">
            <w:pPr>
              <w:spacing w:before="120"/>
              <w:ind w:firstLine="0"/>
              <w:rPr>
                <w:rFonts w:ascii="Times New Roman" w:hAnsi="Times New Roman"/>
                <w:sz w:val="21"/>
                <w:szCs w:val="21"/>
                <w:lang w:val="lv-LV"/>
              </w:rPr>
            </w:pPr>
            <w:r w:rsidRPr="00AE39D1">
              <w:rPr>
                <w:rFonts w:ascii="Times New Roman" w:hAnsi="Times New Roman"/>
                <w:sz w:val="21"/>
                <w:szCs w:val="21"/>
                <w:lang w:val="lv-LV"/>
              </w:rPr>
              <w:t>Samaksas termiņš un kārtība</w:t>
            </w:r>
          </w:p>
        </w:tc>
        <w:tc>
          <w:tcPr>
            <w:tcW w:w="1795" w:type="dxa"/>
          </w:tcPr>
          <w:p w14:paraId="6B265DFD" w14:textId="4B11BA83" w:rsidR="00734D6A" w:rsidRPr="00AE39D1" w:rsidRDefault="00734D6A" w:rsidP="002E3FD1">
            <w:pPr>
              <w:spacing w:before="120"/>
              <w:ind w:firstLine="0"/>
              <w:rPr>
                <w:rFonts w:ascii="Times New Roman" w:hAnsi="Times New Roman"/>
                <w:sz w:val="21"/>
                <w:szCs w:val="21"/>
                <w:lang w:val="lv-LV"/>
              </w:rPr>
            </w:pPr>
            <w:r w:rsidRPr="00AE39D1">
              <w:rPr>
                <w:rFonts w:ascii="Times New Roman" w:hAnsi="Times New Roman"/>
                <w:sz w:val="21"/>
                <w:szCs w:val="21"/>
                <w:lang w:val="lv-LV"/>
              </w:rPr>
              <w:t>1x gadā uz LVM rēķina pamata</w:t>
            </w:r>
          </w:p>
        </w:tc>
        <w:tc>
          <w:tcPr>
            <w:tcW w:w="4820" w:type="dxa"/>
            <w:gridSpan w:val="2"/>
          </w:tcPr>
          <w:p w14:paraId="39F093A5" w14:textId="2A39485C" w:rsidR="00734D6A" w:rsidRPr="00AE39D1" w:rsidRDefault="00F4692A" w:rsidP="002E3FD1">
            <w:pPr>
              <w:spacing w:before="60"/>
              <w:ind w:firstLine="0"/>
              <w:rPr>
                <w:rFonts w:ascii="Times New Roman" w:hAnsi="Times New Roman"/>
                <w:sz w:val="21"/>
                <w:szCs w:val="21"/>
                <w:lang w:val="lv-LV"/>
              </w:rPr>
            </w:pPr>
            <w:r w:rsidRPr="00AE39D1">
              <w:rPr>
                <w:rFonts w:ascii="Times New Roman" w:hAnsi="Times New Roman"/>
                <w:sz w:val="21"/>
                <w:szCs w:val="21"/>
                <w:lang w:val="lv-LV"/>
              </w:rPr>
              <w:t>Samaksa p</w:t>
            </w:r>
            <w:r w:rsidR="00734D6A" w:rsidRPr="00AE39D1">
              <w:rPr>
                <w:rFonts w:ascii="Times New Roman" w:hAnsi="Times New Roman"/>
                <w:sz w:val="21"/>
                <w:szCs w:val="21"/>
                <w:lang w:val="lv-LV"/>
              </w:rPr>
              <w:t xml:space="preserve">ar laika periodu no </w:t>
            </w:r>
            <w:r w:rsidRPr="00AE39D1">
              <w:rPr>
                <w:rFonts w:ascii="Times New Roman" w:hAnsi="Times New Roman"/>
                <w:sz w:val="21"/>
                <w:szCs w:val="21"/>
                <w:lang w:val="lv-LV"/>
              </w:rPr>
              <w:t xml:space="preserve">vēstules nosūtīšanas dienas </w:t>
            </w:r>
            <w:r w:rsidR="00734D6A" w:rsidRPr="00AE39D1">
              <w:rPr>
                <w:rFonts w:ascii="Times New Roman" w:hAnsi="Times New Roman"/>
                <w:sz w:val="21"/>
                <w:szCs w:val="21"/>
                <w:lang w:val="lv-LV"/>
              </w:rPr>
              <w:t>līdz 31.12.2021. – atbilstoši šīs vēstules pielikumā pievienotajam rēķinam, kas apmaksājams līdz rēķinā norādītajam termiņam.</w:t>
            </w:r>
          </w:p>
          <w:p w14:paraId="502DBD6F" w14:textId="594AF690" w:rsidR="00734D6A" w:rsidRPr="00AE39D1" w:rsidRDefault="00734D6A" w:rsidP="00921118">
            <w:pPr>
              <w:widowControl/>
              <w:spacing w:before="60"/>
              <w:ind w:firstLine="0"/>
              <w:rPr>
                <w:rFonts w:ascii="Times New Roman" w:hAnsi="Times New Roman"/>
                <w:sz w:val="21"/>
                <w:szCs w:val="21"/>
                <w:lang w:val="lv-LV"/>
              </w:rPr>
            </w:pPr>
            <w:r w:rsidRPr="00AE39D1">
              <w:rPr>
                <w:rFonts w:ascii="Times New Roman" w:hAnsi="Times New Roman"/>
                <w:sz w:val="21"/>
                <w:szCs w:val="21"/>
                <w:lang w:val="lv-LV"/>
              </w:rPr>
              <w:t>Sākot ar 2022. gada 1. janvāri</w:t>
            </w:r>
            <w:r w:rsidR="00921118" w:rsidRPr="00AE39D1">
              <w:rPr>
                <w:rFonts w:ascii="Times New Roman" w:hAnsi="Times New Roman"/>
                <w:sz w:val="21"/>
                <w:szCs w:val="21"/>
                <w:lang w:val="lv-LV"/>
              </w:rPr>
              <w:t xml:space="preserve">, līdz katra kalendārā gada marta mēneša 01. datumam, LVM rēķinu izrakstīs un nosūtīs apmaksai. Apmaksa veicama </w:t>
            </w:r>
            <w:r w:rsidRPr="00AE39D1">
              <w:rPr>
                <w:rFonts w:ascii="Times New Roman" w:hAnsi="Times New Roman"/>
                <w:sz w:val="21"/>
                <w:szCs w:val="21"/>
                <w:lang w:val="lv-LV"/>
              </w:rPr>
              <w:t>līdz tekošā gada 15.</w:t>
            </w:r>
            <w:r w:rsidR="00460F49" w:rsidRPr="00AE39D1">
              <w:rPr>
                <w:rFonts w:ascii="Times New Roman" w:hAnsi="Times New Roman"/>
                <w:lang w:val="lv-LV"/>
              </w:rPr>
              <w:t> </w:t>
            </w:r>
            <w:r w:rsidRPr="00AE39D1">
              <w:rPr>
                <w:rFonts w:ascii="Times New Roman" w:hAnsi="Times New Roman"/>
                <w:sz w:val="21"/>
                <w:szCs w:val="21"/>
                <w:lang w:val="lv-LV"/>
              </w:rPr>
              <w:t xml:space="preserve">aprīlim. </w:t>
            </w:r>
          </w:p>
        </w:tc>
      </w:tr>
      <w:tr w:rsidR="00734D6A" w:rsidRPr="008B50C5" w14:paraId="6AD1DE3C" w14:textId="77777777" w:rsidTr="002E3FD1">
        <w:tc>
          <w:tcPr>
            <w:tcW w:w="3303" w:type="dxa"/>
          </w:tcPr>
          <w:p w14:paraId="13722D9A" w14:textId="77777777" w:rsidR="00734D6A" w:rsidRPr="00AE39D1" w:rsidRDefault="00734D6A" w:rsidP="002E3FD1">
            <w:pPr>
              <w:spacing w:before="120"/>
              <w:ind w:firstLine="0"/>
              <w:rPr>
                <w:rFonts w:ascii="Times New Roman" w:hAnsi="Times New Roman"/>
                <w:sz w:val="21"/>
                <w:szCs w:val="21"/>
                <w:lang w:val="lv-LV"/>
              </w:rPr>
            </w:pPr>
            <w:r w:rsidRPr="00AE39D1">
              <w:rPr>
                <w:rFonts w:ascii="Times New Roman" w:hAnsi="Times New Roman"/>
                <w:sz w:val="21"/>
                <w:szCs w:val="21"/>
                <w:lang w:val="lv-LV"/>
              </w:rPr>
              <w:t xml:space="preserve">Nokavējuma procenti </w:t>
            </w:r>
          </w:p>
        </w:tc>
        <w:tc>
          <w:tcPr>
            <w:tcW w:w="1795" w:type="dxa"/>
          </w:tcPr>
          <w:p w14:paraId="1E4C2585" w14:textId="3586B5DD" w:rsidR="00734D6A" w:rsidRPr="00AE39D1" w:rsidRDefault="00734D6A" w:rsidP="006036DC">
            <w:pPr>
              <w:spacing w:before="120"/>
              <w:rPr>
                <w:rFonts w:ascii="Times New Roman" w:hAnsi="Times New Roman"/>
                <w:sz w:val="21"/>
                <w:szCs w:val="21"/>
                <w:lang w:val="lv-LV"/>
              </w:rPr>
            </w:pPr>
            <w:r w:rsidRPr="00AE39D1">
              <w:rPr>
                <w:rFonts w:ascii="Times New Roman" w:hAnsi="Times New Roman"/>
                <w:sz w:val="21"/>
                <w:szCs w:val="21"/>
                <w:lang w:val="lv-LV"/>
              </w:rPr>
              <w:t>0</w:t>
            </w:r>
            <w:r w:rsidR="002E3FD1" w:rsidRPr="00AE39D1">
              <w:rPr>
                <w:rFonts w:ascii="Times New Roman" w:hAnsi="Times New Roman"/>
                <w:sz w:val="21"/>
                <w:szCs w:val="21"/>
                <w:lang w:val="lv-LV"/>
              </w:rPr>
              <w:t>,</w:t>
            </w:r>
            <w:r w:rsidRPr="00AE39D1">
              <w:rPr>
                <w:rFonts w:ascii="Times New Roman" w:hAnsi="Times New Roman"/>
                <w:sz w:val="21"/>
                <w:szCs w:val="21"/>
                <w:lang w:val="lv-LV"/>
              </w:rPr>
              <w:t xml:space="preserve">1% </w:t>
            </w:r>
          </w:p>
        </w:tc>
        <w:tc>
          <w:tcPr>
            <w:tcW w:w="4820" w:type="dxa"/>
            <w:gridSpan w:val="2"/>
          </w:tcPr>
          <w:p w14:paraId="6A48181C" w14:textId="5227FBBD" w:rsidR="00734D6A" w:rsidRPr="00AE39D1" w:rsidRDefault="00734D6A" w:rsidP="002E3FD1">
            <w:pPr>
              <w:spacing w:before="120"/>
              <w:ind w:firstLine="0"/>
              <w:rPr>
                <w:rFonts w:ascii="Times New Roman" w:hAnsi="Times New Roman"/>
                <w:sz w:val="21"/>
                <w:szCs w:val="21"/>
                <w:lang w:val="lv-LV"/>
              </w:rPr>
            </w:pPr>
            <w:r w:rsidRPr="00AE39D1">
              <w:rPr>
                <w:rFonts w:ascii="Times New Roman" w:hAnsi="Times New Roman"/>
                <w:sz w:val="21"/>
                <w:szCs w:val="21"/>
                <w:lang w:val="lv-LV"/>
              </w:rPr>
              <w:t>Par maksājumu termiņa kavējumu LVM aprēķina nokavējuma procentus 0</w:t>
            </w:r>
            <w:r w:rsidR="002E3FD1" w:rsidRPr="00AE39D1">
              <w:rPr>
                <w:rFonts w:ascii="Times New Roman" w:hAnsi="Times New Roman"/>
                <w:sz w:val="21"/>
                <w:szCs w:val="21"/>
                <w:lang w:val="lv-LV"/>
              </w:rPr>
              <w:t>,</w:t>
            </w:r>
            <w:r w:rsidRPr="00AE39D1">
              <w:rPr>
                <w:rFonts w:ascii="Times New Roman" w:hAnsi="Times New Roman"/>
                <w:sz w:val="21"/>
                <w:szCs w:val="21"/>
                <w:lang w:val="lv-LV"/>
              </w:rPr>
              <w:t>1 % apmērā no kavētās maksājuma summas par katru kavējuma dienu.</w:t>
            </w:r>
          </w:p>
        </w:tc>
      </w:tr>
      <w:tr w:rsidR="00734D6A" w:rsidRPr="008B50C5" w14:paraId="465A190A" w14:textId="77777777" w:rsidTr="002E3FD1">
        <w:tc>
          <w:tcPr>
            <w:tcW w:w="9918" w:type="dxa"/>
            <w:gridSpan w:val="4"/>
            <w:tcBorders>
              <w:bottom w:val="single" w:sz="4" w:space="0" w:color="auto"/>
            </w:tcBorders>
          </w:tcPr>
          <w:p w14:paraId="10478B80" w14:textId="77777777" w:rsidR="00734D6A" w:rsidRPr="00AE39D1" w:rsidRDefault="00734D6A" w:rsidP="002E3FD1">
            <w:pPr>
              <w:spacing w:before="120"/>
              <w:ind w:firstLine="0"/>
              <w:rPr>
                <w:rFonts w:ascii="Times New Roman" w:hAnsi="Times New Roman"/>
                <w:sz w:val="21"/>
                <w:szCs w:val="21"/>
                <w:lang w:val="lv-LV"/>
              </w:rPr>
            </w:pPr>
            <w:r w:rsidRPr="00AE39D1">
              <w:rPr>
                <w:rFonts w:ascii="Times New Roman" w:hAnsi="Times New Roman"/>
                <w:sz w:val="21"/>
                <w:szCs w:val="21"/>
                <w:lang w:val="lv-LV"/>
              </w:rPr>
              <w:t>LVM nomas maksu vienpusēji pārskata un maina:</w:t>
            </w:r>
          </w:p>
          <w:p w14:paraId="23BF6FF7" w14:textId="24A89BCB" w:rsidR="00734D6A" w:rsidRPr="00AE39D1" w:rsidRDefault="00734D6A" w:rsidP="006036DC">
            <w:pPr>
              <w:ind w:left="316" w:hanging="142"/>
              <w:rPr>
                <w:rFonts w:ascii="Times New Roman" w:hAnsi="Times New Roman"/>
                <w:sz w:val="21"/>
                <w:szCs w:val="21"/>
                <w:lang w:val="lv-LV"/>
              </w:rPr>
            </w:pPr>
            <w:r w:rsidRPr="00AE39D1">
              <w:rPr>
                <w:rFonts w:ascii="Times New Roman" w:hAnsi="Times New Roman"/>
                <w:sz w:val="21"/>
                <w:szCs w:val="21"/>
                <w:lang w:val="lv-LV"/>
              </w:rPr>
              <w:t xml:space="preserve">- ja </w:t>
            </w:r>
            <w:r w:rsidR="002E3FD1" w:rsidRPr="00AE39D1">
              <w:rPr>
                <w:rFonts w:ascii="Times New Roman" w:hAnsi="Times New Roman"/>
                <w:sz w:val="21"/>
                <w:szCs w:val="21"/>
                <w:lang w:val="lv-LV"/>
              </w:rPr>
              <w:t>z</w:t>
            </w:r>
            <w:r w:rsidRPr="00AE39D1">
              <w:rPr>
                <w:rFonts w:ascii="Times New Roman" w:hAnsi="Times New Roman"/>
                <w:sz w:val="21"/>
                <w:szCs w:val="21"/>
                <w:lang w:val="lv-LV"/>
              </w:rPr>
              <w:t>emei tiek mainīta tās kadastrālā vērtība;</w:t>
            </w:r>
          </w:p>
          <w:p w14:paraId="02370EA2" w14:textId="77777777" w:rsidR="00734D6A" w:rsidRPr="00AE39D1" w:rsidRDefault="00734D6A" w:rsidP="006036DC">
            <w:pPr>
              <w:ind w:left="316" w:hanging="142"/>
              <w:rPr>
                <w:rFonts w:ascii="Times New Roman" w:hAnsi="Times New Roman"/>
                <w:sz w:val="21"/>
                <w:szCs w:val="21"/>
                <w:lang w:val="lv-LV"/>
              </w:rPr>
            </w:pPr>
            <w:r w:rsidRPr="00AE39D1">
              <w:rPr>
                <w:rFonts w:ascii="Times New Roman" w:hAnsi="Times New Roman"/>
                <w:sz w:val="21"/>
                <w:szCs w:val="21"/>
                <w:lang w:val="lv-LV"/>
              </w:rPr>
              <w:t>- ja normatīvie akti paredz citu nomas maksas aprēķināšanas kārtību;</w:t>
            </w:r>
          </w:p>
          <w:p w14:paraId="1538FD4C" w14:textId="42485399" w:rsidR="00734D6A" w:rsidRPr="00AE39D1" w:rsidRDefault="00734D6A" w:rsidP="006036DC">
            <w:pPr>
              <w:ind w:left="316" w:hanging="142"/>
              <w:rPr>
                <w:rFonts w:ascii="Times New Roman" w:hAnsi="Times New Roman"/>
                <w:sz w:val="21"/>
                <w:szCs w:val="21"/>
                <w:lang w:val="lv-LV"/>
              </w:rPr>
            </w:pPr>
            <w:r w:rsidRPr="00AE39D1">
              <w:rPr>
                <w:rFonts w:ascii="Times New Roman" w:hAnsi="Times New Roman"/>
                <w:sz w:val="21"/>
                <w:szCs w:val="21"/>
                <w:lang w:val="lv-LV"/>
              </w:rPr>
              <w:t>- ja ar normatīvajiem aktiem tiek no jauna ieviesti vai palielināti uz</w:t>
            </w:r>
            <w:r w:rsidR="002E3FD1" w:rsidRPr="00AE39D1">
              <w:rPr>
                <w:rFonts w:ascii="Times New Roman" w:hAnsi="Times New Roman"/>
                <w:sz w:val="21"/>
                <w:szCs w:val="21"/>
                <w:lang w:val="lv-LV"/>
              </w:rPr>
              <w:t xml:space="preserve"> z</w:t>
            </w:r>
            <w:r w:rsidRPr="00AE39D1">
              <w:rPr>
                <w:rFonts w:ascii="Times New Roman" w:hAnsi="Times New Roman"/>
                <w:sz w:val="21"/>
                <w:szCs w:val="21"/>
                <w:lang w:val="lv-LV"/>
              </w:rPr>
              <w:t xml:space="preserve">emi attiecināmie nodokļi un nodevas, vai </w:t>
            </w:r>
            <w:r w:rsidRPr="00AE39D1">
              <w:rPr>
                <w:rFonts w:ascii="Times New Roman" w:hAnsi="Times New Roman"/>
                <w:sz w:val="21"/>
                <w:szCs w:val="21"/>
                <w:lang w:val="lv-LV"/>
              </w:rPr>
              <w:lastRenderedPageBreak/>
              <w:t>mainīts ar nodokli apliekamais objekts.</w:t>
            </w:r>
          </w:p>
        </w:tc>
      </w:tr>
      <w:tr w:rsidR="00734D6A" w:rsidRPr="00AE39D1" w14:paraId="78031208" w14:textId="77777777" w:rsidTr="002E3FD1">
        <w:tc>
          <w:tcPr>
            <w:tcW w:w="9918" w:type="dxa"/>
            <w:gridSpan w:val="4"/>
            <w:tcBorders>
              <w:bottom w:val="nil"/>
            </w:tcBorders>
          </w:tcPr>
          <w:p w14:paraId="097F699B" w14:textId="77777777" w:rsidR="00734D6A" w:rsidRPr="00AE39D1" w:rsidRDefault="00734D6A" w:rsidP="002E3FD1">
            <w:pPr>
              <w:spacing w:before="80" w:after="120"/>
              <w:ind w:firstLine="0"/>
              <w:rPr>
                <w:rFonts w:ascii="Times New Roman" w:hAnsi="Times New Roman"/>
                <w:sz w:val="21"/>
                <w:szCs w:val="21"/>
                <w:lang w:val="lv-LV"/>
              </w:rPr>
            </w:pPr>
            <w:r w:rsidRPr="00AE39D1">
              <w:rPr>
                <w:rFonts w:ascii="Times New Roman" w:hAnsi="Times New Roman"/>
                <w:sz w:val="21"/>
                <w:szCs w:val="21"/>
                <w:lang w:val="lv-LV"/>
              </w:rPr>
              <w:lastRenderedPageBreak/>
              <w:t>AS “Latvijas valsts meži”, vienotais reģ. nr. 40003466281, norēķinu konti rēķinu apmaksai:</w:t>
            </w:r>
          </w:p>
        </w:tc>
      </w:tr>
      <w:tr w:rsidR="00734D6A" w:rsidRPr="00AE39D1" w14:paraId="453AD0AD" w14:textId="77777777" w:rsidTr="002E3FD1">
        <w:tc>
          <w:tcPr>
            <w:tcW w:w="3303" w:type="dxa"/>
            <w:tcBorders>
              <w:top w:val="nil"/>
            </w:tcBorders>
          </w:tcPr>
          <w:p w14:paraId="28D7BBFD" w14:textId="77777777" w:rsidR="00734D6A" w:rsidRPr="00AE39D1" w:rsidRDefault="00734D6A" w:rsidP="006036DC">
            <w:pPr>
              <w:ind w:firstLine="30"/>
              <w:rPr>
                <w:rFonts w:ascii="Times New Roman" w:eastAsia="Times New Roman" w:hAnsi="Times New Roman"/>
                <w:b/>
                <w:bCs/>
                <w:sz w:val="21"/>
                <w:szCs w:val="21"/>
                <w:lang w:val="lv-LV"/>
              </w:rPr>
            </w:pPr>
            <w:r w:rsidRPr="00AE39D1">
              <w:rPr>
                <w:rFonts w:ascii="Times New Roman" w:eastAsia="Times New Roman" w:hAnsi="Times New Roman"/>
                <w:b/>
                <w:bCs/>
                <w:sz w:val="21"/>
                <w:szCs w:val="21"/>
                <w:lang w:val="lv-LV"/>
              </w:rPr>
              <w:t>AS “SEB banka”</w:t>
            </w:r>
            <w:r w:rsidRPr="00AE39D1">
              <w:rPr>
                <w:rFonts w:ascii="Times New Roman" w:eastAsia="Times New Roman" w:hAnsi="Times New Roman"/>
                <w:sz w:val="21"/>
                <w:szCs w:val="21"/>
                <w:lang w:val="lv-LV"/>
              </w:rPr>
              <w:t>,</w:t>
            </w:r>
            <w:r w:rsidRPr="00AE39D1">
              <w:rPr>
                <w:rFonts w:ascii="Times New Roman" w:eastAsia="Times New Roman" w:hAnsi="Times New Roman"/>
                <w:b/>
                <w:bCs/>
                <w:sz w:val="21"/>
                <w:szCs w:val="21"/>
                <w:lang w:val="lv-LV"/>
              </w:rPr>
              <w:t xml:space="preserve"> </w:t>
            </w:r>
          </w:p>
          <w:p w14:paraId="77538EC8" w14:textId="77777777" w:rsidR="00734D6A" w:rsidRPr="00AE39D1" w:rsidRDefault="00734D6A" w:rsidP="006036DC">
            <w:pPr>
              <w:ind w:firstLine="30"/>
              <w:rPr>
                <w:rFonts w:ascii="Times New Roman" w:eastAsia="Times New Roman" w:hAnsi="Times New Roman"/>
                <w:sz w:val="21"/>
                <w:szCs w:val="21"/>
                <w:lang w:val="lv-LV"/>
              </w:rPr>
            </w:pPr>
            <w:r w:rsidRPr="00AE39D1">
              <w:rPr>
                <w:rFonts w:ascii="Times New Roman" w:eastAsia="Times New Roman" w:hAnsi="Times New Roman"/>
                <w:sz w:val="21"/>
                <w:szCs w:val="21"/>
                <w:lang w:val="lv-LV"/>
              </w:rPr>
              <w:t>bankas kods: UNLALV2X</w:t>
            </w:r>
          </w:p>
          <w:p w14:paraId="5B997F7F" w14:textId="77777777" w:rsidR="00734D6A" w:rsidRPr="00AE39D1" w:rsidRDefault="00734D6A" w:rsidP="006036DC">
            <w:pPr>
              <w:ind w:firstLine="30"/>
              <w:rPr>
                <w:rFonts w:ascii="Times New Roman" w:hAnsi="Times New Roman"/>
                <w:sz w:val="21"/>
                <w:szCs w:val="21"/>
                <w:lang w:val="lv-LV"/>
              </w:rPr>
            </w:pPr>
            <w:r w:rsidRPr="00AE39D1">
              <w:rPr>
                <w:rFonts w:ascii="Times New Roman" w:eastAsia="Times New Roman" w:hAnsi="Times New Roman"/>
                <w:sz w:val="21"/>
                <w:szCs w:val="21"/>
                <w:lang w:val="lv-LV"/>
              </w:rPr>
              <w:t>konts:  LV10UNLA0003030467544</w:t>
            </w:r>
          </w:p>
        </w:tc>
        <w:tc>
          <w:tcPr>
            <w:tcW w:w="3098" w:type="dxa"/>
            <w:gridSpan w:val="2"/>
            <w:tcBorders>
              <w:top w:val="nil"/>
            </w:tcBorders>
          </w:tcPr>
          <w:p w14:paraId="2ABD1A42" w14:textId="77777777" w:rsidR="00734D6A" w:rsidRPr="00AE39D1" w:rsidRDefault="00734D6A" w:rsidP="002E3FD1">
            <w:pPr>
              <w:ind w:firstLine="0"/>
              <w:rPr>
                <w:rFonts w:ascii="Times New Roman" w:eastAsia="Times New Roman" w:hAnsi="Times New Roman"/>
                <w:b/>
                <w:bCs/>
                <w:sz w:val="21"/>
                <w:szCs w:val="21"/>
                <w:lang w:val="lv-LV"/>
              </w:rPr>
            </w:pPr>
            <w:r w:rsidRPr="00AE39D1">
              <w:rPr>
                <w:rFonts w:ascii="Times New Roman" w:eastAsia="Times New Roman" w:hAnsi="Times New Roman"/>
                <w:b/>
                <w:bCs/>
                <w:sz w:val="21"/>
                <w:szCs w:val="21"/>
                <w:lang w:val="lv-LV"/>
              </w:rPr>
              <w:t xml:space="preserve">AS „Luminor Bank”, </w:t>
            </w:r>
          </w:p>
          <w:p w14:paraId="33A517C4" w14:textId="77777777" w:rsidR="00734D6A" w:rsidRPr="00AE39D1" w:rsidRDefault="00734D6A" w:rsidP="002E3FD1">
            <w:pPr>
              <w:ind w:firstLine="0"/>
              <w:rPr>
                <w:rFonts w:ascii="Times New Roman" w:eastAsia="Times New Roman" w:hAnsi="Times New Roman"/>
                <w:sz w:val="21"/>
                <w:szCs w:val="21"/>
                <w:lang w:val="lv-LV"/>
              </w:rPr>
            </w:pPr>
            <w:r w:rsidRPr="00AE39D1">
              <w:rPr>
                <w:rFonts w:ascii="Times New Roman" w:eastAsia="Times New Roman" w:hAnsi="Times New Roman"/>
                <w:sz w:val="21"/>
                <w:szCs w:val="21"/>
                <w:lang w:val="lv-LV"/>
              </w:rPr>
              <w:t>bankas kods: RIKOLV2X</w:t>
            </w:r>
          </w:p>
          <w:p w14:paraId="5F8D801C" w14:textId="749F5692" w:rsidR="00734D6A" w:rsidRPr="00AE39D1" w:rsidRDefault="00734D6A" w:rsidP="002E3FD1">
            <w:pPr>
              <w:ind w:firstLine="0"/>
              <w:rPr>
                <w:rFonts w:ascii="Times New Roman" w:hAnsi="Times New Roman"/>
                <w:sz w:val="21"/>
                <w:szCs w:val="21"/>
                <w:lang w:val="lv-LV"/>
              </w:rPr>
            </w:pPr>
            <w:r w:rsidRPr="00AE39D1">
              <w:rPr>
                <w:rFonts w:ascii="Times New Roman" w:eastAsia="Times New Roman" w:hAnsi="Times New Roman"/>
                <w:sz w:val="21"/>
                <w:szCs w:val="21"/>
                <w:lang w:val="lv-LV"/>
              </w:rPr>
              <w:t>konts:LV58RIKO0002013161311</w:t>
            </w:r>
          </w:p>
        </w:tc>
        <w:tc>
          <w:tcPr>
            <w:tcW w:w="3517" w:type="dxa"/>
            <w:tcBorders>
              <w:top w:val="nil"/>
            </w:tcBorders>
          </w:tcPr>
          <w:p w14:paraId="52789E11" w14:textId="77777777" w:rsidR="00734D6A" w:rsidRPr="00AE39D1" w:rsidRDefault="00734D6A" w:rsidP="002E3FD1">
            <w:pPr>
              <w:ind w:firstLine="0"/>
              <w:rPr>
                <w:rFonts w:ascii="Times New Roman" w:eastAsia="Times New Roman" w:hAnsi="Times New Roman"/>
                <w:b/>
                <w:bCs/>
                <w:sz w:val="21"/>
                <w:szCs w:val="21"/>
                <w:lang w:val="lv-LV"/>
              </w:rPr>
            </w:pPr>
            <w:r w:rsidRPr="00AE39D1">
              <w:rPr>
                <w:rFonts w:ascii="Times New Roman" w:eastAsia="Times New Roman" w:hAnsi="Times New Roman"/>
                <w:b/>
                <w:bCs/>
                <w:sz w:val="21"/>
                <w:szCs w:val="21"/>
                <w:lang w:val="lv-LV"/>
              </w:rPr>
              <w:t>AS “Citadele banka”</w:t>
            </w:r>
            <w:r w:rsidRPr="00AE39D1">
              <w:rPr>
                <w:rFonts w:ascii="Times New Roman" w:eastAsia="Times New Roman" w:hAnsi="Times New Roman"/>
                <w:sz w:val="21"/>
                <w:szCs w:val="21"/>
                <w:lang w:val="lv-LV"/>
              </w:rPr>
              <w:t>,</w:t>
            </w:r>
            <w:r w:rsidRPr="00AE39D1">
              <w:rPr>
                <w:rFonts w:ascii="Times New Roman" w:eastAsia="Times New Roman" w:hAnsi="Times New Roman"/>
                <w:b/>
                <w:bCs/>
                <w:sz w:val="21"/>
                <w:szCs w:val="21"/>
                <w:lang w:val="lv-LV"/>
              </w:rPr>
              <w:t xml:space="preserve"> </w:t>
            </w:r>
          </w:p>
          <w:p w14:paraId="7854E197" w14:textId="77777777" w:rsidR="00734D6A" w:rsidRPr="00AE39D1" w:rsidRDefault="00734D6A" w:rsidP="002E3FD1">
            <w:pPr>
              <w:ind w:firstLine="0"/>
              <w:rPr>
                <w:rFonts w:ascii="Times New Roman" w:eastAsia="Times New Roman" w:hAnsi="Times New Roman"/>
                <w:sz w:val="21"/>
                <w:szCs w:val="21"/>
                <w:lang w:val="lv-LV"/>
              </w:rPr>
            </w:pPr>
            <w:r w:rsidRPr="00AE39D1">
              <w:rPr>
                <w:rFonts w:ascii="Times New Roman" w:eastAsia="Times New Roman" w:hAnsi="Times New Roman"/>
                <w:sz w:val="21"/>
                <w:szCs w:val="21"/>
                <w:lang w:val="lv-LV"/>
              </w:rPr>
              <w:t>bankas kods: PARXLV22</w:t>
            </w:r>
          </w:p>
          <w:p w14:paraId="6B5F61E0" w14:textId="11E3E8C2" w:rsidR="00734D6A" w:rsidRPr="00AE39D1" w:rsidRDefault="00734D6A" w:rsidP="002E3FD1">
            <w:pPr>
              <w:ind w:firstLine="0"/>
              <w:rPr>
                <w:rFonts w:ascii="Times New Roman" w:hAnsi="Times New Roman"/>
                <w:sz w:val="21"/>
                <w:szCs w:val="21"/>
                <w:lang w:val="lv-LV"/>
              </w:rPr>
            </w:pPr>
            <w:r w:rsidRPr="00AE39D1">
              <w:rPr>
                <w:rFonts w:ascii="Times New Roman" w:eastAsia="Times New Roman" w:hAnsi="Times New Roman"/>
                <w:sz w:val="21"/>
                <w:szCs w:val="21"/>
                <w:lang w:val="lv-LV"/>
              </w:rPr>
              <w:t>konts:LV64PARX0000380411016</w:t>
            </w:r>
          </w:p>
        </w:tc>
      </w:tr>
      <w:tr w:rsidR="00734D6A" w:rsidRPr="00AE39D1" w14:paraId="6F76E08C" w14:textId="77777777" w:rsidTr="002E3FD1">
        <w:tc>
          <w:tcPr>
            <w:tcW w:w="3303" w:type="dxa"/>
          </w:tcPr>
          <w:p w14:paraId="7C6451E3" w14:textId="77777777" w:rsidR="00734D6A" w:rsidRPr="00AE39D1" w:rsidRDefault="00734D6A" w:rsidP="002E3FD1">
            <w:pPr>
              <w:ind w:firstLine="0"/>
              <w:rPr>
                <w:rFonts w:ascii="Times New Roman" w:eastAsia="Times New Roman" w:hAnsi="Times New Roman"/>
                <w:sz w:val="21"/>
                <w:szCs w:val="21"/>
                <w:lang w:val="lv-LV"/>
              </w:rPr>
            </w:pPr>
            <w:r w:rsidRPr="00AE39D1">
              <w:rPr>
                <w:rFonts w:ascii="Times New Roman" w:eastAsia="Times New Roman" w:hAnsi="Times New Roman"/>
                <w:b/>
                <w:bCs/>
                <w:sz w:val="21"/>
                <w:szCs w:val="21"/>
                <w:lang w:val="lv-LV"/>
              </w:rPr>
              <w:t>AS „Swedbank”,</w:t>
            </w:r>
            <w:r w:rsidRPr="00AE39D1">
              <w:rPr>
                <w:rFonts w:ascii="Times New Roman" w:eastAsia="Times New Roman" w:hAnsi="Times New Roman"/>
                <w:sz w:val="21"/>
                <w:szCs w:val="21"/>
                <w:lang w:val="lv-LV"/>
              </w:rPr>
              <w:t xml:space="preserve"> </w:t>
            </w:r>
          </w:p>
          <w:p w14:paraId="2FA677E3" w14:textId="77777777" w:rsidR="00734D6A" w:rsidRPr="00AE39D1" w:rsidRDefault="00734D6A" w:rsidP="002E3FD1">
            <w:pPr>
              <w:ind w:firstLine="0"/>
              <w:rPr>
                <w:rFonts w:ascii="Times New Roman" w:eastAsia="Times New Roman" w:hAnsi="Times New Roman"/>
                <w:sz w:val="21"/>
                <w:szCs w:val="21"/>
                <w:lang w:val="lv-LV"/>
              </w:rPr>
            </w:pPr>
            <w:r w:rsidRPr="00AE39D1">
              <w:rPr>
                <w:rFonts w:ascii="Times New Roman" w:eastAsia="Times New Roman" w:hAnsi="Times New Roman"/>
                <w:sz w:val="21"/>
                <w:szCs w:val="21"/>
                <w:lang w:val="lv-LV"/>
              </w:rPr>
              <w:t>bankas kods: HABALV22</w:t>
            </w:r>
          </w:p>
          <w:p w14:paraId="20521436" w14:textId="77777777" w:rsidR="00734D6A" w:rsidRPr="00AE39D1" w:rsidRDefault="00734D6A" w:rsidP="002E3FD1">
            <w:pPr>
              <w:ind w:firstLine="0"/>
              <w:rPr>
                <w:rFonts w:ascii="Times New Roman" w:hAnsi="Times New Roman"/>
                <w:sz w:val="21"/>
                <w:szCs w:val="21"/>
                <w:lang w:val="lv-LV"/>
              </w:rPr>
            </w:pPr>
            <w:r w:rsidRPr="00AE39D1">
              <w:rPr>
                <w:rFonts w:ascii="Times New Roman" w:eastAsia="Times New Roman" w:hAnsi="Times New Roman"/>
                <w:sz w:val="21"/>
                <w:szCs w:val="21"/>
                <w:lang w:val="lv-LV"/>
              </w:rPr>
              <w:t>konts: LV82HABA0001407052133</w:t>
            </w:r>
          </w:p>
        </w:tc>
        <w:tc>
          <w:tcPr>
            <w:tcW w:w="6615" w:type="dxa"/>
            <w:gridSpan w:val="3"/>
          </w:tcPr>
          <w:p w14:paraId="07DE1FCE" w14:textId="77777777" w:rsidR="00734D6A" w:rsidRPr="00AE39D1" w:rsidRDefault="00734D6A" w:rsidP="006036DC">
            <w:pPr>
              <w:rPr>
                <w:rFonts w:ascii="Times New Roman" w:hAnsi="Times New Roman"/>
                <w:sz w:val="21"/>
                <w:szCs w:val="21"/>
                <w:lang w:val="lv-LV"/>
              </w:rPr>
            </w:pPr>
          </w:p>
        </w:tc>
      </w:tr>
    </w:tbl>
    <w:p w14:paraId="026639E6" w14:textId="77777777" w:rsidR="00734D6A" w:rsidRPr="00AE39D1" w:rsidRDefault="00734D6A" w:rsidP="00734D6A">
      <w:pPr>
        <w:rPr>
          <w:sz w:val="21"/>
          <w:szCs w:val="21"/>
          <w:lang w:val="lv-LV"/>
        </w:rPr>
      </w:pPr>
    </w:p>
    <w:p w14:paraId="2659C2FF" w14:textId="34BC3EFD" w:rsidR="00AD0CE2" w:rsidRPr="00AE39D1" w:rsidRDefault="00AD0CE2" w:rsidP="000C7E2A">
      <w:pPr>
        <w:ind w:firstLine="539"/>
        <w:rPr>
          <w:color w:val="000000"/>
          <w:szCs w:val="24"/>
          <w:lang w:val="lv-LV"/>
        </w:rPr>
      </w:pPr>
      <w:r w:rsidRPr="00AE39D1">
        <w:rPr>
          <w:color w:val="000000"/>
          <w:lang w:val="lv-LV"/>
        </w:rPr>
        <w:t>Jautājumu gadījumā par zemes nomas rēķinu lūdzam sazināties ar LVM Nekustamo īpašumu pārvaldes Zemes lietojuma speciālisti Ingunu Meļķi, i.melke2@lvm.lv, mob. tālr. 25726550.</w:t>
      </w:r>
    </w:p>
    <w:p w14:paraId="7774FBBC" w14:textId="4ADAFD1E" w:rsidR="002E3FD1" w:rsidRPr="00AE39D1" w:rsidRDefault="002E3FD1" w:rsidP="00AE3FF0">
      <w:pPr>
        <w:pStyle w:val="naisf14pt"/>
        <w:ind w:firstLine="0"/>
        <w:rPr>
          <w:rFonts w:eastAsia="Calibri"/>
          <w:color w:val="000000"/>
          <w:sz w:val="24"/>
          <w:lang w:eastAsia="en-US"/>
        </w:rPr>
      </w:pPr>
    </w:p>
    <w:p w14:paraId="3B727A7C" w14:textId="03110093" w:rsidR="00AE3FF0" w:rsidRPr="00AE39D1" w:rsidRDefault="00053DC7" w:rsidP="00AE3FF0">
      <w:pPr>
        <w:pStyle w:val="naisf14pt"/>
        <w:ind w:firstLine="0"/>
        <w:rPr>
          <w:rFonts w:eastAsia="Calibri"/>
          <w:color w:val="000000"/>
          <w:sz w:val="24"/>
          <w:lang w:eastAsia="en-US"/>
        </w:rPr>
      </w:pPr>
      <w:r w:rsidRPr="00AE39D1">
        <w:rPr>
          <w:rFonts w:eastAsia="Calibri"/>
          <w:color w:val="000000"/>
          <w:sz w:val="24"/>
          <w:lang w:eastAsia="en-US"/>
        </w:rPr>
        <w:t>Pielikumi</w:t>
      </w:r>
      <w:r w:rsidR="002E3FD1" w:rsidRPr="00AE39D1">
        <w:rPr>
          <w:rFonts w:eastAsia="Calibri"/>
          <w:color w:val="000000"/>
          <w:sz w:val="24"/>
          <w:lang w:eastAsia="en-US"/>
        </w:rPr>
        <w:t>:</w:t>
      </w:r>
    </w:p>
    <w:p w14:paraId="0E2BC533" w14:textId="60B454CC" w:rsidR="00A65F85" w:rsidRPr="00AE39D1" w:rsidRDefault="00353CA6" w:rsidP="00A65F85">
      <w:pPr>
        <w:pStyle w:val="ListParagraph"/>
        <w:widowControl/>
        <w:numPr>
          <w:ilvl w:val="0"/>
          <w:numId w:val="11"/>
        </w:numPr>
        <w:autoSpaceDE w:val="0"/>
        <w:autoSpaceDN w:val="0"/>
        <w:adjustRightInd w:val="0"/>
        <w:ind w:left="993" w:hanging="426"/>
        <w:rPr>
          <w:color w:val="000000"/>
          <w:szCs w:val="24"/>
          <w:lang w:val="lv-LV"/>
        </w:rPr>
      </w:pPr>
      <w:r w:rsidRPr="00AE39D1">
        <w:rPr>
          <w:color w:val="000000"/>
          <w:szCs w:val="24"/>
          <w:lang w:val="lv-LV"/>
        </w:rPr>
        <w:t>Z</w:t>
      </w:r>
      <w:r w:rsidR="00A65F85" w:rsidRPr="00AE39D1">
        <w:rPr>
          <w:color w:val="000000"/>
          <w:szCs w:val="24"/>
          <w:lang w:val="lv-LV"/>
        </w:rPr>
        <w:t>emesgrāmatas</w:t>
      </w:r>
      <w:r w:rsidR="00273894" w:rsidRPr="00AE39D1">
        <w:rPr>
          <w:color w:val="000000"/>
          <w:szCs w:val="24"/>
          <w:lang w:val="lv-LV"/>
        </w:rPr>
        <w:t xml:space="preserve"> </w:t>
      </w:r>
      <w:r w:rsidRPr="00AE39D1">
        <w:rPr>
          <w:color w:val="000000"/>
          <w:szCs w:val="24"/>
          <w:lang w:val="lv-LV"/>
        </w:rPr>
        <w:t>nodalījuma noraksts par  nekustamo īpašumu “Kalļkeņe”.</w:t>
      </w:r>
    </w:p>
    <w:p w14:paraId="29BA94B3" w14:textId="21E00B1E" w:rsidR="00353CA6" w:rsidRPr="00AE39D1" w:rsidRDefault="00353CA6" w:rsidP="00353CA6">
      <w:pPr>
        <w:pStyle w:val="ListParagraph"/>
        <w:widowControl/>
        <w:numPr>
          <w:ilvl w:val="0"/>
          <w:numId w:val="11"/>
        </w:numPr>
        <w:autoSpaceDE w:val="0"/>
        <w:autoSpaceDN w:val="0"/>
        <w:adjustRightInd w:val="0"/>
        <w:ind w:left="993" w:hanging="426"/>
        <w:rPr>
          <w:color w:val="000000"/>
          <w:szCs w:val="24"/>
          <w:lang w:val="lv-LV"/>
        </w:rPr>
      </w:pPr>
      <w:r w:rsidRPr="00AE39D1">
        <w:rPr>
          <w:color w:val="000000"/>
          <w:szCs w:val="24"/>
          <w:lang w:val="lv-LV"/>
        </w:rPr>
        <w:t>Zemesgrāmatas nodalījuma noraksts par  nekustamo īpašumu “Studentkalna estrāde”.</w:t>
      </w:r>
    </w:p>
    <w:p w14:paraId="525E9750" w14:textId="31B89EEB" w:rsidR="00353CA6" w:rsidRPr="00AE39D1" w:rsidRDefault="00353CA6" w:rsidP="00353CA6">
      <w:pPr>
        <w:pStyle w:val="ListParagraph"/>
        <w:widowControl/>
        <w:numPr>
          <w:ilvl w:val="0"/>
          <w:numId w:val="11"/>
        </w:numPr>
        <w:autoSpaceDE w:val="0"/>
        <w:autoSpaceDN w:val="0"/>
        <w:adjustRightInd w:val="0"/>
        <w:ind w:left="993" w:hanging="426"/>
        <w:rPr>
          <w:color w:val="000000"/>
          <w:szCs w:val="24"/>
          <w:lang w:val="lv-LV"/>
        </w:rPr>
      </w:pPr>
      <w:r w:rsidRPr="00AE39D1">
        <w:rPr>
          <w:color w:val="000000"/>
          <w:szCs w:val="24"/>
          <w:lang w:val="lv-LV"/>
        </w:rPr>
        <w:t>Nekustamā īpašuma valsts kadastra informācijas sistēmas izdruka par nekustamo īpašumu “Kaļķene”;</w:t>
      </w:r>
    </w:p>
    <w:p w14:paraId="0CA42BE4" w14:textId="2A19A108" w:rsidR="008311D7" w:rsidRPr="00AE39D1" w:rsidRDefault="00FC5EEB" w:rsidP="00333AF5">
      <w:pPr>
        <w:pStyle w:val="ListParagraph"/>
        <w:widowControl/>
        <w:numPr>
          <w:ilvl w:val="0"/>
          <w:numId w:val="11"/>
        </w:numPr>
        <w:autoSpaceDE w:val="0"/>
        <w:autoSpaceDN w:val="0"/>
        <w:adjustRightInd w:val="0"/>
        <w:ind w:left="993" w:hanging="426"/>
        <w:rPr>
          <w:color w:val="000000"/>
          <w:szCs w:val="24"/>
          <w:lang w:val="lv-LV"/>
        </w:rPr>
      </w:pPr>
      <w:r w:rsidRPr="00AE39D1">
        <w:rPr>
          <w:color w:val="000000"/>
          <w:szCs w:val="24"/>
          <w:lang w:val="lv-LV"/>
        </w:rPr>
        <w:t xml:space="preserve">Atsavināmās zemes vienības ar kadastra apzīmējumu 9054 002 0236 daļas ~0,42 ha platībā </w:t>
      </w:r>
      <w:r w:rsidR="008311D7" w:rsidRPr="00AE39D1">
        <w:rPr>
          <w:color w:val="000000"/>
          <w:szCs w:val="24"/>
          <w:lang w:val="lv-LV"/>
        </w:rPr>
        <w:t>atrašanās vietas shēma</w:t>
      </w:r>
      <w:r w:rsidR="004D4D6D" w:rsidRPr="00AE39D1">
        <w:rPr>
          <w:color w:val="000000"/>
          <w:szCs w:val="24"/>
          <w:lang w:val="lv-LV"/>
        </w:rPr>
        <w:t>;</w:t>
      </w:r>
    </w:p>
    <w:p w14:paraId="772B85F0" w14:textId="13D81A62" w:rsidR="00053DC7" w:rsidRPr="00AE39D1" w:rsidRDefault="00053DC7" w:rsidP="00053DC7">
      <w:pPr>
        <w:pStyle w:val="ListParagraph"/>
        <w:widowControl/>
        <w:numPr>
          <w:ilvl w:val="0"/>
          <w:numId w:val="11"/>
        </w:numPr>
        <w:autoSpaceDE w:val="0"/>
        <w:autoSpaceDN w:val="0"/>
        <w:adjustRightInd w:val="0"/>
        <w:ind w:left="993" w:hanging="426"/>
        <w:rPr>
          <w:color w:val="000000"/>
          <w:szCs w:val="24"/>
          <w:lang w:val="lv-LV"/>
        </w:rPr>
      </w:pPr>
      <w:r w:rsidRPr="00AE39D1">
        <w:rPr>
          <w:color w:val="000000"/>
          <w:szCs w:val="24"/>
          <w:lang w:val="lv-LV"/>
        </w:rPr>
        <w:t>Tukuma novada domes 06.11.2019. vēstule Nr. IL/1-24/19/67 “Par Studentkalna estrādi”</w:t>
      </w:r>
      <w:r w:rsidR="002E3FD1" w:rsidRPr="00AE39D1">
        <w:rPr>
          <w:color w:val="000000"/>
          <w:szCs w:val="24"/>
          <w:lang w:val="lv-LV"/>
        </w:rPr>
        <w:t>;</w:t>
      </w:r>
    </w:p>
    <w:p w14:paraId="2F168237" w14:textId="63D94C3F" w:rsidR="000C7E2A" w:rsidRPr="00AE39D1" w:rsidRDefault="000C7E2A" w:rsidP="00053DC7">
      <w:pPr>
        <w:pStyle w:val="ListParagraph"/>
        <w:widowControl/>
        <w:numPr>
          <w:ilvl w:val="0"/>
          <w:numId w:val="11"/>
        </w:numPr>
        <w:autoSpaceDE w:val="0"/>
        <w:autoSpaceDN w:val="0"/>
        <w:adjustRightInd w:val="0"/>
        <w:ind w:left="993" w:hanging="426"/>
        <w:rPr>
          <w:color w:val="000000"/>
          <w:szCs w:val="24"/>
          <w:lang w:val="lv-LV"/>
        </w:rPr>
      </w:pPr>
      <w:r w:rsidRPr="00AE39D1">
        <w:rPr>
          <w:color w:val="000000"/>
          <w:szCs w:val="24"/>
          <w:lang w:val="lv-LV"/>
        </w:rPr>
        <w:t>Rēķins Nr.</w:t>
      </w:r>
      <w:r w:rsidR="00AE39D1" w:rsidRPr="00AE39D1">
        <w:rPr>
          <w:color w:val="000000"/>
          <w:szCs w:val="24"/>
          <w:lang w:val="lv-LV"/>
        </w:rPr>
        <w:t xml:space="preserve"> SIA 210262</w:t>
      </w:r>
      <w:r w:rsidRPr="00AE39D1">
        <w:rPr>
          <w:color w:val="000000"/>
          <w:szCs w:val="24"/>
          <w:lang w:val="lv-LV"/>
        </w:rPr>
        <w:t>.</w:t>
      </w:r>
    </w:p>
    <w:p w14:paraId="036C1AC9" w14:textId="654C3D60" w:rsidR="00053DC7" w:rsidRPr="00AE39D1" w:rsidRDefault="00053DC7" w:rsidP="00053DC7">
      <w:pPr>
        <w:widowControl/>
        <w:autoSpaceDE w:val="0"/>
        <w:autoSpaceDN w:val="0"/>
        <w:adjustRightInd w:val="0"/>
        <w:rPr>
          <w:color w:val="000000"/>
          <w:szCs w:val="24"/>
          <w:lang w:val="lv-LV"/>
        </w:rPr>
      </w:pPr>
    </w:p>
    <w:p w14:paraId="4AEDA1F2" w14:textId="77777777" w:rsidR="00AE39D1" w:rsidRPr="00AE39D1" w:rsidRDefault="00AE39D1" w:rsidP="00962E1E">
      <w:pPr>
        <w:pStyle w:val="Nobeigums"/>
        <w:tabs>
          <w:tab w:val="left" w:pos="8505"/>
        </w:tabs>
        <w:jc w:val="center"/>
        <w:rPr>
          <w:szCs w:val="24"/>
          <w:lang w:val="lv-LV"/>
        </w:rPr>
      </w:pPr>
    </w:p>
    <w:p w14:paraId="277DE9C8" w14:textId="77777777" w:rsidR="00AE39D1" w:rsidRPr="00AE39D1" w:rsidRDefault="00AE39D1" w:rsidP="00962E1E">
      <w:pPr>
        <w:pStyle w:val="Nobeigums"/>
        <w:tabs>
          <w:tab w:val="left" w:pos="8505"/>
        </w:tabs>
        <w:jc w:val="center"/>
        <w:rPr>
          <w:szCs w:val="24"/>
          <w:lang w:val="lv-LV"/>
        </w:rPr>
      </w:pPr>
    </w:p>
    <w:p w14:paraId="2051109E" w14:textId="77777777" w:rsidR="00AE39D1" w:rsidRPr="00AE39D1" w:rsidRDefault="00AE39D1" w:rsidP="00962E1E">
      <w:pPr>
        <w:pStyle w:val="Nobeigums"/>
        <w:tabs>
          <w:tab w:val="left" w:pos="8505"/>
        </w:tabs>
        <w:jc w:val="center"/>
        <w:rPr>
          <w:szCs w:val="24"/>
          <w:lang w:val="lv-LV"/>
        </w:rPr>
      </w:pPr>
    </w:p>
    <w:p w14:paraId="5DCE2BD0" w14:textId="247E6763" w:rsidR="00E70DBD" w:rsidRPr="00AE39D1" w:rsidRDefault="00693671" w:rsidP="00962E1E">
      <w:pPr>
        <w:pStyle w:val="Nobeigums"/>
        <w:tabs>
          <w:tab w:val="left" w:pos="8505"/>
        </w:tabs>
        <w:jc w:val="center"/>
        <w:rPr>
          <w:szCs w:val="24"/>
          <w:lang w:val="lv-LV"/>
        </w:rPr>
      </w:pPr>
      <w:r w:rsidRPr="00AE39D1">
        <w:rPr>
          <w:szCs w:val="24"/>
          <w:lang w:val="lv-LV"/>
        </w:rPr>
        <w:t>P</w:t>
      </w:r>
      <w:r w:rsidR="00585D12" w:rsidRPr="00AE39D1">
        <w:rPr>
          <w:szCs w:val="24"/>
          <w:lang w:val="lv-LV"/>
        </w:rPr>
        <w:t>rezidents</w:t>
      </w:r>
      <w:r w:rsidR="00585D12" w:rsidRPr="00AE39D1">
        <w:rPr>
          <w:szCs w:val="24"/>
          <w:lang w:val="lv-LV"/>
        </w:rPr>
        <w:tab/>
      </w:r>
      <w:r w:rsidRPr="00AE39D1">
        <w:rPr>
          <w:szCs w:val="24"/>
          <w:lang w:val="lv-LV"/>
        </w:rPr>
        <w:t>R.</w:t>
      </w:r>
      <w:r w:rsidR="00962E1E" w:rsidRPr="00AE39D1">
        <w:rPr>
          <w:szCs w:val="24"/>
          <w:lang w:val="lv-LV"/>
        </w:rPr>
        <w:t> </w:t>
      </w:r>
      <w:r w:rsidRPr="00AE39D1">
        <w:rPr>
          <w:szCs w:val="24"/>
          <w:lang w:val="lv-LV"/>
        </w:rPr>
        <w:t>Strīpnieks</w:t>
      </w:r>
    </w:p>
    <w:p w14:paraId="3A9EB86D" w14:textId="37CFD1E3" w:rsidR="00333AF5" w:rsidRPr="00AE39D1" w:rsidRDefault="00333AF5" w:rsidP="0049723C">
      <w:pPr>
        <w:pStyle w:val="Nobeigums"/>
        <w:jc w:val="center"/>
        <w:rPr>
          <w:b/>
          <w:bCs/>
          <w:szCs w:val="24"/>
          <w:lang w:val="lv-LV"/>
        </w:rPr>
      </w:pPr>
    </w:p>
    <w:p w14:paraId="3AB3C144" w14:textId="60F73418" w:rsidR="00460F49" w:rsidRPr="00AE39D1" w:rsidRDefault="00460F49" w:rsidP="0049723C">
      <w:pPr>
        <w:pStyle w:val="Nobeigums"/>
        <w:jc w:val="center"/>
        <w:rPr>
          <w:b/>
          <w:bCs/>
          <w:szCs w:val="24"/>
          <w:lang w:val="lv-LV"/>
        </w:rPr>
      </w:pPr>
    </w:p>
    <w:p w14:paraId="06966D7D" w14:textId="77777777" w:rsidR="00AE39D1" w:rsidRPr="00AE39D1" w:rsidRDefault="00AE39D1" w:rsidP="0049723C">
      <w:pPr>
        <w:pStyle w:val="Nobeigums"/>
        <w:jc w:val="center"/>
        <w:rPr>
          <w:b/>
          <w:bCs/>
          <w:szCs w:val="24"/>
          <w:lang w:val="lv-LV"/>
        </w:rPr>
      </w:pPr>
    </w:p>
    <w:p w14:paraId="760AF5D4" w14:textId="77777777" w:rsidR="00503487" w:rsidRPr="00AE39D1" w:rsidRDefault="00503487" w:rsidP="0049723C">
      <w:pPr>
        <w:pStyle w:val="Nobeigums"/>
        <w:jc w:val="center"/>
        <w:rPr>
          <w:b/>
          <w:bCs/>
          <w:sz w:val="20"/>
          <w:lang w:val="lv-LV"/>
        </w:rPr>
      </w:pPr>
      <w:r w:rsidRPr="00AE39D1">
        <w:rPr>
          <w:b/>
          <w:bCs/>
          <w:sz w:val="20"/>
          <w:lang w:val="lv-LV"/>
        </w:rPr>
        <w:t>ŠIS DOKUMENTS IR ELEKTRONISKI PARAKSTĪTS AR</w:t>
      </w:r>
    </w:p>
    <w:p w14:paraId="4DB1D9C1" w14:textId="1D0A1257" w:rsidR="001C2A5B" w:rsidRPr="00AE39D1" w:rsidRDefault="00503487" w:rsidP="009523E0">
      <w:pPr>
        <w:pStyle w:val="Nobeigums"/>
        <w:jc w:val="center"/>
        <w:rPr>
          <w:b/>
          <w:bCs/>
          <w:sz w:val="20"/>
          <w:lang w:val="lv-LV"/>
        </w:rPr>
      </w:pPr>
      <w:r w:rsidRPr="00AE39D1">
        <w:rPr>
          <w:b/>
          <w:bCs/>
          <w:sz w:val="20"/>
          <w:lang w:val="lv-LV"/>
        </w:rPr>
        <w:t>DROŠU ELEKTRONISKO PARAKSTU UN SATUR LAIKA ZĪMOGU</w:t>
      </w:r>
    </w:p>
    <w:p w14:paraId="266E55C5" w14:textId="77777777" w:rsidR="00460F49" w:rsidRPr="00AE39D1" w:rsidRDefault="00460F49" w:rsidP="009523E0">
      <w:pPr>
        <w:pStyle w:val="Nobeigums"/>
        <w:jc w:val="center"/>
        <w:rPr>
          <w:b/>
          <w:bCs/>
          <w:sz w:val="20"/>
          <w:lang w:val="lv-LV"/>
        </w:rPr>
      </w:pPr>
    </w:p>
    <w:p w14:paraId="2A2D910B" w14:textId="77777777" w:rsidR="00053DC7" w:rsidRPr="00AE39D1" w:rsidRDefault="00053DC7" w:rsidP="009523E0">
      <w:pPr>
        <w:pStyle w:val="Nobeigums"/>
        <w:jc w:val="center"/>
        <w:rPr>
          <w:b/>
          <w:bCs/>
          <w:sz w:val="20"/>
          <w:lang w:val="lv-LV"/>
        </w:rPr>
      </w:pPr>
    </w:p>
    <w:p w14:paraId="5A332B5E" w14:textId="77777777" w:rsidR="009523E0" w:rsidRPr="00AE39D1" w:rsidRDefault="009523E0" w:rsidP="009523E0">
      <w:pPr>
        <w:pStyle w:val="Nobeigums"/>
        <w:jc w:val="center"/>
        <w:rPr>
          <w:i/>
          <w:sz w:val="20"/>
          <w:lang w:val="lv-LV"/>
        </w:rPr>
      </w:pPr>
    </w:p>
    <w:p w14:paraId="71ADF43E" w14:textId="24948CBA" w:rsidR="0048054B" w:rsidRPr="00AE39D1" w:rsidRDefault="009523E0" w:rsidP="0049723C">
      <w:pPr>
        <w:pStyle w:val="Parastais"/>
        <w:rPr>
          <w:iCs/>
          <w:sz w:val="16"/>
          <w:szCs w:val="16"/>
        </w:rPr>
      </w:pPr>
      <w:r w:rsidRPr="00AE39D1">
        <w:rPr>
          <w:iCs/>
          <w:sz w:val="16"/>
          <w:szCs w:val="16"/>
        </w:rPr>
        <w:t>S. Plēpe</w:t>
      </w:r>
    </w:p>
    <w:p w14:paraId="411ACAD0" w14:textId="40BC34C6" w:rsidR="009523E0" w:rsidRPr="00AE39D1" w:rsidRDefault="009523E0" w:rsidP="0049723C">
      <w:pPr>
        <w:pStyle w:val="Parastais"/>
        <w:rPr>
          <w:iCs/>
          <w:sz w:val="16"/>
          <w:szCs w:val="16"/>
        </w:rPr>
      </w:pPr>
      <w:r w:rsidRPr="00AE39D1">
        <w:rPr>
          <w:iCs/>
          <w:sz w:val="16"/>
          <w:szCs w:val="16"/>
        </w:rPr>
        <w:t>s.plepe@lvm.lv</w:t>
      </w:r>
    </w:p>
    <w:p w14:paraId="7E14D50D" w14:textId="0C696344" w:rsidR="009523E0" w:rsidRPr="00AE39D1" w:rsidRDefault="009523E0" w:rsidP="0049723C">
      <w:pPr>
        <w:pStyle w:val="Parastais"/>
        <w:rPr>
          <w:iCs/>
          <w:sz w:val="16"/>
          <w:szCs w:val="16"/>
        </w:rPr>
      </w:pPr>
      <w:r w:rsidRPr="00AE39D1">
        <w:rPr>
          <w:iCs/>
          <w:sz w:val="16"/>
          <w:szCs w:val="16"/>
        </w:rPr>
        <w:t>tālr. 28345639</w:t>
      </w:r>
    </w:p>
    <w:sectPr w:rsidR="009523E0" w:rsidRPr="00AE39D1" w:rsidSect="001C2A5B">
      <w:footerReference w:type="even" r:id="rId14"/>
      <w:headerReference w:type="first" r:id="rId15"/>
      <w:pgSz w:w="11906" w:h="16838"/>
      <w:pgMar w:top="1959" w:right="849" w:bottom="851" w:left="1134" w:header="113"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22FD2" w14:textId="77777777" w:rsidR="00752521" w:rsidRDefault="00752521">
      <w:pPr>
        <w:pStyle w:val="Parastais"/>
      </w:pPr>
      <w:r>
        <w:separator/>
      </w:r>
    </w:p>
  </w:endnote>
  <w:endnote w:type="continuationSeparator" w:id="0">
    <w:p w14:paraId="64D70F0A" w14:textId="77777777" w:rsidR="00752521" w:rsidRDefault="00752521">
      <w:pPr>
        <w:pStyle w:val="Parastais"/>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1817E" w14:textId="77777777" w:rsidR="004C58BE" w:rsidRDefault="004C58BE" w:rsidP="000F5A90">
    <w:pPr>
      <w:pStyle w:val="Footer"/>
    </w:pPr>
  </w:p>
  <w:p w14:paraId="50D1765F" w14:textId="77777777" w:rsidR="004C58BE" w:rsidRDefault="004C58BE" w:rsidP="000F5A90">
    <w:pPr>
      <w:pStyle w:val="Footer"/>
    </w:pPr>
  </w:p>
  <w:p w14:paraId="0EB6EBD0" w14:textId="77777777" w:rsidR="004C58BE" w:rsidRDefault="004C58BE" w:rsidP="000F5A90">
    <w:pPr>
      <w:pStyle w:val="Footer"/>
    </w:pPr>
  </w:p>
  <w:p w14:paraId="1A81411D" w14:textId="77777777" w:rsidR="004C58BE" w:rsidRDefault="004C58BE" w:rsidP="000F5A90">
    <w:pPr>
      <w:pStyle w:val="Footer"/>
    </w:pPr>
  </w:p>
  <w:p w14:paraId="6BABB200" w14:textId="77777777" w:rsidR="004C58BE" w:rsidRDefault="004C58BE" w:rsidP="000F5A90">
    <w:pPr>
      <w:pStyle w:val="Footer"/>
    </w:pPr>
  </w:p>
  <w:p w14:paraId="34D89A3E" w14:textId="77777777" w:rsidR="004C58BE" w:rsidRPr="000F5A90" w:rsidRDefault="004C58BE" w:rsidP="000F5A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6466C" w14:textId="77777777" w:rsidR="00752521" w:rsidRDefault="00752521">
      <w:pPr>
        <w:pStyle w:val="Parastais"/>
      </w:pPr>
      <w:r>
        <w:separator/>
      </w:r>
    </w:p>
  </w:footnote>
  <w:footnote w:type="continuationSeparator" w:id="0">
    <w:p w14:paraId="4CAF08C0" w14:textId="77777777" w:rsidR="00752521" w:rsidRDefault="00752521">
      <w:pPr>
        <w:pStyle w:val="Parastais"/>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7" w:type="dxa"/>
      <w:tblInd w:w="-34" w:type="dxa"/>
      <w:tblLook w:val="04A0" w:firstRow="1" w:lastRow="0" w:firstColumn="1" w:lastColumn="0" w:noHBand="0" w:noVBand="1"/>
    </w:tblPr>
    <w:tblGrid>
      <w:gridCol w:w="4524"/>
      <w:gridCol w:w="5683"/>
    </w:tblGrid>
    <w:tr w:rsidR="004C58BE" w:rsidRPr="000F5A90" w14:paraId="5BFFFD36" w14:textId="77777777" w:rsidTr="001D6E20">
      <w:trPr>
        <w:trHeight w:val="2045"/>
      </w:trPr>
      <w:tc>
        <w:tcPr>
          <w:tcW w:w="4524" w:type="dxa"/>
          <w:shd w:val="clear" w:color="auto" w:fill="auto"/>
        </w:tcPr>
        <w:p w14:paraId="09D638BC" w14:textId="77777777" w:rsidR="004C58BE" w:rsidRPr="000F5A90" w:rsidRDefault="004C58BE" w:rsidP="002C02E1">
          <w:pPr>
            <w:pStyle w:val="Parastais"/>
            <w:rPr>
              <w:rFonts w:ascii="Calibri" w:eastAsia="Calibri" w:hAnsi="Calibri"/>
              <w:szCs w:val="22"/>
            </w:rPr>
          </w:pPr>
          <w:r w:rsidRPr="00AC2322">
            <w:rPr>
              <w:rFonts w:ascii="Tahoma" w:eastAsia="Calibri" w:hAnsi="Tahoma" w:cs="Tahoma"/>
              <w:noProof/>
              <w:color w:val="000000"/>
              <w:sz w:val="17"/>
              <w:szCs w:val="17"/>
              <w:lang w:eastAsia="lv-LV"/>
            </w:rPr>
            <w:drawing>
              <wp:anchor distT="0" distB="0" distL="114300" distR="114300" simplePos="0" relativeHeight="251658240" behindDoc="0" locked="0" layoutInCell="1" allowOverlap="1" wp14:anchorId="56C2160F" wp14:editId="6ED528F8">
                <wp:simplePos x="0" y="0"/>
                <wp:positionH relativeFrom="column">
                  <wp:posOffset>-5292</wp:posOffset>
                </wp:positionH>
                <wp:positionV relativeFrom="paragraph">
                  <wp:posOffset>237066</wp:posOffset>
                </wp:positionV>
                <wp:extent cx="2506133" cy="1196307"/>
                <wp:effectExtent l="0" t="0" r="0" b="4445"/>
                <wp:wrapSquare wrapText="bothSides"/>
                <wp:docPr id="6" name="Attēls 9" descr="Apraksts: F:\Documents and Settings\diana sprukte\My Documents\LVM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9" descr="Apraksts: F:\Documents and Settings\diana sprukte\My Documents\LVM_logo.JPG"/>
                        <pic:cNvPicPr>
                          <a:picLocks noChangeAspect="1" noChangeArrowheads="1"/>
                        </pic:cNvPicPr>
                      </pic:nvPicPr>
                      <pic:blipFill>
                        <a:blip r:embed="rId1">
                          <a:extLst>
                            <a:ext uri="{28A0092B-C50C-407E-A947-70E740481C1C}">
                              <a14:useLocalDpi xmlns:a14="http://schemas.microsoft.com/office/drawing/2010/main" val="0"/>
                            </a:ext>
                          </a:extLst>
                        </a:blip>
                        <a:srcRect b="32523"/>
                        <a:stretch>
                          <a:fillRect/>
                        </a:stretch>
                      </pic:blipFill>
                      <pic:spPr bwMode="auto">
                        <a:xfrm>
                          <a:off x="0" y="0"/>
                          <a:ext cx="2506133" cy="1196307"/>
                        </a:xfrm>
                        <a:prstGeom prst="rect">
                          <a:avLst/>
                        </a:prstGeom>
                        <a:noFill/>
                        <a:ln>
                          <a:noFill/>
                        </a:ln>
                      </pic:spPr>
                    </pic:pic>
                  </a:graphicData>
                </a:graphic>
              </wp:anchor>
            </w:drawing>
          </w:r>
        </w:p>
      </w:tc>
      <w:tc>
        <w:tcPr>
          <w:tcW w:w="5683" w:type="dxa"/>
          <w:shd w:val="clear" w:color="auto" w:fill="auto"/>
        </w:tcPr>
        <w:p w14:paraId="7A4B475B" w14:textId="77777777" w:rsidR="004C58BE" w:rsidRPr="000F5A90" w:rsidRDefault="004C58BE" w:rsidP="000F5A90">
          <w:pPr>
            <w:pStyle w:val="Parastais"/>
            <w:jc w:val="right"/>
            <w:rPr>
              <w:rFonts w:ascii="Arial" w:eastAsia="Calibri" w:hAnsi="Arial" w:cs="Arial"/>
              <w:sz w:val="18"/>
              <w:szCs w:val="18"/>
            </w:rPr>
          </w:pPr>
        </w:p>
        <w:p w14:paraId="34FD5DB4" w14:textId="77777777" w:rsidR="004C58BE" w:rsidRPr="000F5A90" w:rsidRDefault="004C58BE" w:rsidP="000F5A90">
          <w:pPr>
            <w:pStyle w:val="Parastais"/>
            <w:jc w:val="right"/>
            <w:rPr>
              <w:rFonts w:ascii="Arial" w:eastAsia="Calibri" w:hAnsi="Arial" w:cs="Arial"/>
              <w:sz w:val="18"/>
              <w:szCs w:val="18"/>
            </w:rPr>
          </w:pPr>
        </w:p>
        <w:p w14:paraId="77008EBD" w14:textId="77777777" w:rsidR="004C58BE" w:rsidRPr="000F5A90" w:rsidRDefault="004C58BE" w:rsidP="002C02E1">
          <w:pPr>
            <w:pStyle w:val="Parastais"/>
            <w:rPr>
              <w:rFonts w:ascii="Arial" w:eastAsia="Calibri" w:hAnsi="Arial" w:cs="Arial"/>
              <w:sz w:val="20"/>
            </w:rPr>
          </w:pPr>
        </w:p>
        <w:p w14:paraId="6B70EC62" w14:textId="77777777" w:rsidR="004C58BE" w:rsidRPr="000F5A90" w:rsidRDefault="004C58BE" w:rsidP="000F5A90">
          <w:pPr>
            <w:pStyle w:val="Parastais"/>
            <w:jc w:val="right"/>
            <w:rPr>
              <w:rFonts w:ascii="Arial" w:eastAsia="Calibri" w:hAnsi="Arial" w:cs="Arial"/>
              <w:sz w:val="20"/>
            </w:rPr>
          </w:pPr>
        </w:p>
        <w:p w14:paraId="66295207" w14:textId="77777777" w:rsidR="004C58BE" w:rsidRPr="000F5A90" w:rsidRDefault="004C58BE" w:rsidP="000F5A90">
          <w:pPr>
            <w:pStyle w:val="Parastais"/>
            <w:jc w:val="right"/>
            <w:rPr>
              <w:rFonts w:ascii="Arial" w:eastAsia="Calibri" w:hAnsi="Arial" w:cs="Arial"/>
              <w:sz w:val="18"/>
              <w:szCs w:val="18"/>
            </w:rPr>
          </w:pPr>
          <w:r>
            <w:rPr>
              <w:rFonts w:ascii="Arial" w:eastAsia="Calibri" w:hAnsi="Arial" w:cs="Arial"/>
              <w:sz w:val="20"/>
            </w:rPr>
            <w:t>AKCIJU SABIEDRĪBA ”</w:t>
          </w:r>
          <w:r w:rsidRPr="000F5A90">
            <w:rPr>
              <w:rFonts w:ascii="Arial" w:eastAsia="Calibri" w:hAnsi="Arial" w:cs="Arial"/>
              <w:sz w:val="20"/>
            </w:rPr>
            <w:t>LATVIJAS VALSTS MEŽI”</w:t>
          </w:r>
          <w:r w:rsidRPr="000F5A90">
            <w:rPr>
              <w:rFonts w:ascii="Arial" w:eastAsia="Calibri" w:hAnsi="Arial" w:cs="Arial"/>
              <w:sz w:val="18"/>
              <w:szCs w:val="18"/>
            </w:rPr>
            <w:t xml:space="preserve"> </w:t>
          </w:r>
        </w:p>
        <w:p w14:paraId="5A3CBC12" w14:textId="77777777" w:rsidR="004C58BE" w:rsidRDefault="004C58BE" w:rsidP="00BE6BC8">
          <w:pPr>
            <w:pStyle w:val="Parastais"/>
            <w:jc w:val="right"/>
            <w:rPr>
              <w:rFonts w:ascii="Arial" w:eastAsia="Calibri" w:hAnsi="Arial" w:cs="Arial"/>
              <w:color w:val="000000"/>
              <w:sz w:val="16"/>
              <w:szCs w:val="16"/>
            </w:rPr>
          </w:pPr>
          <w:r>
            <w:rPr>
              <w:rFonts w:ascii="Arial" w:eastAsia="Calibri" w:hAnsi="Arial" w:cs="Arial"/>
              <w:sz w:val="18"/>
              <w:szCs w:val="18"/>
            </w:rPr>
            <w:t>Vienotais reģistrācijas N</w:t>
          </w:r>
          <w:r w:rsidRPr="000F5A90">
            <w:rPr>
              <w:rFonts w:ascii="Arial" w:eastAsia="Calibri" w:hAnsi="Arial" w:cs="Arial"/>
              <w:sz w:val="18"/>
              <w:szCs w:val="18"/>
            </w:rPr>
            <w:t>r.40003466281</w:t>
          </w:r>
          <w:r w:rsidRPr="000F5A90">
            <w:rPr>
              <w:rFonts w:ascii="Arial" w:eastAsia="Calibri" w:hAnsi="Arial" w:cs="Arial"/>
              <w:color w:val="000000"/>
              <w:sz w:val="16"/>
              <w:szCs w:val="16"/>
            </w:rPr>
            <w:t xml:space="preserve"> </w:t>
          </w:r>
        </w:p>
        <w:p w14:paraId="6707DD19" w14:textId="77777777" w:rsidR="004C58BE" w:rsidRDefault="004C58BE" w:rsidP="00BE6BC8">
          <w:pPr>
            <w:pStyle w:val="Parastais"/>
            <w:jc w:val="right"/>
            <w:rPr>
              <w:rFonts w:ascii="Arial" w:eastAsia="Calibri" w:hAnsi="Arial" w:cs="Arial"/>
              <w:color w:val="000000"/>
              <w:sz w:val="18"/>
              <w:szCs w:val="18"/>
            </w:rPr>
          </w:pPr>
          <w:r>
            <w:rPr>
              <w:rFonts w:ascii="Arial" w:eastAsia="Calibri" w:hAnsi="Arial" w:cs="Arial"/>
              <w:color w:val="000000"/>
              <w:sz w:val="18"/>
              <w:szCs w:val="18"/>
            </w:rPr>
            <w:t>Vaiņodes iela 1, Rīga, LV-1004</w:t>
          </w:r>
          <w:r w:rsidRPr="00BE6BC8">
            <w:rPr>
              <w:rFonts w:ascii="Arial" w:eastAsia="Calibri" w:hAnsi="Arial" w:cs="Arial"/>
              <w:color w:val="000000"/>
              <w:sz w:val="18"/>
              <w:szCs w:val="18"/>
            </w:rPr>
            <w:t>, Latvija</w:t>
          </w:r>
        </w:p>
        <w:p w14:paraId="33B9EAC3" w14:textId="77777777" w:rsidR="004C58BE" w:rsidRPr="00BE6BC8" w:rsidRDefault="004C58BE" w:rsidP="00BE6BC8">
          <w:pPr>
            <w:pStyle w:val="Parastais"/>
            <w:jc w:val="right"/>
            <w:rPr>
              <w:rFonts w:ascii="Arial" w:eastAsia="Calibri" w:hAnsi="Arial" w:cs="Arial"/>
              <w:color w:val="000000"/>
              <w:sz w:val="18"/>
              <w:szCs w:val="18"/>
            </w:rPr>
          </w:pPr>
          <w:r>
            <w:rPr>
              <w:rFonts w:ascii="Arial" w:eastAsia="Calibri" w:hAnsi="Arial" w:cs="Arial"/>
              <w:color w:val="000000"/>
              <w:sz w:val="16"/>
              <w:szCs w:val="16"/>
            </w:rPr>
            <w:t>tālrunis 6761001</w:t>
          </w:r>
          <w:r w:rsidRPr="000F5A90">
            <w:rPr>
              <w:rFonts w:ascii="Arial" w:eastAsia="Calibri" w:hAnsi="Arial" w:cs="Arial"/>
              <w:color w:val="000000"/>
              <w:sz w:val="16"/>
              <w:szCs w:val="16"/>
            </w:rPr>
            <w:t>5</w:t>
          </w:r>
          <w:r>
            <w:rPr>
              <w:rFonts w:ascii="Arial" w:eastAsia="Calibri" w:hAnsi="Arial" w:cs="Arial"/>
              <w:color w:val="000000"/>
              <w:sz w:val="16"/>
              <w:szCs w:val="16"/>
            </w:rPr>
            <w:t>,</w:t>
          </w:r>
          <w:r w:rsidRPr="000F5A90">
            <w:rPr>
              <w:rFonts w:ascii="Arial" w:eastAsia="Calibri" w:hAnsi="Arial" w:cs="Arial"/>
              <w:color w:val="000000"/>
              <w:sz w:val="16"/>
              <w:szCs w:val="16"/>
            </w:rPr>
            <w:t xml:space="preserve"> e-pasts: </w:t>
          </w:r>
          <w:hyperlink r:id="rId2" w:history="1">
            <w:r w:rsidRPr="000F5A90">
              <w:rPr>
                <w:rStyle w:val="Hyperlink"/>
                <w:rFonts w:ascii="Arial" w:eastAsia="Calibri" w:hAnsi="Arial" w:cs="Arial"/>
                <w:sz w:val="16"/>
                <w:szCs w:val="16"/>
              </w:rPr>
              <w:t>lvm@lvm.lv</w:t>
            </w:r>
          </w:hyperlink>
        </w:p>
        <w:p w14:paraId="7E701D24" w14:textId="77777777" w:rsidR="004C58BE" w:rsidRDefault="004C58BE" w:rsidP="00BE6BC8">
          <w:pPr>
            <w:pStyle w:val="Parastais"/>
            <w:jc w:val="right"/>
            <w:rPr>
              <w:rFonts w:ascii="Arial" w:eastAsia="Calibri" w:hAnsi="Arial" w:cs="Arial"/>
              <w:color w:val="000000"/>
              <w:sz w:val="16"/>
              <w:szCs w:val="16"/>
            </w:rPr>
          </w:pPr>
        </w:p>
        <w:p w14:paraId="2E1AFA45" w14:textId="77777777" w:rsidR="004C58BE" w:rsidRPr="000F5A90" w:rsidRDefault="004C58BE" w:rsidP="00BE6BC8">
          <w:pPr>
            <w:pStyle w:val="Parastais"/>
            <w:jc w:val="right"/>
            <w:rPr>
              <w:rFonts w:ascii="Arial" w:eastAsia="Calibri" w:hAnsi="Arial" w:cs="Arial"/>
              <w:sz w:val="18"/>
              <w:szCs w:val="18"/>
            </w:rPr>
          </w:pPr>
        </w:p>
      </w:tc>
    </w:tr>
  </w:tbl>
  <w:p w14:paraId="06A1D9C9" w14:textId="77777777" w:rsidR="004C58BE" w:rsidRPr="00544172" w:rsidRDefault="004C58BE" w:rsidP="001D6E20">
    <w:pPr>
      <w:pStyle w:val="Header"/>
      <w:ind w:right="-1"/>
      <w:rPr>
        <w:lang w:val="lv-LV"/>
      </w:rPr>
    </w:pPr>
    <w:r>
      <w:rPr>
        <w:lang w:val="lv-LV"/>
      </w:rPr>
      <w:t>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820D3"/>
    <w:multiLevelType w:val="hybridMultilevel"/>
    <w:tmpl w:val="8EDC1678"/>
    <w:lvl w:ilvl="0" w:tplc="D138E01E">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F207389"/>
    <w:multiLevelType w:val="hybridMultilevel"/>
    <w:tmpl w:val="32AEB744"/>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2" w15:restartNumberingAfterBreak="0">
    <w:nsid w:val="0F945838"/>
    <w:multiLevelType w:val="hybridMultilevel"/>
    <w:tmpl w:val="E96A4CB6"/>
    <w:lvl w:ilvl="0" w:tplc="04260005">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 w15:restartNumberingAfterBreak="0">
    <w:nsid w:val="15547C3E"/>
    <w:multiLevelType w:val="hybridMultilevel"/>
    <w:tmpl w:val="B8DEC516"/>
    <w:lvl w:ilvl="0" w:tplc="E214A894">
      <w:numFmt w:val="bullet"/>
      <w:lvlText w:val="-"/>
      <w:lvlJc w:val="left"/>
      <w:pPr>
        <w:ind w:left="1069" w:hanging="360"/>
      </w:pPr>
      <w:rPr>
        <w:rFonts w:ascii="Times New Roman" w:eastAsia="Times New Roman" w:hAnsi="Times New Roman" w:cs="Times New Roman" w:hint="default"/>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4" w15:restartNumberingAfterBreak="0">
    <w:nsid w:val="1CD26989"/>
    <w:multiLevelType w:val="hybridMultilevel"/>
    <w:tmpl w:val="F50A1A4E"/>
    <w:lvl w:ilvl="0" w:tplc="04260005">
      <w:start w:val="1"/>
      <w:numFmt w:val="bullet"/>
      <w:lvlText w:val=""/>
      <w:lvlJc w:val="left"/>
      <w:pPr>
        <w:ind w:left="1287" w:hanging="360"/>
      </w:pPr>
      <w:rPr>
        <w:rFonts w:ascii="Wingdings" w:hAnsi="Wingdings" w:hint="default"/>
      </w:rPr>
    </w:lvl>
    <w:lvl w:ilvl="1" w:tplc="A0789D34">
      <w:start w:val="1"/>
      <w:numFmt w:val="bullet"/>
      <w:lvlText w:val="-"/>
      <w:lvlJc w:val="left"/>
      <w:pPr>
        <w:ind w:left="2007" w:hanging="360"/>
      </w:pPr>
      <w:rPr>
        <w:rFonts w:ascii="Courier New" w:hAnsi="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5" w15:restartNumberingAfterBreak="0">
    <w:nsid w:val="234D6DA1"/>
    <w:multiLevelType w:val="hybridMultilevel"/>
    <w:tmpl w:val="F14A2AB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268A4839"/>
    <w:multiLevelType w:val="hybridMultilevel"/>
    <w:tmpl w:val="C4241E88"/>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7" w15:restartNumberingAfterBreak="1">
    <w:nsid w:val="292E13DB"/>
    <w:multiLevelType w:val="hybridMultilevel"/>
    <w:tmpl w:val="DB7CCA58"/>
    <w:lvl w:ilvl="0" w:tplc="04260005">
      <w:start w:val="1"/>
      <w:numFmt w:val="bullet"/>
      <w:lvlText w:val=""/>
      <w:lvlJc w:val="left"/>
      <w:pPr>
        <w:ind w:left="644" w:hanging="360"/>
      </w:pPr>
      <w:rPr>
        <w:rFonts w:ascii="Wingdings" w:hAnsi="Wingdings" w:hint="default"/>
      </w:rPr>
    </w:lvl>
    <w:lvl w:ilvl="1" w:tplc="348C6C7E" w:tentative="1">
      <w:start w:val="1"/>
      <w:numFmt w:val="bullet"/>
      <w:lvlText w:val="o"/>
      <w:lvlJc w:val="left"/>
      <w:pPr>
        <w:ind w:left="1364" w:hanging="360"/>
      </w:pPr>
      <w:rPr>
        <w:rFonts w:ascii="Courier New" w:hAnsi="Courier New" w:cs="Courier New" w:hint="default"/>
      </w:rPr>
    </w:lvl>
    <w:lvl w:ilvl="2" w:tplc="97005828" w:tentative="1">
      <w:start w:val="1"/>
      <w:numFmt w:val="bullet"/>
      <w:lvlText w:val=""/>
      <w:lvlJc w:val="left"/>
      <w:pPr>
        <w:ind w:left="2084" w:hanging="360"/>
      </w:pPr>
      <w:rPr>
        <w:rFonts w:ascii="Wingdings" w:hAnsi="Wingdings" w:hint="default"/>
      </w:rPr>
    </w:lvl>
    <w:lvl w:ilvl="3" w:tplc="8D7EA7AC" w:tentative="1">
      <w:start w:val="1"/>
      <w:numFmt w:val="bullet"/>
      <w:lvlText w:val=""/>
      <w:lvlJc w:val="left"/>
      <w:pPr>
        <w:ind w:left="2804" w:hanging="360"/>
      </w:pPr>
      <w:rPr>
        <w:rFonts w:ascii="Symbol" w:hAnsi="Symbol" w:hint="default"/>
      </w:rPr>
    </w:lvl>
    <w:lvl w:ilvl="4" w:tplc="1C38F11A" w:tentative="1">
      <w:start w:val="1"/>
      <w:numFmt w:val="bullet"/>
      <w:lvlText w:val="o"/>
      <w:lvlJc w:val="left"/>
      <w:pPr>
        <w:ind w:left="3524" w:hanging="360"/>
      </w:pPr>
      <w:rPr>
        <w:rFonts w:ascii="Courier New" w:hAnsi="Courier New" w:cs="Courier New" w:hint="default"/>
      </w:rPr>
    </w:lvl>
    <w:lvl w:ilvl="5" w:tplc="3044105E" w:tentative="1">
      <w:start w:val="1"/>
      <w:numFmt w:val="bullet"/>
      <w:lvlText w:val=""/>
      <w:lvlJc w:val="left"/>
      <w:pPr>
        <w:ind w:left="4244" w:hanging="360"/>
      </w:pPr>
      <w:rPr>
        <w:rFonts w:ascii="Wingdings" w:hAnsi="Wingdings" w:hint="default"/>
      </w:rPr>
    </w:lvl>
    <w:lvl w:ilvl="6" w:tplc="488E0440" w:tentative="1">
      <w:start w:val="1"/>
      <w:numFmt w:val="bullet"/>
      <w:lvlText w:val=""/>
      <w:lvlJc w:val="left"/>
      <w:pPr>
        <w:ind w:left="4964" w:hanging="360"/>
      </w:pPr>
      <w:rPr>
        <w:rFonts w:ascii="Symbol" w:hAnsi="Symbol" w:hint="default"/>
      </w:rPr>
    </w:lvl>
    <w:lvl w:ilvl="7" w:tplc="7A34BD5C" w:tentative="1">
      <w:start w:val="1"/>
      <w:numFmt w:val="bullet"/>
      <w:lvlText w:val="o"/>
      <w:lvlJc w:val="left"/>
      <w:pPr>
        <w:ind w:left="5684" w:hanging="360"/>
      </w:pPr>
      <w:rPr>
        <w:rFonts w:ascii="Courier New" w:hAnsi="Courier New" w:cs="Courier New" w:hint="default"/>
      </w:rPr>
    </w:lvl>
    <w:lvl w:ilvl="8" w:tplc="0A801F56" w:tentative="1">
      <w:start w:val="1"/>
      <w:numFmt w:val="bullet"/>
      <w:lvlText w:val=""/>
      <w:lvlJc w:val="left"/>
      <w:pPr>
        <w:ind w:left="6404" w:hanging="360"/>
      </w:pPr>
      <w:rPr>
        <w:rFonts w:ascii="Wingdings" w:hAnsi="Wingdings" w:hint="default"/>
      </w:rPr>
    </w:lvl>
  </w:abstractNum>
  <w:abstractNum w:abstractNumId="8" w15:restartNumberingAfterBreak="0">
    <w:nsid w:val="35B52F08"/>
    <w:multiLevelType w:val="hybridMultilevel"/>
    <w:tmpl w:val="F71EF370"/>
    <w:lvl w:ilvl="0" w:tplc="04260005">
      <w:start w:val="1"/>
      <w:numFmt w:val="bullet"/>
      <w:lvlText w:val=""/>
      <w:lvlJc w:val="left"/>
      <w:pPr>
        <w:ind w:left="1080" w:hanging="360"/>
      </w:pPr>
      <w:rPr>
        <w:rFonts w:ascii="Wingdings" w:hAnsi="Wingdings"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9" w15:restartNumberingAfterBreak="1">
    <w:nsid w:val="35F52D79"/>
    <w:multiLevelType w:val="hybridMultilevel"/>
    <w:tmpl w:val="BA9A29C2"/>
    <w:lvl w:ilvl="0" w:tplc="25E414EE">
      <w:numFmt w:val="bullet"/>
      <w:lvlText w:val="-"/>
      <w:lvlJc w:val="left"/>
      <w:pPr>
        <w:ind w:left="1860" w:hanging="360"/>
      </w:pPr>
      <w:rPr>
        <w:rFonts w:ascii="Times New Roman" w:eastAsia="Times New Roman" w:hAnsi="Times New Roman" w:cs="Times New Roman" w:hint="default"/>
      </w:rPr>
    </w:lvl>
    <w:lvl w:ilvl="1" w:tplc="6F1855A2" w:tentative="1">
      <w:start w:val="1"/>
      <w:numFmt w:val="bullet"/>
      <w:lvlText w:val="o"/>
      <w:lvlJc w:val="left"/>
      <w:pPr>
        <w:ind w:left="2580" w:hanging="360"/>
      </w:pPr>
      <w:rPr>
        <w:rFonts w:ascii="Courier New" w:hAnsi="Courier New" w:cs="Courier New" w:hint="default"/>
      </w:rPr>
    </w:lvl>
    <w:lvl w:ilvl="2" w:tplc="80A0E29E" w:tentative="1">
      <w:start w:val="1"/>
      <w:numFmt w:val="bullet"/>
      <w:lvlText w:val=""/>
      <w:lvlJc w:val="left"/>
      <w:pPr>
        <w:ind w:left="3300" w:hanging="360"/>
      </w:pPr>
      <w:rPr>
        <w:rFonts w:ascii="Wingdings" w:hAnsi="Wingdings" w:hint="default"/>
      </w:rPr>
    </w:lvl>
    <w:lvl w:ilvl="3" w:tplc="5E50B0A0" w:tentative="1">
      <w:start w:val="1"/>
      <w:numFmt w:val="bullet"/>
      <w:lvlText w:val=""/>
      <w:lvlJc w:val="left"/>
      <w:pPr>
        <w:ind w:left="4020" w:hanging="360"/>
      </w:pPr>
      <w:rPr>
        <w:rFonts w:ascii="Symbol" w:hAnsi="Symbol" w:hint="default"/>
      </w:rPr>
    </w:lvl>
    <w:lvl w:ilvl="4" w:tplc="9BDCE1D4" w:tentative="1">
      <w:start w:val="1"/>
      <w:numFmt w:val="bullet"/>
      <w:lvlText w:val="o"/>
      <w:lvlJc w:val="left"/>
      <w:pPr>
        <w:ind w:left="4740" w:hanging="360"/>
      </w:pPr>
      <w:rPr>
        <w:rFonts w:ascii="Courier New" w:hAnsi="Courier New" w:cs="Courier New" w:hint="default"/>
      </w:rPr>
    </w:lvl>
    <w:lvl w:ilvl="5" w:tplc="0C104152" w:tentative="1">
      <w:start w:val="1"/>
      <w:numFmt w:val="bullet"/>
      <w:lvlText w:val=""/>
      <w:lvlJc w:val="left"/>
      <w:pPr>
        <w:ind w:left="5460" w:hanging="360"/>
      </w:pPr>
      <w:rPr>
        <w:rFonts w:ascii="Wingdings" w:hAnsi="Wingdings" w:hint="default"/>
      </w:rPr>
    </w:lvl>
    <w:lvl w:ilvl="6" w:tplc="448AD338" w:tentative="1">
      <w:start w:val="1"/>
      <w:numFmt w:val="bullet"/>
      <w:lvlText w:val=""/>
      <w:lvlJc w:val="left"/>
      <w:pPr>
        <w:ind w:left="6180" w:hanging="360"/>
      </w:pPr>
      <w:rPr>
        <w:rFonts w:ascii="Symbol" w:hAnsi="Symbol" w:hint="default"/>
      </w:rPr>
    </w:lvl>
    <w:lvl w:ilvl="7" w:tplc="8CFC1A9C" w:tentative="1">
      <w:start w:val="1"/>
      <w:numFmt w:val="bullet"/>
      <w:lvlText w:val="o"/>
      <w:lvlJc w:val="left"/>
      <w:pPr>
        <w:ind w:left="6900" w:hanging="360"/>
      </w:pPr>
      <w:rPr>
        <w:rFonts w:ascii="Courier New" w:hAnsi="Courier New" w:cs="Courier New" w:hint="default"/>
      </w:rPr>
    </w:lvl>
    <w:lvl w:ilvl="8" w:tplc="1EDA0142" w:tentative="1">
      <w:start w:val="1"/>
      <w:numFmt w:val="bullet"/>
      <w:lvlText w:val=""/>
      <w:lvlJc w:val="left"/>
      <w:pPr>
        <w:ind w:left="7620" w:hanging="360"/>
      </w:pPr>
      <w:rPr>
        <w:rFonts w:ascii="Wingdings" w:hAnsi="Wingdings" w:hint="default"/>
      </w:rPr>
    </w:lvl>
  </w:abstractNum>
  <w:abstractNum w:abstractNumId="10" w15:restartNumberingAfterBreak="0">
    <w:nsid w:val="38DD4838"/>
    <w:multiLevelType w:val="hybridMultilevel"/>
    <w:tmpl w:val="8BB4F240"/>
    <w:lvl w:ilvl="0" w:tplc="04260005">
      <w:start w:val="1"/>
      <w:numFmt w:val="bullet"/>
      <w:lvlText w:val=""/>
      <w:lvlJc w:val="left"/>
      <w:pPr>
        <w:ind w:left="1429" w:hanging="360"/>
      </w:pPr>
      <w:rPr>
        <w:rFonts w:ascii="Wingdings" w:hAnsi="Wingdings" w:hint="default"/>
      </w:rPr>
    </w:lvl>
    <w:lvl w:ilvl="1" w:tplc="04260003">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1" w15:restartNumberingAfterBreak="0">
    <w:nsid w:val="38F4193B"/>
    <w:multiLevelType w:val="hybridMultilevel"/>
    <w:tmpl w:val="5F3CD70A"/>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40A36D49"/>
    <w:multiLevelType w:val="hybridMultilevel"/>
    <w:tmpl w:val="C4241E88"/>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3" w15:restartNumberingAfterBreak="0">
    <w:nsid w:val="491026C8"/>
    <w:multiLevelType w:val="hybridMultilevel"/>
    <w:tmpl w:val="FD5A1FE6"/>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14" w15:restartNumberingAfterBreak="0">
    <w:nsid w:val="4CA81AF1"/>
    <w:multiLevelType w:val="hybridMultilevel"/>
    <w:tmpl w:val="8E8278BC"/>
    <w:lvl w:ilvl="0" w:tplc="04260005">
      <w:start w:val="1"/>
      <w:numFmt w:val="bullet"/>
      <w:lvlText w:val=""/>
      <w:lvlJc w:val="left"/>
      <w:pPr>
        <w:ind w:left="1287" w:hanging="360"/>
      </w:pPr>
      <w:rPr>
        <w:rFonts w:ascii="Wingdings" w:hAnsi="Wingdings" w:hint="default"/>
      </w:rPr>
    </w:lvl>
    <w:lvl w:ilvl="1" w:tplc="A0789D34">
      <w:start w:val="1"/>
      <w:numFmt w:val="bullet"/>
      <w:lvlText w:val="-"/>
      <w:lvlJc w:val="left"/>
      <w:pPr>
        <w:ind w:left="2007" w:hanging="360"/>
      </w:pPr>
      <w:rPr>
        <w:rFonts w:ascii="Courier New" w:hAnsi="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15" w15:restartNumberingAfterBreak="0">
    <w:nsid w:val="5F2C663A"/>
    <w:multiLevelType w:val="hybridMultilevel"/>
    <w:tmpl w:val="1090C52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5F8C5821"/>
    <w:multiLevelType w:val="hybridMultilevel"/>
    <w:tmpl w:val="29ACFDD0"/>
    <w:lvl w:ilvl="0" w:tplc="04260005">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7" w15:restartNumberingAfterBreak="0">
    <w:nsid w:val="5FAE5D7D"/>
    <w:multiLevelType w:val="hybridMultilevel"/>
    <w:tmpl w:val="C4241E88"/>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8" w15:restartNumberingAfterBreak="0">
    <w:nsid w:val="609D44D5"/>
    <w:multiLevelType w:val="hybridMultilevel"/>
    <w:tmpl w:val="5FEC6124"/>
    <w:lvl w:ilvl="0" w:tplc="04260005">
      <w:start w:val="1"/>
      <w:numFmt w:val="bullet"/>
      <w:lvlText w:val=""/>
      <w:lvlJc w:val="left"/>
      <w:pPr>
        <w:ind w:left="927" w:hanging="360"/>
      </w:pPr>
      <w:rPr>
        <w:rFonts w:ascii="Wingdings" w:hAnsi="Wingdings" w:hint="default"/>
      </w:rPr>
    </w:lvl>
    <w:lvl w:ilvl="1" w:tplc="A0789D34">
      <w:start w:val="1"/>
      <w:numFmt w:val="bullet"/>
      <w:lvlText w:val="-"/>
      <w:lvlJc w:val="left"/>
      <w:pPr>
        <w:ind w:left="1647" w:hanging="360"/>
      </w:pPr>
      <w:rPr>
        <w:rFonts w:ascii="Courier New" w:hAnsi="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19" w15:restartNumberingAfterBreak="0">
    <w:nsid w:val="629B0DBA"/>
    <w:multiLevelType w:val="hybridMultilevel"/>
    <w:tmpl w:val="0F9ADED8"/>
    <w:lvl w:ilvl="0" w:tplc="4D46D000">
      <w:start w:val="25"/>
      <w:numFmt w:val="bullet"/>
      <w:lvlText w:val="-"/>
      <w:lvlJc w:val="left"/>
      <w:pPr>
        <w:ind w:left="1080" w:hanging="360"/>
      </w:pPr>
      <w:rPr>
        <w:rFonts w:ascii="Times New Roman" w:eastAsia="Times New Roman"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0" w15:restartNumberingAfterBreak="0">
    <w:nsid w:val="62FD42B0"/>
    <w:multiLevelType w:val="hybridMultilevel"/>
    <w:tmpl w:val="468A6B5A"/>
    <w:lvl w:ilvl="0" w:tplc="A0789D34">
      <w:start w:val="1"/>
      <w:numFmt w:val="bullet"/>
      <w:lvlText w:val="-"/>
      <w:lvlJc w:val="left"/>
      <w:pPr>
        <w:ind w:left="720" w:hanging="360"/>
      </w:pPr>
      <w:rPr>
        <w:rFonts w:ascii="Courier New" w:hAnsi="Courier New"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67200D7D"/>
    <w:multiLevelType w:val="hybridMultilevel"/>
    <w:tmpl w:val="3516ED34"/>
    <w:lvl w:ilvl="0" w:tplc="04260005">
      <w:start w:val="1"/>
      <w:numFmt w:val="bullet"/>
      <w:lvlText w:val=""/>
      <w:lvlJc w:val="left"/>
      <w:pPr>
        <w:ind w:left="1429" w:hanging="360"/>
      </w:pPr>
      <w:rPr>
        <w:rFonts w:ascii="Wingdings" w:hAnsi="Wingdings" w:hint="default"/>
      </w:rPr>
    </w:lvl>
    <w:lvl w:ilvl="1" w:tplc="0426000F">
      <w:start w:val="1"/>
      <w:numFmt w:val="decimal"/>
      <w:lvlText w:val="%2."/>
      <w:lvlJc w:val="left"/>
      <w:pPr>
        <w:ind w:left="2149" w:hanging="360"/>
      </w:pPr>
      <w:rPr>
        <w:rFonts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2" w15:restartNumberingAfterBreak="0">
    <w:nsid w:val="69EF4021"/>
    <w:multiLevelType w:val="hybridMultilevel"/>
    <w:tmpl w:val="FF1C69C6"/>
    <w:lvl w:ilvl="0" w:tplc="04260005">
      <w:start w:val="1"/>
      <w:numFmt w:val="bullet"/>
      <w:lvlText w:val=""/>
      <w:lvlJc w:val="left"/>
      <w:pPr>
        <w:ind w:left="1429" w:hanging="360"/>
      </w:pPr>
      <w:rPr>
        <w:rFonts w:ascii="Wingdings" w:hAnsi="Wingdings" w:hint="default"/>
      </w:rPr>
    </w:lvl>
    <w:lvl w:ilvl="1" w:tplc="A0789D34">
      <w:start w:val="1"/>
      <w:numFmt w:val="bullet"/>
      <w:lvlText w:val="-"/>
      <w:lvlJc w:val="left"/>
      <w:pPr>
        <w:ind w:left="2149" w:hanging="360"/>
      </w:pPr>
      <w:rPr>
        <w:rFonts w:ascii="Courier New" w:hAnsi="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3" w15:restartNumberingAfterBreak="0">
    <w:nsid w:val="6D20262C"/>
    <w:multiLevelType w:val="hybridMultilevel"/>
    <w:tmpl w:val="226E4B7A"/>
    <w:lvl w:ilvl="0" w:tplc="04260005">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4" w15:restartNumberingAfterBreak="0">
    <w:nsid w:val="6F3A4CF9"/>
    <w:multiLevelType w:val="hybridMultilevel"/>
    <w:tmpl w:val="43381DFA"/>
    <w:lvl w:ilvl="0" w:tplc="E4D08504">
      <w:start w:val="2"/>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6F526295"/>
    <w:multiLevelType w:val="hybridMultilevel"/>
    <w:tmpl w:val="94340E8E"/>
    <w:lvl w:ilvl="0" w:tplc="790E69AE">
      <w:numFmt w:val="bullet"/>
      <w:lvlText w:val="-"/>
      <w:lvlJc w:val="left"/>
      <w:pPr>
        <w:ind w:left="1080" w:hanging="360"/>
      </w:pPr>
      <w:rPr>
        <w:rFonts w:ascii="Times New Roman" w:eastAsia="Times New Roman"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6" w15:restartNumberingAfterBreak="0">
    <w:nsid w:val="70152676"/>
    <w:multiLevelType w:val="hybridMultilevel"/>
    <w:tmpl w:val="84AC431E"/>
    <w:lvl w:ilvl="0" w:tplc="04260005">
      <w:start w:val="1"/>
      <w:numFmt w:val="bullet"/>
      <w:lvlText w:val=""/>
      <w:lvlJc w:val="left"/>
      <w:pPr>
        <w:ind w:left="1287" w:hanging="360"/>
      </w:pPr>
      <w:rPr>
        <w:rFonts w:ascii="Wingdings" w:hAnsi="Wingdings" w:hint="default"/>
      </w:rPr>
    </w:lvl>
    <w:lvl w:ilvl="1" w:tplc="04260005">
      <w:start w:val="1"/>
      <w:numFmt w:val="bullet"/>
      <w:lvlText w:val=""/>
      <w:lvlJc w:val="left"/>
      <w:pPr>
        <w:ind w:left="2007" w:hanging="360"/>
      </w:pPr>
      <w:rPr>
        <w:rFonts w:ascii="Wingdings" w:hAnsi="Wingdings"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27" w15:restartNumberingAfterBreak="0">
    <w:nsid w:val="72BF6585"/>
    <w:multiLevelType w:val="hybridMultilevel"/>
    <w:tmpl w:val="FE3603EA"/>
    <w:lvl w:ilvl="0" w:tplc="04260005">
      <w:start w:val="1"/>
      <w:numFmt w:val="bullet"/>
      <w:lvlText w:val=""/>
      <w:lvlJc w:val="left"/>
      <w:pPr>
        <w:ind w:left="1504" w:hanging="360"/>
      </w:pPr>
      <w:rPr>
        <w:rFonts w:ascii="Wingdings" w:hAnsi="Wingdings" w:hint="default"/>
      </w:rPr>
    </w:lvl>
    <w:lvl w:ilvl="1" w:tplc="04260003" w:tentative="1">
      <w:start w:val="1"/>
      <w:numFmt w:val="bullet"/>
      <w:lvlText w:val="o"/>
      <w:lvlJc w:val="left"/>
      <w:pPr>
        <w:ind w:left="2224" w:hanging="360"/>
      </w:pPr>
      <w:rPr>
        <w:rFonts w:ascii="Courier New" w:hAnsi="Courier New" w:cs="Courier New" w:hint="default"/>
      </w:rPr>
    </w:lvl>
    <w:lvl w:ilvl="2" w:tplc="04260005" w:tentative="1">
      <w:start w:val="1"/>
      <w:numFmt w:val="bullet"/>
      <w:lvlText w:val=""/>
      <w:lvlJc w:val="left"/>
      <w:pPr>
        <w:ind w:left="2944" w:hanging="360"/>
      </w:pPr>
      <w:rPr>
        <w:rFonts w:ascii="Wingdings" w:hAnsi="Wingdings" w:hint="default"/>
      </w:rPr>
    </w:lvl>
    <w:lvl w:ilvl="3" w:tplc="04260001" w:tentative="1">
      <w:start w:val="1"/>
      <w:numFmt w:val="bullet"/>
      <w:lvlText w:val=""/>
      <w:lvlJc w:val="left"/>
      <w:pPr>
        <w:ind w:left="3664" w:hanging="360"/>
      </w:pPr>
      <w:rPr>
        <w:rFonts w:ascii="Symbol" w:hAnsi="Symbol" w:hint="default"/>
      </w:rPr>
    </w:lvl>
    <w:lvl w:ilvl="4" w:tplc="04260003" w:tentative="1">
      <w:start w:val="1"/>
      <w:numFmt w:val="bullet"/>
      <w:lvlText w:val="o"/>
      <w:lvlJc w:val="left"/>
      <w:pPr>
        <w:ind w:left="4384" w:hanging="360"/>
      </w:pPr>
      <w:rPr>
        <w:rFonts w:ascii="Courier New" w:hAnsi="Courier New" w:cs="Courier New" w:hint="default"/>
      </w:rPr>
    </w:lvl>
    <w:lvl w:ilvl="5" w:tplc="04260005" w:tentative="1">
      <w:start w:val="1"/>
      <w:numFmt w:val="bullet"/>
      <w:lvlText w:val=""/>
      <w:lvlJc w:val="left"/>
      <w:pPr>
        <w:ind w:left="5104" w:hanging="360"/>
      </w:pPr>
      <w:rPr>
        <w:rFonts w:ascii="Wingdings" w:hAnsi="Wingdings" w:hint="default"/>
      </w:rPr>
    </w:lvl>
    <w:lvl w:ilvl="6" w:tplc="04260001" w:tentative="1">
      <w:start w:val="1"/>
      <w:numFmt w:val="bullet"/>
      <w:lvlText w:val=""/>
      <w:lvlJc w:val="left"/>
      <w:pPr>
        <w:ind w:left="5824" w:hanging="360"/>
      </w:pPr>
      <w:rPr>
        <w:rFonts w:ascii="Symbol" w:hAnsi="Symbol" w:hint="default"/>
      </w:rPr>
    </w:lvl>
    <w:lvl w:ilvl="7" w:tplc="04260003" w:tentative="1">
      <w:start w:val="1"/>
      <w:numFmt w:val="bullet"/>
      <w:lvlText w:val="o"/>
      <w:lvlJc w:val="left"/>
      <w:pPr>
        <w:ind w:left="6544" w:hanging="360"/>
      </w:pPr>
      <w:rPr>
        <w:rFonts w:ascii="Courier New" w:hAnsi="Courier New" w:cs="Courier New" w:hint="default"/>
      </w:rPr>
    </w:lvl>
    <w:lvl w:ilvl="8" w:tplc="04260005" w:tentative="1">
      <w:start w:val="1"/>
      <w:numFmt w:val="bullet"/>
      <w:lvlText w:val=""/>
      <w:lvlJc w:val="left"/>
      <w:pPr>
        <w:ind w:left="7264" w:hanging="360"/>
      </w:pPr>
      <w:rPr>
        <w:rFonts w:ascii="Wingdings" w:hAnsi="Wingdings" w:hint="default"/>
      </w:rPr>
    </w:lvl>
  </w:abstractNum>
  <w:abstractNum w:abstractNumId="28" w15:restartNumberingAfterBreak="0">
    <w:nsid w:val="7E75273A"/>
    <w:multiLevelType w:val="hybridMultilevel"/>
    <w:tmpl w:val="FF2AA194"/>
    <w:lvl w:ilvl="0" w:tplc="47389ABE">
      <w:numFmt w:val="bullet"/>
      <w:lvlText w:val="-"/>
      <w:lvlJc w:val="left"/>
      <w:pPr>
        <w:ind w:left="927" w:hanging="360"/>
      </w:pPr>
      <w:rPr>
        <w:rFonts w:ascii="Times New Roman" w:eastAsia="Calibri"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num w:numId="1" w16cid:durableId="1571651509">
    <w:abstractNumId w:val="19"/>
  </w:num>
  <w:num w:numId="2" w16cid:durableId="1099644867">
    <w:abstractNumId w:val="9"/>
  </w:num>
  <w:num w:numId="3" w16cid:durableId="1584874387">
    <w:abstractNumId w:val="13"/>
  </w:num>
  <w:num w:numId="4" w16cid:durableId="1098021891">
    <w:abstractNumId w:val="28"/>
  </w:num>
  <w:num w:numId="5" w16cid:durableId="1958640588">
    <w:abstractNumId w:val="18"/>
  </w:num>
  <w:num w:numId="6" w16cid:durableId="1212232627">
    <w:abstractNumId w:val="10"/>
  </w:num>
  <w:num w:numId="7" w16cid:durableId="1807504533">
    <w:abstractNumId w:val="3"/>
  </w:num>
  <w:num w:numId="8" w16cid:durableId="1514538651">
    <w:abstractNumId w:val="21"/>
  </w:num>
  <w:num w:numId="9" w16cid:durableId="191117260">
    <w:abstractNumId w:val="22"/>
  </w:num>
  <w:num w:numId="10" w16cid:durableId="1340037207">
    <w:abstractNumId w:val="11"/>
  </w:num>
  <w:num w:numId="11" w16cid:durableId="640110884">
    <w:abstractNumId w:val="6"/>
  </w:num>
  <w:num w:numId="12" w16cid:durableId="246233968">
    <w:abstractNumId w:val="12"/>
  </w:num>
  <w:num w:numId="13" w16cid:durableId="1880892405">
    <w:abstractNumId w:val="4"/>
  </w:num>
  <w:num w:numId="14" w16cid:durableId="1647587566">
    <w:abstractNumId w:val="14"/>
  </w:num>
  <w:num w:numId="15" w16cid:durableId="1425809469">
    <w:abstractNumId w:val="0"/>
  </w:num>
  <w:num w:numId="16" w16cid:durableId="2144422046">
    <w:abstractNumId w:val="23"/>
  </w:num>
  <w:num w:numId="17" w16cid:durableId="1342053008">
    <w:abstractNumId w:val="1"/>
  </w:num>
  <w:num w:numId="18" w16cid:durableId="778063433">
    <w:abstractNumId w:val="26"/>
  </w:num>
  <w:num w:numId="19" w16cid:durableId="1267271029">
    <w:abstractNumId w:val="7"/>
  </w:num>
  <w:num w:numId="20" w16cid:durableId="1355233343">
    <w:abstractNumId w:val="20"/>
  </w:num>
  <w:num w:numId="21" w16cid:durableId="1377462627">
    <w:abstractNumId w:val="15"/>
  </w:num>
  <w:num w:numId="22" w16cid:durableId="790712419">
    <w:abstractNumId w:val="5"/>
  </w:num>
  <w:num w:numId="23" w16cid:durableId="1740471441">
    <w:abstractNumId w:val="17"/>
  </w:num>
  <w:num w:numId="24" w16cid:durableId="29962372">
    <w:abstractNumId w:val="16"/>
  </w:num>
  <w:num w:numId="25" w16cid:durableId="179587810">
    <w:abstractNumId w:val="25"/>
  </w:num>
  <w:num w:numId="26" w16cid:durableId="376854172">
    <w:abstractNumId w:val="8"/>
  </w:num>
  <w:num w:numId="27" w16cid:durableId="530801968">
    <w:abstractNumId w:val="2"/>
  </w:num>
  <w:num w:numId="28" w16cid:durableId="139661069">
    <w:abstractNumId w:val="27"/>
  </w:num>
  <w:num w:numId="29" w16cid:durableId="12440726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styleLockTheme/>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D12"/>
    <w:rsid w:val="00002862"/>
    <w:rsid w:val="000045AC"/>
    <w:rsid w:val="00005609"/>
    <w:rsid w:val="00005EB9"/>
    <w:rsid w:val="00007ACF"/>
    <w:rsid w:val="00014EC5"/>
    <w:rsid w:val="00035921"/>
    <w:rsid w:val="0004060E"/>
    <w:rsid w:val="00046657"/>
    <w:rsid w:val="00046FB7"/>
    <w:rsid w:val="00053DC7"/>
    <w:rsid w:val="000548A8"/>
    <w:rsid w:val="00060202"/>
    <w:rsid w:val="000633CF"/>
    <w:rsid w:val="00070BBC"/>
    <w:rsid w:val="0008720B"/>
    <w:rsid w:val="000934CB"/>
    <w:rsid w:val="00093812"/>
    <w:rsid w:val="000A5AB6"/>
    <w:rsid w:val="000B03CC"/>
    <w:rsid w:val="000B759E"/>
    <w:rsid w:val="000C7E2A"/>
    <w:rsid w:val="000D2B5C"/>
    <w:rsid w:val="000D3219"/>
    <w:rsid w:val="000D3736"/>
    <w:rsid w:val="000D5604"/>
    <w:rsid w:val="000D6096"/>
    <w:rsid w:val="000E0C5E"/>
    <w:rsid w:val="000E514C"/>
    <w:rsid w:val="000E7A6E"/>
    <w:rsid w:val="000F59C9"/>
    <w:rsid w:val="000F5A90"/>
    <w:rsid w:val="001127BD"/>
    <w:rsid w:val="0012152D"/>
    <w:rsid w:val="00126513"/>
    <w:rsid w:val="00130A0E"/>
    <w:rsid w:val="0013602B"/>
    <w:rsid w:val="00136180"/>
    <w:rsid w:val="00136EA6"/>
    <w:rsid w:val="00136F01"/>
    <w:rsid w:val="001434C4"/>
    <w:rsid w:val="00144000"/>
    <w:rsid w:val="001468C6"/>
    <w:rsid w:val="001527F8"/>
    <w:rsid w:val="00157A30"/>
    <w:rsid w:val="00163B57"/>
    <w:rsid w:val="00164707"/>
    <w:rsid w:val="0017423D"/>
    <w:rsid w:val="00180872"/>
    <w:rsid w:val="001811BE"/>
    <w:rsid w:val="0018723A"/>
    <w:rsid w:val="001950C7"/>
    <w:rsid w:val="00195810"/>
    <w:rsid w:val="001A2EF3"/>
    <w:rsid w:val="001A56C7"/>
    <w:rsid w:val="001B1805"/>
    <w:rsid w:val="001C2A5B"/>
    <w:rsid w:val="001C49FD"/>
    <w:rsid w:val="001C5AC3"/>
    <w:rsid w:val="001C5B57"/>
    <w:rsid w:val="001C73C9"/>
    <w:rsid w:val="001D55C8"/>
    <w:rsid w:val="001D6E20"/>
    <w:rsid w:val="001E08DF"/>
    <w:rsid w:val="001E0B0E"/>
    <w:rsid w:val="001E4378"/>
    <w:rsid w:val="001F19FC"/>
    <w:rsid w:val="001F2BC9"/>
    <w:rsid w:val="001F552F"/>
    <w:rsid w:val="00200E8E"/>
    <w:rsid w:val="00210A10"/>
    <w:rsid w:val="00221FD6"/>
    <w:rsid w:val="002236F7"/>
    <w:rsid w:val="00235125"/>
    <w:rsid w:val="00236FDC"/>
    <w:rsid w:val="00244CC7"/>
    <w:rsid w:val="00257F5E"/>
    <w:rsid w:val="00262F5A"/>
    <w:rsid w:val="00273894"/>
    <w:rsid w:val="00280A1B"/>
    <w:rsid w:val="002938D9"/>
    <w:rsid w:val="0029784E"/>
    <w:rsid w:val="002A35AC"/>
    <w:rsid w:val="002B3A44"/>
    <w:rsid w:val="002B60EC"/>
    <w:rsid w:val="002C02E1"/>
    <w:rsid w:val="002C46A4"/>
    <w:rsid w:val="002D7A1B"/>
    <w:rsid w:val="002E25E8"/>
    <w:rsid w:val="002E2755"/>
    <w:rsid w:val="002E3FD1"/>
    <w:rsid w:val="00305B63"/>
    <w:rsid w:val="00305FD4"/>
    <w:rsid w:val="00310C10"/>
    <w:rsid w:val="003147B6"/>
    <w:rsid w:val="00316D6E"/>
    <w:rsid w:val="00324EC1"/>
    <w:rsid w:val="00332765"/>
    <w:rsid w:val="00333AF5"/>
    <w:rsid w:val="003345EC"/>
    <w:rsid w:val="003359B7"/>
    <w:rsid w:val="00336CE3"/>
    <w:rsid w:val="00336F2C"/>
    <w:rsid w:val="00353CA6"/>
    <w:rsid w:val="003560E9"/>
    <w:rsid w:val="00360C0B"/>
    <w:rsid w:val="0036108A"/>
    <w:rsid w:val="00367A16"/>
    <w:rsid w:val="00372F0F"/>
    <w:rsid w:val="00373326"/>
    <w:rsid w:val="00374944"/>
    <w:rsid w:val="0038277F"/>
    <w:rsid w:val="00397661"/>
    <w:rsid w:val="003A021C"/>
    <w:rsid w:val="003A07D5"/>
    <w:rsid w:val="003A2E7C"/>
    <w:rsid w:val="003B06C3"/>
    <w:rsid w:val="003B6EDB"/>
    <w:rsid w:val="003B7A9C"/>
    <w:rsid w:val="003C04D3"/>
    <w:rsid w:val="003C1865"/>
    <w:rsid w:val="003C59AC"/>
    <w:rsid w:val="003D6F2E"/>
    <w:rsid w:val="003E28CB"/>
    <w:rsid w:val="003F281D"/>
    <w:rsid w:val="003F7622"/>
    <w:rsid w:val="0040097E"/>
    <w:rsid w:val="00407EE6"/>
    <w:rsid w:val="00422F0F"/>
    <w:rsid w:val="0043077B"/>
    <w:rsid w:val="00430D92"/>
    <w:rsid w:val="00441A3F"/>
    <w:rsid w:val="00453FBF"/>
    <w:rsid w:val="00455F98"/>
    <w:rsid w:val="00460F49"/>
    <w:rsid w:val="00462505"/>
    <w:rsid w:val="004633A5"/>
    <w:rsid w:val="004640FD"/>
    <w:rsid w:val="00467749"/>
    <w:rsid w:val="00472429"/>
    <w:rsid w:val="00474A3A"/>
    <w:rsid w:val="00475185"/>
    <w:rsid w:val="0048054B"/>
    <w:rsid w:val="00481208"/>
    <w:rsid w:val="00481E49"/>
    <w:rsid w:val="00492069"/>
    <w:rsid w:val="00492E8D"/>
    <w:rsid w:val="00493DE8"/>
    <w:rsid w:val="00494A3A"/>
    <w:rsid w:val="0049597E"/>
    <w:rsid w:val="0049723C"/>
    <w:rsid w:val="00497A79"/>
    <w:rsid w:val="004A3246"/>
    <w:rsid w:val="004C091E"/>
    <w:rsid w:val="004C58BE"/>
    <w:rsid w:val="004D0EAC"/>
    <w:rsid w:val="004D4D6D"/>
    <w:rsid w:val="004D5732"/>
    <w:rsid w:val="004E267D"/>
    <w:rsid w:val="004F3760"/>
    <w:rsid w:val="004F4D68"/>
    <w:rsid w:val="004F5141"/>
    <w:rsid w:val="00503487"/>
    <w:rsid w:val="00503785"/>
    <w:rsid w:val="005047DF"/>
    <w:rsid w:val="00510618"/>
    <w:rsid w:val="00510698"/>
    <w:rsid w:val="00514ED6"/>
    <w:rsid w:val="0053093F"/>
    <w:rsid w:val="0053484E"/>
    <w:rsid w:val="00535B67"/>
    <w:rsid w:val="00537973"/>
    <w:rsid w:val="00544172"/>
    <w:rsid w:val="0054542F"/>
    <w:rsid w:val="00551CDE"/>
    <w:rsid w:val="00561EE5"/>
    <w:rsid w:val="00565895"/>
    <w:rsid w:val="00572BD2"/>
    <w:rsid w:val="005760EB"/>
    <w:rsid w:val="00576182"/>
    <w:rsid w:val="00577714"/>
    <w:rsid w:val="00584D33"/>
    <w:rsid w:val="00585D12"/>
    <w:rsid w:val="00593BF1"/>
    <w:rsid w:val="00595DC5"/>
    <w:rsid w:val="005A50AB"/>
    <w:rsid w:val="005B1B64"/>
    <w:rsid w:val="005B2BE9"/>
    <w:rsid w:val="005C1188"/>
    <w:rsid w:val="005C262A"/>
    <w:rsid w:val="005C4CF0"/>
    <w:rsid w:val="005D279D"/>
    <w:rsid w:val="005D3C8C"/>
    <w:rsid w:val="005D493B"/>
    <w:rsid w:val="005D53CC"/>
    <w:rsid w:val="005D56E0"/>
    <w:rsid w:val="005D603A"/>
    <w:rsid w:val="005F1EBA"/>
    <w:rsid w:val="006133C3"/>
    <w:rsid w:val="00615082"/>
    <w:rsid w:val="00615119"/>
    <w:rsid w:val="00615C39"/>
    <w:rsid w:val="0062769B"/>
    <w:rsid w:val="006334CE"/>
    <w:rsid w:val="00633DC9"/>
    <w:rsid w:val="006352A4"/>
    <w:rsid w:val="00642267"/>
    <w:rsid w:val="00647BE5"/>
    <w:rsid w:val="00667686"/>
    <w:rsid w:val="00676AC7"/>
    <w:rsid w:val="00676B1D"/>
    <w:rsid w:val="00676FB0"/>
    <w:rsid w:val="006773D0"/>
    <w:rsid w:val="00693671"/>
    <w:rsid w:val="00695318"/>
    <w:rsid w:val="00695DFB"/>
    <w:rsid w:val="00696CB4"/>
    <w:rsid w:val="006A4BB2"/>
    <w:rsid w:val="006B59A9"/>
    <w:rsid w:val="006C4A39"/>
    <w:rsid w:val="006D1C2B"/>
    <w:rsid w:val="006D6840"/>
    <w:rsid w:val="006E0F49"/>
    <w:rsid w:val="006E2C50"/>
    <w:rsid w:val="00700424"/>
    <w:rsid w:val="0070394C"/>
    <w:rsid w:val="00704A63"/>
    <w:rsid w:val="007058D8"/>
    <w:rsid w:val="00721A03"/>
    <w:rsid w:val="007252D5"/>
    <w:rsid w:val="00730313"/>
    <w:rsid w:val="00734D6A"/>
    <w:rsid w:val="007364C4"/>
    <w:rsid w:val="007405D2"/>
    <w:rsid w:val="00746635"/>
    <w:rsid w:val="00750D86"/>
    <w:rsid w:val="00750F8F"/>
    <w:rsid w:val="007523E7"/>
    <w:rsid w:val="00752521"/>
    <w:rsid w:val="00754168"/>
    <w:rsid w:val="007546DE"/>
    <w:rsid w:val="007547D3"/>
    <w:rsid w:val="0076179A"/>
    <w:rsid w:val="0077710A"/>
    <w:rsid w:val="0078121C"/>
    <w:rsid w:val="00781B30"/>
    <w:rsid w:val="007824EF"/>
    <w:rsid w:val="00782795"/>
    <w:rsid w:val="0078687F"/>
    <w:rsid w:val="00786A36"/>
    <w:rsid w:val="00787996"/>
    <w:rsid w:val="00787F8E"/>
    <w:rsid w:val="00793A81"/>
    <w:rsid w:val="00795D44"/>
    <w:rsid w:val="007966CE"/>
    <w:rsid w:val="007B352C"/>
    <w:rsid w:val="007B5A68"/>
    <w:rsid w:val="007C79A1"/>
    <w:rsid w:val="007C7B76"/>
    <w:rsid w:val="007D0CB6"/>
    <w:rsid w:val="007E1DD3"/>
    <w:rsid w:val="007E3A9C"/>
    <w:rsid w:val="007E4E2C"/>
    <w:rsid w:val="008017CE"/>
    <w:rsid w:val="00806372"/>
    <w:rsid w:val="008241DD"/>
    <w:rsid w:val="008278BD"/>
    <w:rsid w:val="008311D7"/>
    <w:rsid w:val="0083670F"/>
    <w:rsid w:val="00847660"/>
    <w:rsid w:val="00864772"/>
    <w:rsid w:val="00876A79"/>
    <w:rsid w:val="00884891"/>
    <w:rsid w:val="00884B52"/>
    <w:rsid w:val="008860FF"/>
    <w:rsid w:val="00893ACD"/>
    <w:rsid w:val="008B056C"/>
    <w:rsid w:val="008B1202"/>
    <w:rsid w:val="008B50C5"/>
    <w:rsid w:val="008B6AE4"/>
    <w:rsid w:val="008C5303"/>
    <w:rsid w:val="008D1FE3"/>
    <w:rsid w:val="008D2516"/>
    <w:rsid w:val="008D6921"/>
    <w:rsid w:val="008E0ED8"/>
    <w:rsid w:val="00902A2C"/>
    <w:rsid w:val="0090754B"/>
    <w:rsid w:val="00914D8F"/>
    <w:rsid w:val="0091623F"/>
    <w:rsid w:val="00921118"/>
    <w:rsid w:val="0092430A"/>
    <w:rsid w:val="00924CA7"/>
    <w:rsid w:val="00930F35"/>
    <w:rsid w:val="00932EA2"/>
    <w:rsid w:val="00933704"/>
    <w:rsid w:val="00936A04"/>
    <w:rsid w:val="0094119F"/>
    <w:rsid w:val="009438E9"/>
    <w:rsid w:val="009523E0"/>
    <w:rsid w:val="00962E1E"/>
    <w:rsid w:val="00974E71"/>
    <w:rsid w:val="00996C1F"/>
    <w:rsid w:val="009A15B7"/>
    <w:rsid w:val="009A1B13"/>
    <w:rsid w:val="009A1DCA"/>
    <w:rsid w:val="009C0F25"/>
    <w:rsid w:val="009C36A1"/>
    <w:rsid w:val="009C5CC8"/>
    <w:rsid w:val="009D7FD7"/>
    <w:rsid w:val="009E6604"/>
    <w:rsid w:val="009F0BC9"/>
    <w:rsid w:val="009F0CDC"/>
    <w:rsid w:val="009F23B3"/>
    <w:rsid w:val="00A031E0"/>
    <w:rsid w:val="00A058E4"/>
    <w:rsid w:val="00A1253A"/>
    <w:rsid w:val="00A129DC"/>
    <w:rsid w:val="00A2345C"/>
    <w:rsid w:val="00A3723B"/>
    <w:rsid w:val="00A470AB"/>
    <w:rsid w:val="00A54238"/>
    <w:rsid w:val="00A60EBD"/>
    <w:rsid w:val="00A62CD8"/>
    <w:rsid w:val="00A6445C"/>
    <w:rsid w:val="00A65F85"/>
    <w:rsid w:val="00A70A2E"/>
    <w:rsid w:val="00A73720"/>
    <w:rsid w:val="00A85FAD"/>
    <w:rsid w:val="00A908BC"/>
    <w:rsid w:val="00AA1A9D"/>
    <w:rsid w:val="00AA51C9"/>
    <w:rsid w:val="00AA5229"/>
    <w:rsid w:val="00AA58BB"/>
    <w:rsid w:val="00AB0793"/>
    <w:rsid w:val="00AB26D3"/>
    <w:rsid w:val="00AB6ABE"/>
    <w:rsid w:val="00AC2322"/>
    <w:rsid w:val="00AD0600"/>
    <w:rsid w:val="00AD06E7"/>
    <w:rsid w:val="00AD0CE2"/>
    <w:rsid w:val="00AD49E9"/>
    <w:rsid w:val="00AD6F6C"/>
    <w:rsid w:val="00AE39D1"/>
    <w:rsid w:val="00AE3FF0"/>
    <w:rsid w:val="00AE7BA9"/>
    <w:rsid w:val="00AF13E1"/>
    <w:rsid w:val="00AF3E12"/>
    <w:rsid w:val="00AF6DA0"/>
    <w:rsid w:val="00B0741F"/>
    <w:rsid w:val="00B1202C"/>
    <w:rsid w:val="00B14B4F"/>
    <w:rsid w:val="00B2025C"/>
    <w:rsid w:val="00B2202C"/>
    <w:rsid w:val="00B225DB"/>
    <w:rsid w:val="00B2557C"/>
    <w:rsid w:val="00B2586C"/>
    <w:rsid w:val="00B32429"/>
    <w:rsid w:val="00B33DF8"/>
    <w:rsid w:val="00B42672"/>
    <w:rsid w:val="00B55F41"/>
    <w:rsid w:val="00B736CA"/>
    <w:rsid w:val="00B75168"/>
    <w:rsid w:val="00B8545D"/>
    <w:rsid w:val="00B90B16"/>
    <w:rsid w:val="00B942AE"/>
    <w:rsid w:val="00B95B68"/>
    <w:rsid w:val="00BA13F6"/>
    <w:rsid w:val="00BA1C3C"/>
    <w:rsid w:val="00BA3CE8"/>
    <w:rsid w:val="00BA5C77"/>
    <w:rsid w:val="00BB0115"/>
    <w:rsid w:val="00BB4218"/>
    <w:rsid w:val="00BB7D9A"/>
    <w:rsid w:val="00BC0D94"/>
    <w:rsid w:val="00BC4F4C"/>
    <w:rsid w:val="00BE1B7E"/>
    <w:rsid w:val="00BE20D5"/>
    <w:rsid w:val="00BE5DC6"/>
    <w:rsid w:val="00BE6BC8"/>
    <w:rsid w:val="00BF2D4F"/>
    <w:rsid w:val="00C01B23"/>
    <w:rsid w:val="00C049FC"/>
    <w:rsid w:val="00C1155A"/>
    <w:rsid w:val="00C14B57"/>
    <w:rsid w:val="00C221BB"/>
    <w:rsid w:val="00C37644"/>
    <w:rsid w:val="00C47414"/>
    <w:rsid w:val="00C53F98"/>
    <w:rsid w:val="00C5758C"/>
    <w:rsid w:val="00C674BD"/>
    <w:rsid w:val="00C73119"/>
    <w:rsid w:val="00C76220"/>
    <w:rsid w:val="00C76F2C"/>
    <w:rsid w:val="00C77F6D"/>
    <w:rsid w:val="00C83F81"/>
    <w:rsid w:val="00C87B06"/>
    <w:rsid w:val="00C87C3E"/>
    <w:rsid w:val="00C9243B"/>
    <w:rsid w:val="00CA0FD8"/>
    <w:rsid w:val="00CB0E2A"/>
    <w:rsid w:val="00CC1804"/>
    <w:rsid w:val="00CC3474"/>
    <w:rsid w:val="00CC7BCD"/>
    <w:rsid w:val="00CD20D3"/>
    <w:rsid w:val="00CD3387"/>
    <w:rsid w:val="00CD5421"/>
    <w:rsid w:val="00CE5709"/>
    <w:rsid w:val="00CF2B7A"/>
    <w:rsid w:val="00CF337D"/>
    <w:rsid w:val="00D021A8"/>
    <w:rsid w:val="00D0251C"/>
    <w:rsid w:val="00D04498"/>
    <w:rsid w:val="00D04D37"/>
    <w:rsid w:val="00D0788D"/>
    <w:rsid w:val="00D14D55"/>
    <w:rsid w:val="00D14F75"/>
    <w:rsid w:val="00D216F1"/>
    <w:rsid w:val="00D32A49"/>
    <w:rsid w:val="00D364EB"/>
    <w:rsid w:val="00D37B72"/>
    <w:rsid w:val="00D40E97"/>
    <w:rsid w:val="00D44DBF"/>
    <w:rsid w:val="00D4673D"/>
    <w:rsid w:val="00D5425E"/>
    <w:rsid w:val="00D779D2"/>
    <w:rsid w:val="00D8582F"/>
    <w:rsid w:val="00D93B0C"/>
    <w:rsid w:val="00DA1316"/>
    <w:rsid w:val="00DA438F"/>
    <w:rsid w:val="00DB07CC"/>
    <w:rsid w:val="00DB1F62"/>
    <w:rsid w:val="00DB3787"/>
    <w:rsid w:val="00DB3FEE"/>
    <w:rsid w:val="00DB6FC8"/>
    <w:rsid w:val="00DC511B"/>
    <w:rsid w:val="00DC6182"/>
    <w:rsid w:val="00DD7FC8"/>
    <w:rsid w:val="00DE090E"/>
    <w:rsid w:val="00DE142D"/>
    <w:rsid w:val="00DE50F0"/>
    <w:rsid w:val="00DE718B"/>
    <w:rsid w:val="00DF3FBF"/>
    <w:rsid w:val="00DF6D42"/>
    <w:rsid w:val="00DF6FF5"/>
    <w:rsid w:val="00E05223"/>
    <w:rsid w:val="00E071AD"/>
    <w:rsid w:val="00E11456"/>
    <w:rsid w:val="00E20E12"/>
    <w:rsid w:val="00E20F38"/>
    <w:rsid w:val="00E222EB"/>
    <w:rsid w:val="00E24886"/>
    <w:rsid w:val="00E3121E"/>
    <w:rsid w:val="00E363D5"/>
    <w:rsid w:val="00E51FF0"/>
    <w:rsid w:val="00E55FD0"/>
    <w:rsid w:val="00E60184"/>
    <w:rsid w:val="00E6164B"/>
    <w:rsid w:val="00E6677D"/>
    <w:rsid w:val="00E670FE"/>
    <w:rsid w:val="00E70DBD"/>
    <w:rsid w:val="00E810C6"/>
    <w:rsid w:val="00E834E3"/>
    <w:rsid w:val="00EA7F4E"/>
    <w:rsid w:val="00EB179C"/>
    <w:rsid w:val="00EB2ECA"/>
    <w:rsid w:val="00EC28A5"/>
    <w:rsid w:val="00ED41EB"/>
    <w:rsid w:val="00ED4D81"/>
    <w:rsid w:val="00ED551E"/>
    <w:rsid w:val="00EE064E"/>
    <w:rsid w:val="00EE0907"/>
    <w:rsid w:val="00EE1D50"/>
    <w:rsid w:val="00EF3540"/>
    <w:rsid w:val="00EF4BA9"/>
    <w:rsid w:val="00F015A7"/>
    <w:rsid w:val="00F227DF"/>
    <w:rsid w:val="00F23B58"/>
    <w:rsid w:val="00F26EF2"/>
    <w:rsid w:val="00F27733"/>
    <w:rsid w:val="00F35EB1"/>
    <w:rsid w:val="00F4692A"/>
    <w:rsid w:val="00F47EE2"/>
    <w:rsid w:val="00F537C7"/>
    <w:rsid w:val="00F55BD5"/>
    <w:rsid w:val="00F56560"/>
    <w:rsid w:val="00F652E9"/>
    <w:rsid w:val="00F66771"/>
    <w:rsid w:val="00F66A67"/>
    <w:rsid w:val="00F81E36"/>
    <w:rsid w:val="00F861D4"/>
    <w:rsid w:val="00F879E3"/>
    <w:rsid w:val="00F91BA4"/>
    <w:rsid w:val="00F944B8"/>
    <w:rsid w:val="00FA6D36"/>
    <w:rsid w:val="00FC1362"/>
    <w:rsid w:val="00FC2AE7"/>
    <w:rsid w:val="00FC5EEB"/>
    <w:rsid w:val="00FC7460"/>
    <w:rsid w:val="00FD3D54"/>
    <w:rsid w:val="00FD77D6"/>
    <w:rsid w:val="00FE15BF"/>
    <w:rsid w:val="00FF6F9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8751653"/>
  <w15:chartTrackingRefBased/>
  <w15:docId w15:val="{1C0AF980-9AE2-46C8-8494-69FD66213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HTML Preformatted" w:semiHidden="1" w:unhideWhenUsed="1"/>
    <w:lsdException w:name="HTML Sample"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5D12"/>
    <w:pPr>
      <w:widowControl w:val="0"/>
      <w:ind w:firstLine="720"/>
      <w:jc w:val="both"/>
    </w:pPr>
    <w:rPr>
      <w:rFonts w:eastAsia="Calibri"/>
      <w:sz w:val="24"/>
      <w:szCs w:val="22"/>
      <w:lang w:val="en-US" w:eastAsia="en-US"/>
    </w:rPr>
  </w:style>
  <w:style w:type="paragraph" w:styleId="Heading1">
    <w:name w:val="heading 1"/>
    <w:basedOn w:val="Parastais"/>
    <w:next w:val="Parastais"/>
    <w:link w:val="Heading1Char"/>
    <w:qFormat/>
    <w:rsid w:val="00AD0600"/>
    <w:pPr>
      <w:keepNext/>
      <w:jc w:val="center"/>
      <w:outlineLvl w:val="0"/>
    </w:pPr>
    <w:rPr>
      <w:sz w:val="28"/>
    </w:rPr>
  </w:style>
  <w:style w:type="paragraph" w:styleId="Heading3">
    <w:name w:val="heading 3"/>
    <w:basedOn w:val="Normal"/>
    <w:next w:val="Normal"/>
    <w:link w:val="Heading3Char"/>
    <w:unhideWhenUsed/>
    <w:qFormat/>
    <w:rsid w:val="00C5758C"/>
    <w:pPr>
      <w:keepNext/>
      <w:keepLines/>
      <w:spacing w:before="40"/>
      <w:outlineLvl w:val="2"/>
    </w:pPr>
    <w:rPr>
      <w:rFonts w:asciiTheme="majorHAnsi" w:eastAsiaTheme="majorEastAsia" w:hAnsiTheme="majorHAnsi" w:cstheme="majorBidi"/>
      <w:color w:val="1F4D78" w:themeColor="accent1" w:themeShade="7F"/>
      <w:szCs w:val="24"/>
    </w:rPr>
  </w:style>
  <w:style w:type="paragraph" w:styleId="Heading5">
    <w:name w:val="heading 5"/>
    <w:basedOn w:val="Parastais"/>
    <w:next w:val="Parastais"/>
    <w:qFormat/>
    <w:rsid w:val="00AD0600"/>
    <w:pPr>
      <w:keepNext/>
      <w:outlineLvl w:val="4"/>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stais">
    <w:name w:val="Parastais"/>
    <w:qFormat/>
    <w:rsid w:val="00782795"/>
    <w:pPr>
      <w:jc w:val="both"/>
    </w:pPr>
    <w:rPr>
      <w:sz w:val="24"/>
      <w:lang w:eastAsia="en-US"/>
    </w:rPr>
  </w:style>
  <w:style w:type="paragraph" w:styleId="Header">
    <w:name w:val="header"/>
    <w:basedOn w:val="Parastais"/>
    <w:link w:val="HeaderChar"/>
    <w:rsid w:val="00AD0600"/>
    <w:pPr>
      <w:tabs>
        <w:tab w:val="center" w:pos="4153"/>
        <w:tab w:val="right" w:pos="8306"/>
      </w:tabs>
    </w:pPr>
    <w:rPr>
      <w:lang w:val="x-none"/>
    </w:rPr>
  </w:style>
  <w:style w:type="paragraph" w:styleId="Footer">
    <w:name w:val="footer"/>
    <w:basedOn w:val="Parastais"/>
    <w:rsid w:val="00AD0600"/>
    <w:pPr>
      <w:tabs>
        <w:tab w:val="center" w:pos="4320"/>
        <w:tab w:val="right" w:pos="8640"/>
      </w:tabs>
    </w:pPr>
  </w:style>
  <w:style w:type="paragraph" w:styleId="BodyTextIndent">
    <w:name w:val="Body Text Indent"/>
    <w:basedOn w:val="Parastais"/>
    <w:link w:val="BodyTextIndentChar"/>
    <w:rsid w:val="00AD0600"/>
    <w:pPr>
      <w:ind w:firstLine="720"/>
    </w:pPr>
    <w:rPr>
      <w:rFonts w:ascii="Tahoma" w:hAnsi="Tahoma" w:cs="Tahoma"/>
    </w:rPr>
  </w:style>
  <w:style w:type="paragraph" w:styleId="BalloonText">
    <w:name w:val="Balloon Text"/>
    <w:basedOn w:val="Parastais"/>
    <w:link w:val="BalloonTextChar"/>
    <w:rsid w:val="00474A3A"/>
    <w:rPr>
      <w:rFonts w:ascii="Tahoma" w:hAnsi="Tahoma"/>
      <w:sz w:val="16"/>
      <w:szCs w:val="16"/>
      <w:lang w:val="x-none"/>
    </w:rPr>
  </w:style>
  <w:style w:type="character" w:customStyle="1" w:styleId="BalloonTextChar">
    <w:name w:val="Balloon Text Char"/>
    <w:link w:val="BalloonText"/>
    <w:rsid w:val="00474A3A"/>
    <w:rPr>
      <w:rFonts w:ascii="Tahoma" w:hAnsi="Tahoma" w:cs="Tahoma"/>
      <w:sz w:val="16"/>
      <w:szCs w:val="16"/>
      <w:lang w:eastAsia="en-US"/>
    </w:rPr>
  </w:style>
  <w:style w:type="table" w:styleId="TableGrid">
    <w:name w:val="Table Grid"/>
    <w:basedOn w:val="TableNormal"/>
    <w:uiPriority w:val="59"/>
    <w:rsid w:val="00474A3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474A3A"/>
    <w:rPr>
      <w:color w:val="0000FF"/>
      <w:u w:val="single"/>
    </w:rPr>
  </w:style>
  <w:style w:type="paragraph" w:customStyle="1" w:styleId="Teksts1">
    <w:name w:val="Teksts1"/>
    <w:basedOn w:val="Parastais"/>
    <w:rsid w:val="000A5AB6"/>
    <w:pPr>
      <w:spacing w:after="320"/>
    </w:pPr>
  </w:style>
  <w:style w:type="paragraph" w:customStyle="1" w:styleId="Teksts2">
    <w:name w:val="Teksts2"/>
    <w:basedOn w:val="Parastais"/>
    <w:rsid w:val="000A5AB6"/>
  </w:style>
  <w:style w:type="paragraph" w:customStyle="1" w:styleId="Datums1">
    <w:name w:val="Datums1"/>
    <w:basedOn w:val="Parastais"/>
    <w:next w:val="Parastais"/>
    <w:rsid w:val="000A5AB6"/>
    <w:pPr>
      <w:spacing w:before="1700"/>
      <w:jc w:val="left"/>
    </w:pPr>
    <w:rPr>
      <w:lang w:val="en-US"/>
    </w:rPr>
  </w:style>
  <w:style w:type="paragraph" w:customStyle="1" w:styleId="Adrese">
    <w:name w:val="Adrese"/>
    <w:basedOn w:val="Parastais"/>
    <w:rsid w:val="000A5AB6"/>
    <w:pPr>
      <w:jc w:val="left"/>
    </w:pPr>
    <w:rPr>
      <w:lang w:val="en-US"/>
    </w:rPr>
  </w:style>
  <w:style w:type="paragraph" w:customStyle="1" w:styleId="Uzruna1">
    <w:name w:val="Uzruna1"/>
    <w:basedOn w:val="Parastais"/>
    <w:next w:val="Teksts1"/>
    <w:rsid w:val="000A5AB6"/>
    <w:pPr>
      <w:spacing w:before="320" w:after="320"/>
      <w:jc w:val="left"/>
    </w:pPr>
    <w:rPr>
      <w:lang w:val="en-US"/>
    </w:rPr>
  </w:style>
  <w:style w:type="paragraph" w:customStyle="1" w:styleId="Nobeigums">
    <w:name w:val="Nobeigums"/>
    <w:basedOn w:val="Parastais"/>
    <w:rsid w:val="000A5AB6"/>
    <w:pPr>
      <w:jc w:val="left"/>
    </w:pPr>
    <w:rPr>
      <w:lang w:val="en-US"/>
    </w:rPr>
  </w:style>
  <w:style w:type="paragraph" w:customStyle="1" w:styleId="Autors">
    <w:name w:val="Autors"/>
    <w:basedOn w:val="Parastais"/>
    <w:next w:val="Parastais"/>
    <w:rsid w:val="000A5AB6"/>
    <w:pPr>
      <w:tabs>
        <w:tab w:val="right" w:pos="9072"/>
      </w:tabs>
      <w:spacing w:before="1440"/>
      <w:jc w:val="left"/>
    </w:pPr>
    <w:rPr>
      <w:lang w:val="en-US"/>
    </w:rPr>
  </w:style>
  <w:style w:type="paragraph" w:customStyle="1" w:styleId="Valsts">
    <w:name w:val="Valsts"/>
    <w:basedOn w:val="Parastais"/>
    <w:rsid w:val="000A5AB6"/>
    <w:pPr>
      <w:jc w:val="left"/>
    </w:pPr>
    <w:rPr>
      <w:caps/>
      <w:lang w:val="en-US"/>
    </w:rPr>
  </w:style>
  <w:style w:type="paragraph" w:customStyle="1" w:styleId="Registrnum">
    <w:name w:val="Registr. num"/>
    <w:basedOn w:val="Parastais"/>
    <w:next w:val="Adrese"/>
    <w:rsid w:val="000A5AB6"/>
    <w:pPr>
      <w:spacing w:after="320"/>
      <w:jc w:val="left"/>
    </w:pPr>
    <w:rPr>
      <w:lang w:val="en-US"/>
    </w:rPr>
  </w:style>
  <w:style w:type="paragraph" w:customStyle="1" w:styleId="Nosaukums1">
    <w:name w:val="Nosaukums1"/>
    <w:basedOn w:val="Parastais"/>
    <w:next w:val="Parastais"/>
    <w:rsid w:val="000A5AB6"/>
    <w:pPr>
      <w:spacing w:before="640"/>
      <w:ind w:right="2268"/>
      <w:jc w:val="left"/>
    </w:pPr>
    <w:rPr>
      <w:sz w:val="28"/>
      <w:lang w:val="en-US"/>
    </w:rPr>
  </w:style>
  <w:style w:type="character" w:customStyle="1" w:styleId="HeaderChar">
    <w:name w:val="Header Char"/>
    <w:link w:val="Header"/>
    <w:rsid w:val="00B55F41"/>
    <w:rPr>
      <w:sz w:val="24"/>
      <w:lang w:eastAsia="en-US"/>
    </w:rPr>
  </w:style>
  <w:style w:type="character" w:styleId="Emphasis">
    <w:name w:val="Emphasis"/>
    <w:uiPriority w:val="20"/>
    <w:qFormat/>
    <w:rsid w:val="00C1155A"/>
    <w:rPr>
      <w:i/>
      <w:iCs/>
    </w:rPr>
  </w:style>
  <w:style w:type="character" w:customStyle="1" w:styleId="naisf14ptRakstz">
    <w:name w:val="naisf + 14pt Rakstz."/>
    <w:link w:val="naisf14pt"/>
    <w:locked/>
    <w:rsid w:val="00585D12"/>
    <w:rPr>
      <w:sz w:val="28"/>
      <w:szCs w:val="24"/>
    </w:rPr>
  </w:style>
  <w:style w:type="paragraph" w:customStyle="1" w:styleId="naisf14pt">
    <w:name w:val="naisf + 14pt"/>
    <w:basedOn w:val="Normal"/>
    <w:link w:val="naisf14ptRakstz"/>
    <w:rsid w:val="00585D12"/>
    <w:pPr>
      <w:widowControl/>
      <w:ind w:right="57" w:firstLine="709"/>
    </w:pPr>
    <w:rPr>
      <w:rFonts w:eastAsia="Times New Roman"/>
      <w:sz w:val="28"/>
      <w:szCs w:val="24"/>
      <w:lang w:val="lv-LV" w:eastAsia="lv-LV"/>
    </w:rPr>
  </w:style>
  <w:style w:type="character" w:customStyle="1" w:styleId="BodyTextIndentChar">
    <w:name w:val="Body Text Indent Char"/>
    <w:basedOn w:val="DefaultParagraphFont"/>
    <w:link w:val="BodyTextIndent"/>
    <w:uiPriority w:val="99"/>
    <w:rsid w:val="00585D12"/>
    <w:rPr>
      <w:rFonts w:ascii="Tahoma" w:hAnsi="Tahoma" w:cs="Tahoma"/>
      <w:sz w:val="24"/>
      <w:lang w:eastAsia="en-US"/>
    </w:rPr>
  </w:style>
  <w:style w:type="paragraph" w:styleId="ListParagraph">
    <w:name w:val="List Paragraph"/>
    <w:basedOn w:val="Normal"/>
    <w:uiPriority w:val="34"/>
    <w:qFormat/>
    <w:rsid w:val="000F59C9"/>
    <w:pPr>
      <w:ind w:left="720"/>
      <w:contextualSpacing/>
    </w:pPr>
  </w:style>
  <w:style w:type="paragraph" w:styleId="NormalWeb">
    <w:name w:val="Normal (Web)"/>
    <w:basedOn w:val="Normal"/>
    <w:uiPriority w:val="99"/>
    <w:unhideWhenUsed/>
    <w:rsid w:val="001D55C8"/>
    <w:pPr>
      <w:widowControl/>
      <w:spacing w:before="100" w:beforeAutospacing="1" w:after="100" w:afterAutospacing="1"/>
      <w:ind w:firstLine="0"/>
      <w:jc w:val="left"/>
    </w:pPr>
    <w:rPr>
      <w:rFonts w:eastAsia="Times New Roman"/>
      <w:szCs w:val="24"/>
      <w:lang w:val="lv-LV" w:eastAsia="lv-LV"/>
    </w:rPr>
  </w:style>
  <w:style w:type="paragraph" w:customStyle="1" w:styleId="Default">
    <w:name w:val="Default"/>
    <w:rsid w:val="00D93B0C"/>
    <w:pPr>
      <w:autoSpaceDE w:val="0"/>
      <w:autoSpaceDN w:val="0"/>
      <w:adjustRightInd w:val="0"/>
    </w:pPr>
    <w:rPr>
      <w:color w:val="000000"/>
      <w:sz w:val="24"/>
      <w:szCs w:val="24"/>
    </w:rPr>
  </w:style>
  <w:style w:type="character" w:styleId="CommentReference">
    <w:name w:val="annotation reference"/>
    <w:basedOn w:val="DefaultParagraphFont"/>
    <w:rsid w:val="00914D8F"/>
    <w:rPr>
      <w:sz w:val="16"/>
      <w:szCs w:val="16"/>
    </w:rPr>
  </w:style>
  <w:style w:type="paragraph" w:styleId="CommentText">
    <w:name w:val="annotation text"/>
    <w:basedOn w:val="Normal"/>
    <w:link w:val="CommentTextChar"/>
    <w:rsid w:val="00914D8F"/>
    <w:rPr>
      <w:sz w:val="20"/>
      <w:szCs w:val="20"/>
    </w:rPr>
  </w:style>
  <w:style w:type="character" w:customStyle="1" w:styleId="CommentTextChar">
    <w:name w:val="Comment Text Char"/>
    <w:basedOn w:val="DefaultParagraphFont"/>
    <w:link w:val="CommentText"/>
    <w:rsid w:val="00914D8F"/>
    <w:rPr>
      <w:rFonts w:eastAsia="Calibri"/>
      <w:lang w:val="en-US" w:eastAsia="en-US"/>
    </w:rPr>
  </w:style>
  <w:style w:type="paragraph" w:styleId="CommentSubject">
    <w:name w:val="annotation subject"/>
    <w:basedOn w:val="CommentText"/>
    <w:next w:val="CommentText"/>
    <w:link w:val="CommentSubjectChar"/>
    <w:rsid w:val="00914D8F"/>
    <w:rPr>
      <w:b/>
      <w:bCs/>
    </w:rPr>
  </w:style>
  <w:style w:type="character" w:customStyle="1" w:styleId="CommentSubjectChar">
    <w:name w:val="Comment Subject Char"/>
    <w:basedOn w:val="CommentTextChar"/>
    <w:link w:val="CommentSubject"/>
    <w:rsid w:val="00914D8F"/>
    <w:rPr>
      <w:rFonts w:eastAsia="Calibri"/>
      <w:b/>
      <w:bCs/>
      <w:lang w:val="en-US" w:eastAsia="en-US"/>
    </w:rPr>
  </w:style>
  <w:style w:type="paragraph" w:styleId="Revision">
    <w:name w:val="Revision"/>
    <w:hidden/>
    <w:uiPriority w:val="99"/>
    <w:semiHidden/>
    <w:rsid w:val="00336CE3"/>
    <w:rPr>
      <w:rFonts w:eastAsia="Calibri"/>
      <w:sz w:val="24"/>
      <w:szCs w:val="22"/>
      <w:lang w:val="en-US" w:eastAsia="en-US"/>
    </w:rPr>
  </w:style>
  <w:style w:type="paragraph" w:customStyle="1" w:styleId="tv213">
    <w:name w:val="tv213"/>
    <w:basedOn w:val="Normal"/>
    <w:rsid w:val="00884B52"/>
    <w:pPr>
      <w:widowControl/>
      <w:spacing w:before="100" w:beforeAutospacing="1" w:after="100" w:afterAutospacing="1"/>
      <w:ind w:firstLine="0"/>
      <w:jc w:val="left"/>
    </w:pPr>
    <w:rPr>
      <w:rFonts w:eastAsia="Times New Roman"/>
      <w:szCs w:val="24"/>
      <w:lang w:val="lv-LV" w:eastAsia="lv-LV"/>
    </w:rPr>
  </w:style>
  <w:style w:type="character" w:customStyle="1" w:styleId="Heading1Char">
    <w:name w:val="Heading 1 Char"/>
    <w:basedOn w:val="DefaultParagraphFont"/>
    <w:link w:val="Heading1"/>
    <w:rsid w:val="00F27733"/>
    <w:rPr>
      <w:sz w:val="28"/>
      <w:lang w:eastAsia="en-US"/>
    </w:rPr>
  </w:style>
  <w:style w:type="character" w:styleId="UnresolvedMention">
    <w:name w:val="Unresolved Mention"/>
    <w:basedOn w:val="DefaultParagraphFont"/>
    <w:uiPriority w:val="99"/>
    <w:semiHidden/>
    <w:unhideWhenUsed/>
    <w:rsid w:val="0048054B"/>
    <w:rPr>
      <w:color w:val="605E5C"/>
      <w:shd w:val="clear" w:color="auto" w:fill="E1DFDD"/>
    </w:rPr>
  </w:style>
  <w:style w:type="character" w:customStyle="1" w:styleId="Heading3Char">
    <w:name w:val="Heading 3 Char"/>
    <w:basedOn w:val="DefaultParagraphFont"/>
    <w:link w:val="Heading3"/>
    <w:rsid w:val="00C5758C"/>
    <w:rPr>
      <w:rFonts w:asciiTheme="majorHAnsi" w:eastAsiaTheme="majorEastAsia" w:hAnsiTheme="majorHAnsi" w:cstheme="majorBidi"/>
      <w:color w:val="1F4D78" w:themeColor="accent1" w:themeShade="7F"/>
      <w:sz w:val="24"/>
      <w:szCs w:val="24"/>
      <w:lang w:val="en-US" w:eastAsia="en-US"/>
    </w:rPr>
  </w:style>
  <w:style w:type="paragraph" w:styleId="NoSpacing">
    <w:name w:val="No Spacing"/>
    <w:uiPriority w:val="1"/>
    <w:qFormat/>
    <w:rsid w:val="00BA1C3C"/>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732730">
      <w:bodyDiv w:val="1"/>
      <w:marLeft w:val="0"/>
      <w:marRight w:val="0"/>
      <w:marTop w:val="0"/>
      <w:marBottom w:val="0"/>
      <w:divBdr>
        <w:top w:val="none" w:sz="0" w:space="0" w:color="auto"/>
        <w:left w:val="none" w:sz="0" w:space="0" w:color="auto"/>
        <w:bottom w:val="none" w:sz="0" w:space="0" w:color="auto"/>
        <w:right w:val="none" w:sz="0" w:space="0" w:color="auto"/>
      </w:divBdr>
    </w:div>
    <w:div w:id="379718490">
      <w:bodyDiv w:val="1"/>
      <w:marLeft w:val="0"/>
      <w:marRight w:val="0"/>
      <w:marTop w:val="0"/>
      <w:marBottom w:val="0"/>
      <w:divBdr>
        <w:top w:val="none" w:sz="0" w:space="0" w:color="auto"/>
        <w:left w:val="none" w:sz="0" w:space="0" w:color="auto"/>
        <w:bottom w:val="none" w:sz="0" w:space="0" w:color="auto"/>
        <w:right w:val="none" w:sz="0" w:space="0" w:color="auto"/>
      </w:divBdr>
    </w:div>
    <w:div w:id="729503100">
      <w:bodyDiv w:val="1"/>
      <w:marLeft w:val="0"/>
      <w:marRight w:val="0"/>
      <w:marTop w:val="0"/>
      <w:marBottom w:val="0"/>
      <w:divBdr>
        <w:top w:val="none" w:sz="0" w:space="0" w:color="auto"/>
        <w:left w:val="none" w:sz="0" w:space="0" w:color="auto"/>
        <w:bottom w:val="none" w:sz="0" w:space="0" w:color="auto"/>
        <w:right w:val="none" w:sz="0" w:space="0" w:color="auto"/>
      </w:divBdr>
    </w:div>
    <w:div w:id="844436589">
      <w:bodyDiv w:val="1"/>
      <w:marLeft w:val="0"/>
      <w:marRight w:val="0"/>
      <w:marTop w:val="0"/>
      <w:marBottom w:val="0"/>
      <w:divBdr>
        <w:top w:val="none" w:sz="0" w:space="0" w:color="auto"/>
        <w:left w:val="none" w:sz="0" w:space="0" w:color="auto"/>
        <w:bottom w:val="none" w:sz="0" w:space="0" w:color="auto"/>
        <w:right w:val="none" w:sz="0" w:space="0" w:color="auto"/>
      </w:divBdr>
    </w:div>
    <w:div w:id="948009031">
      <w:bodyDiv w:val="1"/>
      <w:marLeft w:val="0"/>
      <w:marRight w:val="0"/>
      <w:marTop w:val="0"/>
      <w:marBottom w:val="0"/>
      <w:divBdr>
        <w:top w:val="none" w:sz="0" w:space="0" w:color="auto"/>
        <w:left w:val="none" w:sz="0" w:space="0" w:color="auto"/>
        <w:bottom w:val="none" w:sz="0" w:space="0" w:color="auto"/>
        <w:right w:val="none" w:sz="0" w:space="0" w:color="auto"/>
      </w:divBdr>
    </w:div>
    <w:div w:id="1042289103">
      <w:bodyDiv w:val="1"/>
      <w:marLeft w:val="0"/>
      <w:marRight w:val="0"/>
      <w:marTop w:val="0"/>
      <w:marBottom w:val="0"/>
      <w:divBdr>
        <w:top w:val="none" w:sz="0" w:space="0" w:color="auto"/>
        <w:left w:val="none" w:sz="0" w:space="0" w:color="auto"/>
        <w:bottom w:val="none" w:sz="0" w:space="0" w:color="auto"/>
        <w:right w:val="none" w:sz="0" w:space="0" w:color="auto"/>
      </w:divBdr>
    </w:div>
    <w:div w:id="1112476678">
      <w:bodyDiv w:val="1"/>
      <w:marLeft w:val="0"/>
      <w:marRight w:val="0"/>
      <w:marTop w:val="0"/>
      <w:marBottom w:val="0"/>
      <w:divBdr>
        <w:top w:val="none" w:sz="0" w:space="0" w:color="auto"/>
        <w:left w:val="none" w:sz="0" w:space="0" w:color="auto"/>
        <w:bottom w:val="none" w:sz="0" w:space="0" w:color="auto"/>
        <w:right w:val="none" w:sz="0" w:space="0" w:color="auto"/>
      </w:divBdr>
    </w:div>
    <w:div w:id="1194609323">
      <w:bodyDiv w:val="1"/>
      <w:marLeft w:val="0"/>
      <w:marRight w:val="0"/>
      <w:marTop w:val="0"/>
      <w:marBottom w:val="0"/>
      <w:divBdr>
        <w:top w:val="none" w:sz="0" w:space="0" w:color="auto"/>
        <w:left w:val="none" w:sz="0" w:space="0" w:color="auto"/>
        <w:bottom w:val="none" w:sz="0" w:space="0" w:color="auto"/>
        <w:right w:val="none" w:sz="0" w:space="0" w:color="auto"/>
      </w:divBdr>
    </w:div>
    <w:div w:id="1301035740">
      <w:bodyDiv w:val="1"/>
      <w:marLeft w:val="0"/>
      <w:marRight w:val="0"/>
      <w:marTop w:val="0"/>
      <w:marBottom w:val="0"/>
      <w:divBdr>
        <w:top w:val="none" w:sz="0" w:space="0" w:color="auto"/>
        <w:left w:val="none" w:sz="0" w:space="0" w:color="auto"/>
        <w:bottom w:val="none" w:sz="0" w:space="0" w:color="auto"/>
        <w:right w:val="none" w:sz="0" w:space="0" w:color="auto"/>
      </w:divBdr>
    </w:div>
    <w:div w:id="1302029948">
      <w:bodyDiv w:val="1"/>
      <w:marLeft w:val="0"/>
      <w:marRight w:val="0"/>
      <w:marTop w:val="0"/>
      <w:marBottom w:val="0"/>
      <w:divBdr>
        <w:top w:val="none" w:sz="0" w:space="0" w:color="auto"/>
        <w:left w:val="none" w:sz="0" w:space="0" w:color="auto"/>
        <w:bottom w:val="none" w:sz="0" w:space="0" w:color="auto"/>
        <w:right w:val="none" w:sz="0" w:space="0" w:color="auto"/>
      </w:divBdr>
    </w:div>
    <w:div w:id="1371149499">
      <w:bodyDiv w:val="1"/>
      <w:marLeft w:val="0"/>
      <w:marRight w:val="0"/>
      <w:marTop w:val="0"/>
      <w:marBottom w:val="0"/>
      <w:divBdr>
        <w:top w:val="none" w:sz="0" w:space="0" w:color="auto"/>
        <w:left w:val="none" w:sz="0" w:space="0" w:color="auto"/>
        <w:bottom w:val="none" w:sz="0" w:space="0" w:color="auto"/>
        <w:right w:val="none" w:sz="0" w:space="0" w:color="auto"/>
      </w:divBdr>
    </w:div>
    <w:div w:id="1610164265">
      <w:bodyDiv w:val="1"/>
      <w:marLeft w:val="0"/>
      <w:marRight w:val="0"/>
      <w:marTop w:val="0"/>
      <w:marBottom w:val="0"/>
      <w:divBdr>
        <w:top w:val="none" w:sz="0" w:space="0" w:color="auto"/>
        <w:left w:val="none" w:sz="0" w:space="0" w:color="auto"/>
        <w:bottom w:val="none" w:sz="0" w:space="0" w:color="auto"/>
        <w:right w:val="none" w:sz="0" w:space="0" w:color="auto"/>
      </w:divBdr>
    </w:div>
    <w:div w:id="1694725513">
      <w:bodyDiv w:val="1"/>
      <w:marLeft w:val="0"/>
      <w:marRight w:val="0"/>
      <w:marTop w:val="0"/>
      <w:marBottom w:val="0"/>
      <w:divBdr>
        <w:top w:val="none" w:sz="0" w:space="0" w:color="auto"/>
        <w:left w:val="none" w:sz="0" w:space="0" w:color="auto"/>
        <w:bottom w:val="none" w:sz="0" w:space="0" w:color="auto"/>
        <w:right w:val="none" w:sz="0" w:space="0" w:color="auto"/>
      </w:divBdr>
      <w:divsChild>
        <w:div w:id="552085796">
          <w:marLeft w:val="3000"/>
          <w:marRight w:val="0"/>
          <w:marTop w:val="0"/>
          <w:marBottom w:val="0"/>
          <w:divBdr>
            <w:top w:val="none" w:sz="0" w:space="0" w:color="auto"/>
            <w:left w:val="none" w:sz="0" w:space="0" w:color="auto"/>
            <w:bottom w:val="none" w:sz="0" w:space="0" w:color="auto"/>
            <w:right w:val="none" w:sz="0" w:space="0" w:color="auto"/>
          </w:divBdr>
        </w:div>
        <w:div w:id="1634752694">
          <w:marLeft w:val="0"/>
          <w:marRight w:val="0"/>
          <w:marTop w:val="0"/>
          <w:marBottom w:val="0"/>
          <w:divBdr>
            <w:top w:val="none" w:sz="0" w:space="0" w:color="auto"/>
            <w:left w:val="none" w:sz="0" w:space="0" w:color="auto"/>
            <w:bottom w:val="none" w:sz="0" w:space="0" w:color="auto"/>
            <w:right w:val="none" w:sz="0" w:space="0" w:color="auto"/>
          </w:divBdr>
          <w:divsChild>
            <w:div w:id="655837545">
              <w:marLeft w:val="0"/>
              <w:marRight w:val="0"/>
              <w:marTop w:val="0"/>
              <w:marBottom w:val="0"/>
              <w:divBdr>
                <w:top w:val="none" w:sz="0" w:space="0" w:color="auto"/>
                <w:left w:val="none" w:sz="0" w:space="0" w:color="auto"/>
                <w:bottom w:val="none" w:sz="0" w:space="0" w:color="auto"/>
                <w:right w:val="none" w:sz="0" w:space="0" w:color="auto"/>
              </w:divBdr>
              <w:divsChild>
                <w:div w:id="1379205791">
                  <w:marLeft w:val="0"/>
                  <w:marRight w:val="0"/>
                  <w:marTop w:val="0"/>
                  <w:marBottom w:val="0"/>
                  <w:divBdr>
                    <w:top w:val="none" w:sz="0" w:space="0" w:color="auto"/>
                    <w:left w:val="none" w:sz="0" w:space="0" w:color="auto"/>
                    <w:bottom w:val="none" w:sz="0" w:space="0" w:color="auto"/>
                    <w:right w:val="none" w:sz="0" w:space="0" w:color="auto"/>
                  </w:divBdr>
                  <w:divsChild>
                    <w:div w:id="185519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3365495">
      <w:bodyDiv w:val="1"/>
      <w:marLeft w:val="0"/>
      <w:marRight w:val="0"/>
      <w:marTop w:val="0"/>
      <w:marBottom w:val="0"/>
      <w:divBdr>
        <w:top w:val="none" w:sz="0" w:space="0" w:color="auto"/>
        <w:left w:val="none" w:sz="0" w:space="0" w:color="auto"/>
        <w:bottom w:val="none" w:sz="0" w:space="0" w:color="auto"/>
        <w:right w:val="none" w:sz="0" w:space="0" w:color="auto"/>
      </w:divBdr>
    </w:div>
    <w:div w:id="1795755426">
      <w:bodyDiv w:val="1"/>
      <w:marLeft w:val="0"/>
      <w:marRight w:val="0"/>
      <w:marTop w:val="0"/>
      <w:marBottom w:val="0"/>
      <w:divBdr>
        <w:top w:val="none" w:sz="0" w:space="0" w:color="auto"/>
        <w:left w:val="none" w:sz="0" w:space="0" w:color="auto"/>
        <w:bottom w:val="none" w:sz="0" w:space="0" w:color="auto"/>
        <w:right w:val="none" w:sz="0" w:space="0" w:color="auto"/>
      </w:divBdr>
    </w:div>
    <w:div w:id="2038238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ikumi.lv/ta/id/68490-publiskas-personas-mantas-atsavinasanas-likum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ikumi.lv/ta/id/68490-publiskas-personas-mantas-atsavinasanas-likum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mailto:lvm@lvm.lv" TargetMode="External"/><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na%20liepina\Desktop\Valsts%20akciju%20sabiedr&#299;ba_elektronisk&#257;_veidlapa.dotx"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921F9D-9044-4FE1-AD30-223D7699E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Valsts akciju sabiedrība_elektroniskā_veidlapa</Template>
  <TotalTime>3</TotalTime>
  <Pages>4</Pages>
  <Words>1517</Words>
  <Characters>10070</Characters>
  <Application>Microsoft Office Word</Application>
  <DocSecurity>4</DocSecurity>
  <Lines>83</Lines>
  <Paragraphs>23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Valsts akciju sabiedrība “Latvijas valsts meži”</vt:lpstr>
      <vt:lpstr>Valsts akciju sabiedrība “Latvijas valsts meži”</vt:lpstr>
    </vt:vector>
  </TitlesOfParts>
  <Company>Company</Company>
  <LinksUpToDate>false</LinksUpToDate>
  <CharactersWithSpaces>11564</CharactersWithSpaces>
  <SharedDoc>false</SharedDoc>
  <HLinks>
    <vt:vector size="6" baseType="variant">
      <vt:variant>
        <vt:i4>917540</vt:i4>
      </vt:variant>
      <vt:variant>
        <vt:i4>0</vt:i4>
      </vt:variant>
      <vt:variant>
        <vt:i4>0</vt:i4>
      </vt:variant>
      <vt:variant>
        <vt:i4>5</vt:i4>
      </vt:variant>
      <vt:variant>
        <vt:lpwstr>mailto:lvm@lvm.lv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Valsts akciju sabiedrība “Latvijas valsts meži”</dc:title>
  <dc:subject/>
  <dc:creator>Una Liepiņa</dc:creator>
  <cp:keywords/>
  <cp:lastModifiedBy>Inga Žagare</cp:lastModifiedBy>
  <cp:revision>2</cp:revision>
  <cp:lastPrinted>2020-03-24T09:27:00Z</cp:lastPrinted>
  <dcterms:created xsi:type="dcterms:W3CDTF">2023-10-16T08:05:00Z</dcterms:created>
  <dcterms:modified xsi:type="dcterms:W3CDTF">2023-10-16T08:05:00Z</dcterms:modified>
</cp:coreProperties>
</file>